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6012BF5D" w:rsidR="00EB46E5" w:rsidRDefault="00EF7EA5" w:rsidP="00EB46E5">
      <w:pPr>
        <w:pStyle w:val="Titul2"/>
      </w:pPr>
      <w:r>
        <w:t>Projektov</w:t>
      </w:r>
      <w:r w:rsidR="003322E1">
        <w:t>á</w:t>
      </w:r>
      <w:r>
        <w:t xml:space="preserve"> dokumentace a z</w:t>
      </w:r>
      <w:r w:rsidR="00EB46E5" w:rsidRPr="006C2343">
        <w:t>hotovení</w:t>
      </w:r>
      <w:r w:rsidR="002C55C7">
        <w:t xml:space="preserve"> souboru</w:t>
      </w:r>
      <w:r w:rsidR="00EB46E5" w:rsidRPr="006C2343">
        <w:t xml:space="preserve"> stav</w:t>
      </w:r>
      <w:r w:rsidR="00F72E2D">
        <w:t>e</w:t>
      </w:r>
      <w:r w:rsidR="00EB46E5" w:rsidRPr="006C2343">
        <w:t>b</w:t>
      </w:r>
      <w:r w:rsidR="0035531B">
        <w:t xml:space="preserve"> </w:t>
      </w:r>
    </w:p>
    <w:p w14:paraId="4D9AAC14" w14:textId="45105BBC" w:rsidR="0035531B" w:rsidRDefault="0035531B" w:rsidP="00EB46E5">
      <w:pPr>
        <w:pStyle w:val="Titul2"/>
      </w:pPr>
      <w:r w:rsidRPr="0094639E">
        <w:t>„</w:t>
      </w:r>
      <w:r w:rsidR="0094639E" w:rsidRPr="0094639E">
        <w:t>Rekonstrukce systému DDTS ŽDC v obvodu OŘ Praha, Olomouc, Brno, Ostrava</w:t>
      </w:r>
      <w:r w:rsidRPr="0094639E">
        <w:t>“</w:t>
      </w:r>
    </w:p>
    <w:p w14:paraId="7F7DCFDC" w14:textId="4312CCEF" w:rsidR="0094639E" w:rsidRPr="0094639E" w:rsidRDefault="0094639E" w:rsidP="00EB46E5">
      <w:pPr>
        <w:pStyle w:val="Titul2"/>
      </w:pPr>
      <w:r w:rsidRPr="005C6853">
        <w:rPr>
          <w:rFonts w:ascii="Verdana" w:hAnsi="Verdana" w:cs="Arial"/>
        </w:rPr>
        <w:t>„Rekonstrukce systému DDTS ŽDC v obvodu OŘ Plzeň, Ústí nad Labem, Hradec Králové“</w:t>
      </w:r>
    </w:p>
    <w:p w14:paraId="489EF4AE" w14:textId="77777777" w:rsidR="007E7867" w:rsidRDefault="007E7867" w:rsidP="000C6E66">
      <w:pPr>
        <w:pStyle w:val="Text1-1"/>
        <w:numPr>
          <w:ilvl w:val="0"/>
          <w:numId w:val="0"/>
        </w:numPr>
        <w:tabs>
          <w:tab w:val="left" w:pos="708"/>
        </w:tabs>
        <w:ind w:left="737" w:hanging="737"/>
      </w:pPr>
    </w:p>
    <w:p w14:paraId="3E10F77F" w14:textId="7517C736" w:rsidR="000C6E66" w:rsidRDefault="000C6E66" w:rsidP="000C6E66">
      <w:pPr>
        <w:pStyle w:val="Text1-1"/>
        <w:numPr>
          <w:ilvl w:val="0"/>
          <w:numId w:val="0"/>
        </w:numPr>
        <w:tabs>
          <w:tab w:val="left" w:pos="708"/>
        </w:tabs>
        <w:ind w:left="737" w:hanging="737"/>
      </w:pPr>
      <w:r>
        <w:t xml:space="preserve">Č.j. </w:t>
      </w:r>
      <w:r w:rsidR="0094639E">
        <w:t>5310/2024-SŽ-SSZ-OVZ</w:t>
      </w:r>
    </w:p>
    <w:p w14:paraId="43C10BFB" w14:textId="77777777" w:rsidR="00A00D28" w:rsidRDefault="00A00D28" w:rsidP="00A00D28">
      <w:pPr>
        <w:spacing w:after="0" w:line="240" w:lineRule="auto"/>
        <w:rPr>
          <w:i/>
          <w:color w:val="FF0000"/>
        </w:rPr>
      </w:pPr>
    </w:p>
    <w:p w14:paraId="4D504722" w14:textId="77777777" w:rsidR="00D20EBC" w:rsidRDefault="00D20EBC" w:rsidP="007E7867">
      <w:pPr>
        <w:spacing w:after="0" w:line="240" w:lineRule="auto"/>
        <w:rPr>
          <w:i/>
          <w:color w:val="FF0000"/>
        </w:rPr>
      </w:pPr>
    </w:p>
    <w:p w14:paraId="074C99EC" w14:textId="77777777" w:rsidR="00D20EBC" w:rsidRDefault="00D20EBC" w:rsidP="007E7867">
      <w:pPr>
        <w:spacing w:after="0" w:line="240" w:lineRule="auto"/>
        <w:rPr>
          <w:i/>
          <w:color w:val="FF0000"/>
        </w:rPr>
      </w:pPr>
    </w:p>
    <w:p w14:paraId="24582FDF" w14:textId="77777777" w:rsidR="00D20EBC" w:rsidRDefault="00D20EBC" w:rsidP="007E7867">
      <w:pPr>
        <w:spacing w:after="0" w:line="240" w:lineRule="auto"/>
        <w:rPr>
          <w:i/>
          <w:color w:val="FF0000"/>
        </w:rPr>
      </w:pPr>
    </w:p>
    <w:p w14:paraId="1FC21893" w14:textId="77777777" w:rsidR="007E7867" w:rsidRDefault="007E7867" w:rsidP="007E7867">
      <w:pPr>
        <w:spacing w:after="0" w:line="240" w:lineRule="auto"/>
        <w:rPr>
          <w:i/>
          <w:color w:val="FF0000"/>
        </w:rPr>
      </w:pPr>
      <w:r w:rsidRPr="004C7962">
        <w:rPr>
          <w:noProof/>
          <w:lang w:eastAsia="cs-CZ"/>
        </w:rPr>
        <w:drawing>
          <wp:inline distT="0" distB="0" distL="0" distR="0" wp14:anchorId="3DCACB40" wp14:editId="27E41EB5">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4358814" w14:textId="77777777" w:rsidR="007E7867" w:rsidRDefault="007E7867" w:rsidP="007E7867">
      <w:pPr>
        <w:spacing w:after="0"/>
        <w:rPr>
          <w:i/>
          <w:color w:val="FF0000"/>
        </w:rPr>
      </w:pPr>
    </w:p>
    <w:p w14:paraId="5F1128B3" w14:textId="5B6BCD37" w:rsidR="003E0B5E" w:rsidRDefault="003E0B5E" w:rsidP="003E0B5E">
      <w:pPr>
        <w:spacing w:after="0"/>
        <w:rPr>
          <w:i/>
          <w:color w:val="FF0000"/>
        </w:rPr>
      </w:pPr>
    </w:p>
    <w:p w14:paraId="30534427" w14:textId="77777777" w:rsidR="003E0B5E" w:rsidRDefault="003E0B5E" w:rsidP="003E0B5E">
      <w:pPr>
        <w:spacing w:after="0"/>
        <w:rPr>
          <w:color w:val="FF0000"/>
        </w:rPr>
      </w:pPr>
    </w:p>
    <w:p w14:paraId="6A55836B" w14:textId="77777777" w:rsidR="003E0B5E" w:rsidRDefault="003E0B5E" w:rsidP="00FE4333">
      <w:pPr>
        <w:pStyle w:val="Nadpisbezsl1-1"/>
      </w:pPr>
    </w:p>
    <w:p w14:paraId="24CE3EBB" w14:textId="77777777" w:rsidR="003E0B5E" w:rsidRDefault="003E0B5E" w:rsidP="00FE4333">
      <w:pPr>
        <w:pStyle w:val="Nadpisbezsl1-1"/>
      </w:pPr>
    </w:p>
    <w:p w14:paraId="5FFAA7FC" w14:textId="77777777" w:rsidR="003E0B5E" w:rsidRDefault="003E0B5E" w:rsidP="00FE4333">
      <w:pPr>
        <w:pStyle w:val="Nadpisbezsl1-1"/>
      </w:pPr>
    </w:p>
    <w:p w14:paraId="26506DB5" w14:textId="77777777" w:rsidR="003E0B5E" w:rsidRDefault="003E0B5E" w:rsidP="00FE4333">
      <w:pPr>
        <w:pStyle w:val="Nadpisbezsl1-1"/>
      </w:pPr>
    </w:p>
    <w:p w14:paraId="7C6CF756" w14:textId="77777777" w:rsidR="003E0B5E" w:rsidRDefault="003E0B5E" w:rsidP="00FE4333">
      <w:pPr>
        <w:pStyle w:val="Nadpisbezsl1-1"/>
      </w:pPr>
    </w:p>
    <w:p w14:paraId="5B3EAFF2" w14:textId="7BC1F8FA" w:rsidR="00BD7E91" w:rsidRDefault="00BD7E91" w:rsidP="00FE4333">
      <w:pPr>
        <w:pStyle w:val="Nadpisbezsl1-1"/>
      </w:pPr>
      <w:r>
        <w:t>Obsah</w:t>
      </w:r>
      <w:r w:rsidR="00887F36">
        <w:t xml:space="preserve"> </w:t>
      </w:r>
    </w:p>
    <w:p w14:paraId="2CA77B48" w14:textId="23EC5B3C" w:rsidR="00301B8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59419864" w:history="1">
        <w:r w:rsidR="00301B8E" w:rsidRPr="001D772E">
          <w:rPr>
            <w:rStyle w:val="Hypertextovodkaz"/>
          </w:rPr>
          <w:t>1.</w:t>
        </w:r>
        <w:r w:rsidR="00301B8E">
          <w:rPr>
            <w:rFonts w:eastAsiaTheme="minorEastAsia"/>
            <w:caps w:val="0"/>
            <w:noProof/>
            <w:sz w:val="22"/>
            <w:szCs w:val="22"/>
            <w:lang w:eastAsia="cs-CZ"/>
          </w:rPr>
          <w:tab/>
        </w:r>
        <w:r w:rsidR="00301B8E" w:rsidRPr="001D772E">
          <w:rPr>
            <w:rStyle w:val="Hypertextovodkaz"/>
          </w:rPr>
          <w:t>ÚVODNÍ USTANOVENÍ</w:t>
        </w:r>
        <w:r w:rsidR="00301B8E">
          <w:rPr>
            <w:noProof/>
            <w:webHidden/>
          </w:rPr>
          <w:tab/>
        </w:r>
        <w:r w:rsidR="00301B8E">
          <w:rPr>
            <w:noProof/>
            <w:webHidden/>
          </w:rPr>
          <w:fldChar w:fldCharType="begin"/>
        </w:r>
        <w:r w:rsidR="00301B8E">
          <w:rPr>
            <w:noProof/>
            <w:webHidden/>
          </w:rPr>
          <w:instrText xml:space="preserve"> PAGEREF _Toc159419864 \h </w:instrText>
        </w:r>
        <w:r w:rsidR="00301B8E">
          <w:rPr>
            <w:noProof/>
            <w:webHidden/>
          </w:rPr>
        </w:r>
        <w:r w:rsidR="00301B8E">
          <w:rPr>
            <w:noProof/>
            <w:webHidden/>
          </w:rPr>
          <w:fldChar w:fldCharType="separate"/>
        </w:r>
        <w:r w:rsidR="004E54DC">
          <w:rPr>
            <w:noProof/>
            <w:webHidden/>
          </w:rPr>
          <w:t>3</w:t>
        </w:r>
        <w:r w:rsidR="00301B8E">
          <w:rPr>
            <w:noProof/>
            <w:webHidden/>
          </w:rPr>
          <w:fldChar w:fldCharType="end"/>
        </w:r>
      </w:hyperlink>
    </w:p>
    <w:p w14:paraId="303136E6" w14:textId="1848BC5E" w:rsidR="00301B8E" w:rsidRDefault="00000000">
      <w:pPr>
        <w:pStyle w:val="Obsah1"/>
        <w:rPr>
          <w:rFonts w:eastAsiaTheme="minorEastAsia"/>
          <w:caps w:val="0"/>
          <w:noProof/>
          <w:sz w:val="22"/>
          <w:szCs w:val="22"/>
          <w:lang w:eastAsia="cs-CZ"/>
        </w:rPr>
      </w:pPr>
      <w:hyperlink w:anchor="_Toc159419865" w:history="1">
        <w:r w:rsidR="00301B8E" w:rsidRPr="001D772E">
          <w:rPr>
            <w:rStyle w:val="Hypertextovodkaz"/>
          </w:rPr>
          <w:t>2.</w:t>
        </w:r>
        <w:r w:rsidR="00301B8E">
          <w:rPr>
            <w:rFonts w:eastAsiaTheme="minorEastAsia"/>
            <w:caps w:val="0"/>
            <w:noProof/>
            <w:sz w:val="22"/>
            <w:szCs w:val="22"/>
            <w:lang w:eastAsia="cs-CZ"/>
          </w:rPr>
          <w:tab/>
        </w:r>
        <w:r w:rsidR="00301B8E" w:rsidRPr="001D772E">
          <w:rPr>
            <w:rStyle w:val="Hypertextovodkaz"/>
          </w:rPr>
          <w:t>IDENTIFIKAČNÍ ÚDAJE ZADAVATELE</w:t>
        </w:r>
        <w:r w:rsidR="00301B8E">
          <w:rPr>
            <w:noProof/>
            <w:webHidden/>
          </w:rPr>
          <w:tab/>
        </w:r>
        <w:r w:rsidR="00301B8E">
          <w:rPr>
            <w:noProof/>
            <w:webHidden/>
          </w:rPr>
          <w:fldChar w:fldCharType="begin"/>
        </w:r>
        <w:r w:rsidR="00301B8E">
          <w:rPr>
            <w:noProof/>
            <w:webHidden/>
          </w:rPr>
          <w:instrText xml:space="preserve"> PAGEREF _Toc159419865 \h </w:instrText>
        </w:r>
        <w:r w:rsidR="00301B8E">
          <w:rPr>
            <w:noProof/>
            <w:webHidden/>
          </w:rPr>
        </w:r>
        <w:r w:rsidR="00301B8E">
          <w:rPr>
            <w:noProof/>
            <w:webHidden/>
          </w:rPr>
          <w:fldChar w:fldCharType="separate"/>
        </w:r>
        <w:r w:rsidR="004E54DC">
          <w:rPr>
            <w:noProof/>
            <w:webHidden/>
          </w:rPr>
          <w:t>3</w:t>
        </w:r>
        <w:r w:rsidR="00301B8E">
          <w:rPr>
            <w:noProof/>
            <w:webHidden/>
          </w:rPr>
          <w:fldChar w:fldCharType="end"/>
        </w:r>
      </w:hyperlink>
    </w:p>
    <w:p w14:paraId="6B13E2CE" w14:textId="7644254B" w:rsidR="00301B8E" w:rsidRDefault="00000000">
      <w:pPr>
        <w:pStyle w:val="Obsah1"/>
        <w:rPr>
          <w:rFonts w:eastAsiaTheme="minorEastAsia"/>
          <w:caps w:val="0"/>
          <w:noProof/>
          <w:sz w:val="22"/>
          <w:szCs w:val="22"/>
          <w:lang w:eastAsia="cs-CZ"/>
        </w:rPr>
      </w:pPr>
      <w:hyperlink w:anchor="_Toc159419866" w:history="1">
        <w:r w:rsidR="00301B8E" w:rsidRPr="001D772E">
          <w:rPr>
            <w:rStyle w:val="Hypertextovodkaz"/>
          </w:rPr>
          <w:t>3.</w:t>
        </w:r>
        <w:r w:rsidR="00301B8E">
          <w:rPr>
            <w:rFonts w:eastAsiaTheme="minorEastAsia"/>
            <w:caps w:val="0"/>
            <w:noProof/>
            <w:sz w:val="22"/>
            <w:szCs w:val="22"/>
            <w:lang w:eastAsia="cs-CZ"/>
          </w:rPr>
          <w:tab/>
        </w:r>
        <w:r w:rsidR="00301B8E" w:rsidRPr="001D772E">
          <w:rPr>
            <w:rStyle w:val="Hypertextovodkaz"/>
          </w:rPr>
          <w:t>KOMUNIKACE MEZI ZADAVATELEM a DODAVATELEM</w:t>
        </w:r>
        <w:r w:rsidR="00301B8E">
          <w:rPr>
            <w:noProof/>
            <w:webHidden/>
          </w:rPr>
          <w:tab/>
        </w:r>
        <w:r w:rsidR="00301B8E">
          <w:rPr>
            <w:noProof/>
            <w:webHidden/>
          </w:rPr>
          <w:fldChar w:fldCharType="begin"/>
        </w:r>
        <w:r w:rsidR="00301B8E">
          <w:rPr>
            <w:noProof/>
            <w:webHidden/>
          </w:rPr>
          <w:instrText xml:space="preserve"> PAGEREF _Toc159419866 \h </w:instrText>
        </w:r>
        <w:r w:rsidR="00301B8E">
          <w:rPr>
            <w:noProof/>
            <w:webHidden/>
          </w:rPr>
        </w:r>
        <w:r w:rsidR="00301B8E">
          <w:rPr>
            <w:noProof/>
            <w:webHidden/>
          </w:rPr>
          <w:fldChar w:fldCharType="separate"/>
        </w:r>
        <w:r w:rsidR="004E54DC">
          <w:rPr>
            <w:noProof/>
            <w:webHidden/>
          </w:rPr>
          <w:t>4</w:t>
        </w:r>
        <w:r w:rsidR="00301B8E">
          <w:rPr>
            <w:noProof/>
            <w:webHidden/>
          </w:rPr>
          <w:fldChar w:fldCharType="end"/>
        </w:r>
      </w:hyperlink>
    </w:p>
    <w:p w14:paraId="74F0DD16" w14:textId="5067D38F" w:rsidR="00301B8E" w:rsidRDefault="00000000">
      <w:pPr>
        <w:pStyle w:val="Obsah1"/>
        <w:rPr>
          <w:rFonts w:eastAsiaTheme="minorEastAsia"/>
          <w:caps w:val="0"/>
          <w:noProof/>
          <w:sz w:val="22"/>
          <w:szCs w:val="22"/>
          <w:lang w:eastAsia="cs-CZ"/>
        </w:rPr>
      </w:pPr>
      <w:hyperlink w:anchor="_Toc159419867" w:history="1">
        <w:r w:rsidR="00301B8E" w:rsidRPr="001D772E">
          <w:rPr>
            <w:rStyle w:val="Hypertextovodkaz"/>
          </w:rPr>
          <w:t>4.</w:t>
        </w:r>
        <w:r w:rsidR="00301B8E">
          <w:rPr>
            <w:rFonts w:eastAsiaTheme="minorEastAsia"/>
            <w:caps w:val="0"/>
            <w:noProof/>
            <w:sz w:val="22"/>
            <w:szCs w:val="22"/>
            <w:lang w:eastAsia="cs-CZ"/>
          </w:rPr>
          <w:tab/>
        </w:r>
        <w:r w:rsidR="00301B8E" w:rsidRPr="001D772E">
          <w:rPr>
            <w:rStyle w:val="Hypertextovodkaz"/>
          </w:rPr>
          <w:t>ÚČEL a PŘEDMĚT PLNĚNÍ VEŘEJNÉ ZAKÁZKY</w:t>
        </w:r>
        <w:r w:rsidR="00301B8E">
          <w:rPr>
            <w:noProof/>
            <w:webHidden/>
          </w:rPr>
          <w:tab/>
        </w:r>
        <w:r w:rsidR="00301B8E">
          <w:rPr>
            <w:noProof/>
            <w:webHidden/>
          </w:rPr>
          <w:fldChar w:fldCharType="begin"/>
        </w:r>
        <w:r w:rsidR="00301B8E">
          <w:rPr>
            <w:noProof/>
            <w:webHidden/>
          </w:rPr>
          <w:instrText xml:space="preserve"> PAGEREF _Toc159419867 \h </w:instrText>
        </w:r>
        <w:r w:rsidR="00301B8E">
          <w:rPr>
            <w:noProof/>
            <w:webHidden/>
          </w:rPr>
        </w:r>
        <w:r w:rsidR="00301B8E">
          <w:rPr>
            <w:noProof/>
            <w:webHidden/>
          </w:rPr>
          <w:fldChar w:fldCharType="separate"/>
        </w:r>
        <w:r w:rsidR="004E54DC">
          <w:rPr>
            <w:noProof/>
            <w:webHidden/>
          </w:rPr>
          <w:t>4</w:t>
        </w:r>
        <w:r w:rsidR="00301B8E">
          <w:rPr>
            <w:noProof/>
            <w:webHidden/>
          </w:rPr>
          <w:fldChar w:fldCharType="end"/>
        </w:r>
      </w:hyperlink>
    </w:p>
    <w:p w14:paraId="575E96B1" w14:textId="45460C98" w:rsidR="00301B8E" w:rsidRDefault="00000000">
      <w:pPr>
        <w:pStyle w:val="Obsah1"/>
        <w:rPr>
          <w:rFonts w:eastAsiaTheme="minorEastAsia"/>
          <w:caps w:val="0"/>
          <w:noProof/>
          <w:sz w:val="22"/>
          <w:szCs w:val="22"/>
          <w:lang w:eastAsia="cs-CZ"/>
        </w:rPr>
      </w:pPr>
      <w:hyperlink w:anchor="_Toc159419868" w:history="1">
        <w:r w:rsidR="00301B8E" w:rsidRPr="001D772E">
          <w:rPr>
            <w:rStyle w:val="Hypertextovodkaz"/>
          </w:rPr>
          <w:t>5.</w:t>
        </w:r>
        <w:r w:rsidR="00301B8E">
          <w:rPr>
            <w:rFonts w:eastAsiaTheme="minorEastAsia"/>
            <w:caps w:val="0"/>
            <w:noProof/>
            <w:sz w:val="22"/>
            <w:szCs w:val="22"/>
            <w:lang w:eastAsia="cs-CZ"/>
          </w:rPr>
          <w:tab/>
        </w:r>
        <w:r w:rsidR="00301B8E" w:rsidRPr="001D772E">
          <w:rPr>
            <w:rStyle w:val="Hypertextovodkaz"/>
          </w:rPr>
          <w:t>ZDROJE FINANCOVÁNÍ a PŘEDPOKLÁDANÁ HODNOTA VEŘEJNÉ ZAKÁZKY</w:t>
        </w:r>
        <w:r w:rsidR="00301B8E">
          <w:rPr>
            <w:noProof/>
            <w:webHidden/>
          </w:rPr>
          <w:tab/>
        </w:r>
        <w:r w:rsidR="00301B8E">
          <w:rPr>
            <w:noProof/>
            <w:webHidden/>
          </w:rPr>
          <w:fldChar w:fldCharType="begin"/>
        </w:r>
        <w:r w:rsidR="00301B8E">
          <w:rPr>
            <w:noProof/>
            <w:webHidden/>
          </w:rPr>
          <w:instrText xml:space="preserve"> PAGEREF _Toc159419868 \h </w:instrText>
        </w:r>
        <w:r w:rsidR="00301B8E">
          <w:rPr>
            <w:noProof/>
            <w:webHidden/>
          </w:rPr>
        </w:r>
        <w:r w:rsidR="00301B8E">
          <w:rPr>
            <w:noProof/>
            <w:webHidden/>
          </w:rPr>
          <w:fldChar w:fldCharType="separate"/>
        </w:r>
        <w:r w:rsidR="004E54DC">
          <w:rPr>
            <w:noProof/>
            <w:webHidden/>
          </w:rPr>
          <w:t>7</w:t>
        </w:r>
        <w:r w:rsidR="00301B8E">
          <w:rPr>
            <w:noProof/>
            <w:webHidden/>
          </w:rPr>
          <w:fldChar w:fldCharType="end"/>
        </w:r>
      </w:hyperlink>
    </w:p>
    <w:p w14:paraId="62C7EE53" w14:textId="4FE75870" w:rsidR="00301B8E" w:rsidRDefault="00000000">
      <w:pPr>
        <w:pStyle w:val="Obsah1"/>
        <w:rPr>
          <w:rFonts w:eastAsiaTheme="minorEastAsia"/>
          <w:caps w:val="0"/>
          <w:noProof/>
          <w:sz w:val="22"/>
          <w:szCs w:val="22"/>
          <w:lang w:eastAsia="cs-CZ"/>
        </w:rPr>
      </w:pPr>
      <w:hyperlink w:anchor="_Toc159419869" w:history="1">
        <w:r w:rsidR="00301B8E" w:rsidRPr="001D772E">
          <w:rPr>
            <w:rStyle w:val="Hypertextovodkaz"/>
          </w:rPr>
          <w:t>6.</w:t>
        </w:r>
        <w:r w:rsidR="00301B8E">
          <w:rPr>
            <w:rFonts w:eastAsiaTheme="minorEastAsia"/>
            <w:caps w:val="0"/>
            <w:noProof/>
            <w:sz w:val="22"/>
            <w:szCs w:val="22"/>
            <w:lang w:eastAsia="cs-CZ"/>
          </w:rPr>
          <w:tab/>
        </w:r>
        <w:r w:rsidR="00301B8E" w:rsidRPr="001D772E">
          <w:rPr>
            <w:rStyle w:val="Hypertextovodkaz"/>
          </w:rPr>
          <w:t>OBSAH ZADÁVACÍ DOKUMENTACE</w:t>
        </w:r>
        <w:r w:rsidR="00301B8E">
          <w:rPr>
            <w:noProof/>
            <w:webHidden/>
          </w:rPr>
          <w:tab/>
        </w:r>
        <w:r w:rsidR="00301B8E">
          <w:rPr>
            <w:noProof/>
            <w:webHidden/>
          </w:rPr>
          <w:fldChar w:fldCharType="begin"/>
        </w:r>
        <w:r w:rsidR="00301B8E">
          <w:rPr>
            <w:noProof/>
            <w:webHidden/>
          </w:rPr>
          <w:instrText xml:space="preserve"> PAGEREF _Toc159419869 \h </w:instrText>
        </w:r>
        <w:r w:rsidR="00301B8E">
          <w:rPr>
            <w:noProof/>
            <w:webHidden/>
          </w:rPr>
        </w:r>
        <w:r w:rsidR="00301B8E">
          <w:rPr>
            <w:noProof/>
            <w:webHidden/>
          </w:rPr>
          <w:fldChar w:fldCharType="separate"/>
        </w:r>
        <w:r w:rsidR="004E54DC">
          <w:rPr>
            <w:noProof/>
            <w:webHidden/>
          </w:rPr>
          <w:t>7</w:t>
        </w:r>
        <w:r w:rsidR="00301B8E">
          <w:rPr>
            <w:noProof/>
            <w:webHidden/>
          </w:rPr>
          <w:fldChar w:fldCharType="end"/>
        </w:r>
      </w:hyperlink>
    </w:p>
    <w:p w14:paraId="2B0EC0D1" w14:textId="0EF3F788" w:rsidR="00301B8E" w:rsidRDefault="00000000">
      <w:pPr>
        <w:pStyle w:val="Obsah1"/>
        <w:rPr>
          <w:rFonts w:eastAsiaTheme="minorEastAsia"/>
          <w:caps w:val="0"/>
          <w:noProof/>
          <w:sz w:val="22"/>
          <w:szCs w:val="22"/>
          <w:lang w:eastAsia="cs-CZ"/>
        </w:rPr>
      </w:pPr>
      <w:hyperlink w:anchor="_Toc159419870" w:history="1">
        <w:r w:rsidR="00301B8E" w:rsidRPr="001D772E">
          <w:rPr>
            <w:rStyle w:val="Hypertextovodkaz"/>
          </w:rPr>
          <w:t>7.</w:t>
        </w:r>
        <w:r w:rsidR="00301B8E">
          <w:rPr>
            <w:rFonts w:eastAsiaTheme="minorEastAsia"/>
            <w:caps w:val="0"/>
            <w:noProof/>
            <w:sz w:val="22"/>
            <w:szCs w:val="22"/>
            <w:lang w:eastAsia="cs-CZ"/>
          </w:rPr>
          <w:tab/>
        </w:r>
        <w:r w:rsidR="00301B8E" w:rsidRPr="001D772E">
          <w:rPr>
            <w:rStyle w:val="Hypertextovodkaz"/>
          </w:rPr>
          <w:t>VYSVĚTLENÍ, ZMĚNY a DOPLNĚNÍ ZADÁVACÍ DOKUMENTACE</w:t>
        </w:r>
        <w:r w:rsidR="00301B8E">
          <w:rPr>
            <w:noProof/>
            <w:webHidden/>
          </w:rPr>
          <w:tab/>
        </w:r>
        <w:r w:rsidR="00301B8E">
          <w:rPr>
            <w:noProof/>
            <w:webHidden/>
          </w:rPr>
          <w:fldChar w:fldCharType="begin"/>
        </w:r>
        <w:r w:rsidR="00301B8E">
          <w:rPr>
            <w:noProof/>
            <w:webHidden/>
          </w:rPr>
          <w:instrText xml:space="preserve"> PAGEREF _Toc159419870 \h </w:instrText>
        </w:r>
        <w:r w:rsidR="00301B8E">
          <w:rPr>
            <w:noProof/>
            <w:webHidden/>
          </w:rPr>
        </w:r>
        <w:r w:rsidR="00301B8E">
          <w:rPr>
            <w:noProof/>
            <w:webHidden/>
          </w:rPr>
          <w:fldChar w:fldCharType="separate"/>
        </w:r>
        <w:r w:rsidR="004E54DC">
          <w:rPr>
            <w:noProof/>
            <w:webHidden/>
          </w:rPr>
          <w:t>8</w:t>
        </w:r>
        <w:r w:rsidR="00301B8E">
          <w:rPr>
            <w:noProof/>
            <w:webHidden/>
          </w:rPr>
          <w:fldChar w:fldCharType="end"/>
        </w:r>
      </w:hyperlink>
    </w:p>
    <w:p w14:paraId="7007E385" w14:textId="059C858D" w:rsidR="00301B8E" w:rsidRDefault="00000000">
      <w:pPr>
        <w:pStyle w:val="Obsah1"/>
        <w:rPr>
          <w:rFonts w:eastAsiaTheme="minorEastAsia"/>
          <w:caps w:val="0"/>
          <w:noProof/>
          <w:sz w:val="22"/>
          <w:szCs w:val="22"/>
          <w:lang w:eastAsia="cs-CZ"/>
        </w:rPr>
      </w:pPr>
      <w:hyperlink w:anchor="_Toc159419871" w:history="1">
        <w:r w:rsidR="00301B8E" w:rsidRPr="001D772E">
          <w:rPr>
            <w:rStyle w:val="Hypertextovodkaz"/>
          </w:rPr>
          <w:t>8.</w:t>
        </w:r>
        <w:r w:rsidR="00301B8E">
          <w:rPr>
            <w:rFonts w:eastAsiaTheme="minorEastAsia"/>
            <w:caps w:val="0"/>
            <w:noProof/>
            <w:sz w:val="22"/>
            <w:szCs w:val="22"/>
            <w:lang w:eastAsia="cs-CZ"/>
          </w:rPr>
          <w:tab/>
        </w:r>
        <w:r w:rsidR="00301B8E" w:rsidRPr="001D772E">
          <w:rPr>
            <w:rStyle w:val="Hypertextovodkaz"/>
          </w:rPr>
          <w:t>POŽADAVKY ZADAVATELE NA KVALIFIKACI</w:t>
        </w:r>
        <w:r w:rsidR="00301B8E">
          <w:rPr>
            <w:noProof/>
            <w:webHidden/>
          </w:rPr>
          <w:tab/>
        </w:r>
        <w:r w:rsidR="00301B8E">
          <w:rPr>
            <w:noProof/>
            <w:webHidden/>
          </w:rPr>
          <w:fldChar w:fldCharType="begin"/>
        </w:r>
        <w:r w:rsidR="00301B8E">
          <w:rPr>
            <w:noProof/>
            <w:webHidden/>
          </w:rPr>
          <w:instrText xml:space="preserve"> PAGEREF _Toc159419871 \h </w:instrText>
        </w:r>
        <w:r w:rsidR="00301B8E">
          <w:rPr>
            <w:noProof/>
            <w:webHidden/>
          </w:rPr>
        </w:r>
        <w:r w:rsidR="00301B8E">
          <w:rPr>
            <w:noProof/>
            <w:webHidden/>
          </w:rPr>
          <w:fldChar w:fldCharType="separate"/>
        </w:r>
        <w:r w:rsidR="004E54DC">
          <w:rPr>
            <w:noProof/>
            <w:webHidden/>
          </w:rPr>
          <w:t>9</w:t>
        </w:r>
        <w:r w:rsidR="00301B8E">
          <w:rPr>
            <w:noProof/>
            <w:webHidden/>
          </w:rPr>
          <w:fldChar w:fldCharType="end"/>
        </w:r>
      </w:hyperlink>
    </w:p>
    <w:p w14:paraId="79B05E19" w14:textId="2B55A8D7" w:rsidR="00301B8E" w:rsidRDefault="00000000">
      <w:pPr>
        <w:pStyle w:val="Obsah1"/>
        <w:rPr>
          <w:rFonts w:eastAsiaTheme="minorEastAsia"/>
          <w:caps w:val="0"/>
          <w:noProof/>
          <w:sz w:val="22"/>
          <w:szCs w:val="22"/>
          <w:lang w:eastAsia="cs-CZ"/>
        </w:rPr>
      </w:pPr>
      <w:hyperlink w:anchor="_Toc159419872" w:history="1">
        <w:r w:rsidR="00301B8E" w:rsidRPr="001D772E">
          <w:rPr>
            <w:rStyle w:val="Hypertextovodkaz"/>
          </w:rPr>
          <w:t>9.</w:t>
        </w:r>
        <w:r w:rsidR="00301B8E">
          <w:rPr>
            <w:rFonts w:eastAsiaTheme="minorEastAsia"/>
            <w:caps w:val="0"/>
            <w:noProof/>
            <w:sz w:val="22"/>
            <w:szCs w:val="22"/>
            <w:lang w:eastAsia="cs-CZ"/>
          </w:rPr>
          <w:tab/>
        </w:r>
        <w:r w:rsidR="00301B8E" w:rsidRPr="001D772E">
          <w:rPr>
            <w:rStyle w:val="Hypertextovodkaz"/>
          </w:rPr>
          <w:t>DALŠÍ INFORMACE/DOKUMENTY PŘEDKLÁDANÉ DODAVATELEM v NABÍDCE</w:t>
        </w:r>
        <w:r w:rsidR="00301B8E">
          <w:rPr>
            <w:noProof/>
            <w:webHidden/>
          </w:rPr>
          <w:tab/>
        </w:r>
        <w:r w:rsidR="00301B8E">
          <w:rPr>
            <w:noProof/>
            <w:webHidden/>
          </w:rPr>
          <w:fldChar w:fldCharType="begin"/>
        </w:r>
        <w:r w:rsidR="00301B8E">
          <w:rPr>
            <w:noProof/>
            <w:webHidden/>
          </w:rPr>
          <w:instrText xml:space="preserve"> PAGEREF _Toc159419872 \h </w:instrText>
        </w:r>
        <w:r w:rsidR="00301B8E">
          <w:rPr>
            <w:noProof/>
            <w:webHidden/>
          </w:rPr>
        </w:r>
        <w:r w:rsidR="00301B8E">
          <w:rPr>
            <w:noProof/>
            <w:webHidden/>
          </w:rPr>
          <w:fldChar w:fldCharType="separate"/>
        </w:r>
        <w:r w:rsidR="004E54DC">
          <w:rPr>
            <w:noProof/>
            <w:webHidden/>
          </w:rPr>
          <w:t>22</w:t>
        </w:r>
        <w:r w:rsidR="00301B8E">
          <w:rPr>
            <w:noProof/>
            <w:webHidden/>
          </w:rPr>
          <w:fldChar w:fldCharType="end"/>
        </w:r>
      </w:hyperlink>
    </w:p>
    <w:p w14:paraId="7E16DDCA" w14:textId="45B87216" w:rsidR="00301B8E" w:rsidRDefault="00000000">
      <w:pPr>
        <w:pStyle w:val="Obsah1"/>
        <w:rPr>
          <w:rFonts w:eastAsiaTheme="minorEastAsia"/>
          <w:caps w:val="0"/>
          <w:noProof/>
          <w:sz w:val="22"/>
          <w:szCs w:val="22"/>
          <w:lang w:eastAsia="cs-CZ"/>
        </w:rPr>
      </w:pPr>
      <w:hyperlink w:anchor="_Toc159419873" w:history="1">
        <w:r w:rsidR="00301B8E" w:rsidRPr="001D772E">
          <w:rPr>
            <w:rStyle w:val="Hypertextovodkaz"/>
          </w:rPr>
          <w:t>10.</w:t>
        </w:r>
        <w:r w:rsidR="00301B8E">
          <w:rPr>
            <w:rFonts w:eastAsiaTheme="minorEastAsia"/>
            <w:caps w:val="0"/>
            <w:noProof/>
            <w:sz w:val="22"/>
            <w:szCs w:val="22"/>
            <w:lang w:eastAsia="cs-CZ"/>
          </w:rPr>
          <w:tab/>
        </w:r>
        <w:r w:rsidR="00301B8E" w:rsidRPr="001D772E">
          <w:rPr>
            <w:rStyle w:val="Hypertextovodkaz"/>
          </w:rPr>
          <w:t>PROHLÍDKA MÍSTA PLNĚNÍ (STAVENIŠTĚ)</w:t>
        </w:r>
        <w:r w:rsidR="00301B8E">
          <w:rPr>
            <w:noProof/>
            <w:webHidden/>
          </w:rPr>
          <w:tab/>
        </w:r>
        <w:r w:rsidR="00301B8E">
          <w:rPr>
            <w:noProof/>
            <w:webHidden/>
          </w:rPr>
          <w:fldChar w:fldCharType="begin"/>
        </w:r>
        <w:r w:rsidR="00301B8E">
          <w:rPr>
            <w:noProof/>
            <w:webHidden/>
          </w:rPr>
          <w:instrText xml:space="preserve"> PAGEREF _Toc159419873 \h </w:instrText>
        </w:r>
        <w:r w:rsidR="00301B8E">
          <w:rPr>
            <w:noProof/>
            <w:webHidden/>
          </w:rPr>
        </w:r>
        <w:r w:rsidR="00301B8E">
          <w:rPr>
            <w:noProof/>
            <w:webHidden/>
          </w:rPr>
          <w:fldChar w:fldCharType="separate"/>
        </w:r>
        <w:r w:rsidR="004E54DC">
          <w:rPr>
            <w:noProof/>
            <w:webHidden/>
          </w:rPr>
          <w:t>25</w:t>
        </w:r>
        <w:r w:rsidR="00301B8E">
          <w:rPr>
            <w:noProof/>
            <w:webHidden/>
          </w:rPr>
          <w:fldChar w:fldCharType="end"/>
        </w:r>
      </w:hyperlink>
    </w:p>
    <w:p w14:paraId="4E478033" w14:textId="4EC5A191" w:rsidR="00301B8E" w:rsidRDefault="00000000">
      <w:pPr>
        <w:pStyle w:val="Obsah1"/>
        <w:rPr>
          <w:rFonts w:eastAsiaTheme="minorEastAsia"/>
          <w:caps w:val="0"/>
          <w:noProof/>
          <w:sz w:val="22"/>
          <w:szCs w:val="22"/>
          <w:lang w:eastAsia="cs-CZ"/>
        </w:rPr>
      </w:pPr>
      <w:hyperlink w:anchor="_Toc159419874" w:history="1">
        <w:r w:rsidR="00301B8E" w:rsidRPr="001D772E">
          <w:rPr>
            <w:rStyle w:val="Hypertextovodkaz"/>
          </w:rPr>
          <w:t>11.</w:t>
        </w:r>
        <w:r w:rsidR="00301B8E">
          <w:rPr>
            <w:rFonts w:eastAsiaTheme="minorEastAsia"/>
            <w:caps w:val="0"/>
            <w:noProof/>
            <w:sz w:val="22"/>
            <w:szCs w:val="22"/>
            <w:lang w:eastAsia="cs-CZ"/>
          </w:rPr>
          <w:tab/>
        </w:r>
        <w:r w:rsidR="00301B8E" w:rsidRPr="001D772E">
          <w:rPr>
            <w:rStyle w:val="Hypertextovodkaz"/>
          </w:rPr>
          <w:t>JAZYK NABÍDEK A KOMUNIKAČNÍ JAZYK</w:t>
        </w:r>
        <w:r w:rsidR="00301B8E">
          <w:rPr>
            <w:noProof/>
            <w:webHidden/>
          </w:rPr>
          <w:tab/>
        </w:r>
        <w:r w:rsidR="00301B8E">
          <w:rPr>
            <w:noProof/>
            <w:webHidden/>
          </w:rPr>
          <w:fldChar w:fldCharType="begin"/>
        </w:r>
        <w:r w:rsidR="00301B8E">
          <w:rPr>
            <w:noProof/>
            <w:webHidden/>
          </w:rPr>
          <w:instrText xml:space="preserve"> PAGEREF _Toc159419874 \h </w:instrText>
        </w:r>
        <w:r w:rsidR="00301B8E">
          <w:rPr>
            <w:noProof/>
            <w:webHidden/>
          </w:rPr>
        </w:r>
        <w:r w:rsidR="00301B8E">
          <w:rPr>
            <w:noProof/>
            <w:webHidden/>
          </w:rPr>
          <w:fldChar w:fldCharType="separate"/>
        </w:r>
        <w:r w:rsidR="004E54DC">
          <w:rPr>
            <w:noProof/>
            <w:webHidden/>
          </w:rPr>
          <w:t>25</w:t>
        </w:r>
        <w:r w:rsidR="00301B8E">
          <w:rPr>
            <w:noProof/>
            <w:webHidden/>
          </w:rPr>
          <w:fldChar w:fldCharType="end"/>
        </w:r>
      </w:hyperlink>
    </w:p>
    <w:p w14:paraId="280DFB12" w14:textId="78718978" w:rsidR="00301B8E" w:rsidRDefault="00000000">
      <w:pPr>
        <w:pStyle w:val="Obsah1"/>
        <w:rPr>
          <w:rFonts w:eastAsiaTheme="minorEastAsia"/>
          <w:caps w:val="0"/>
          <w:noProof/>
          <w:sz w:val="22"/>
          <w:szCs w:val="22"/>
          <w:lang w:eastAsia="cs-CZ"/>
        </w:rPr>
      </w:pPr>
      <w:hyperlink w:anchor="_Toc159419875" w:history="1">
        <w:r w:rsidR="00301B8E" w:rsidRPr="001D772E">
          <w:rPr>
            <w:rStyle w:val="Hypertextovodkaz"/>
          </w:rPr>
          <w:t>12.</w:t>
        </w:r>
        <w:r w:rsidR="00301B8E">
          <w:rPr>
            <w:rFonts w:eastAsiaTheme="minorEastAsia"/>
            <w:caps w:val="0"/>
            <w:noProof/>
            <w:sz w:val="22"/>
            <w:szCs w:val="22"/>
            <w:lang w:eastAsia="cs-CZ"/>
          </w:rPr>
          <w:tab/>
        </w:r>
        <w:r w:rsidR="00301B8E" w:rsidRPr="001D772E">
          <w:rPr>
            <w:rStyle w:val="Hypertextovodkaz"/>
          </w:rPr>
          <w:t>OBSAH a PODÁVÁNÍ NABÍDEK</w:t>
        </w:r>
        <w:r w:rsidR="00301B8E">
          <w:rPr>
            <w:noProof/>
            <w:webHidden/>
          </w:rPr>
          <w:tab/>
        </w:r>
        <w:r w:rsidR="00301B8E">
          <w:rPr>
            <w:noProof/>
            <w:webHidden/>
          </w:rPr>
          <w:fldChar w:fldCharType="begin"/>
        </w:r>
        <w:r w:rsidR="00301B8E">
          <w:rPr>
            <w:noProof/>
            <w:webHidden/>
          </w:rPr>
          <w:instrText xml:space="preserve"> PAGEREF _Toc159419875 \h </w:instrText>
        </w:r>
        <w:r w:rsidR="00301B8E">
          <w:rPr>
            <w:noProof/>
            <w:webHidden/>
          </w:rPr>
        </w:r>
        <w:r w:rsidR="00301B8E">
          <w:rPr>
            <w:noProof/>
            <w:webHidden/>
          </w:rPr>
          <w:fldChar w:fldCharType="separate"/>
        </w:r>
        <w:r w:rsidR="004E54DC">
          <w:rPr>
            <w:noProof/>
            <w:webHidden/>
          </w:rPr>
          <w:t>26</w:t>
        </w:r>
        <w:r w:rsidR="00301B8E">
          <w:rPr>
            <w:noProof/>
            <w:webHidden/>
          </w:rPr>
          <w:fldChar w:fldCharType="end"/>
        </w:r>
      </w:hyperlink>
    </w:p>
    <w:p w14:paraId="3B65B383" w14:textId="253DCECB" w:rsidR="00301B8E" w:rsidRDefault="00000000">
      <w:pPr>
        <w:pStyle w:val="Obsah1"/>
        <w:rPr>
          <w:rFonts w:eastAsiaTheme="minorEastAsia"/>
          <w:caps w:val="0"/>
          <w:noProof/>
          <w:sz w:val="22"/>
          <w:szCs w:val="22"/>
          <w:lang w:eastAsia="cs-CZ"/>
        </w:rPr>
      </w:pPr>
      <w:hyperlink w:anchor="_Toc159419876" w:history="1">
        <w:r w:rsidR="00301B8E" w:rsidRPr="001D772E">
          <w:rPr>
            <w:rStyle w:val="Hypertextovodkaz"/>
          </w:rPr>
          <w:t>13.</w:t>
        </w:r>
        <w:r w:rsidR="00301B8E">
          <w:rPr>
            <w:rFonts w:eastAsiaTheme="minorEastAsia"/>
            <w:caps w:val="0"/>
            <w:noProof/>
            <w:sz w:val="22"/>
            <w:szCs w:val="22"/>
            <w:lang w:eastAsia="cs-CZ"/>
          </w:rPr>
          <w:tab/>
        </w:r>
        <w:r w:rsidR="00301B8E" w:rsidRPr="001D772E">
          <w:rPr>
            <w:rStyle w:val="Hypertextovodkaz"/>
          </w:rPr>
          <w:t>POŽADAVKY NA ZPRACOVÁNÍ NABÍDKOVÉ CENY</w:t>
        </w:r>
        <w:r w:rsidR="00301B8E">
          <w:rPr>
            <w:noProof/>
            <w:webHidden/>
          </w:rPr>
          <w:tab/>
        </w:r>
        <w:r w:rsidR="00301B8E">
          <w:rPr>
            <w:noProof/>
            <w:webHidden/>
          </w:rPr>
          <w:fldChar w:fldCharType="begin"/>
        </w:r>
        <w:r w:rsidR="00301B8E">
          <w:rPr>
            <w:noProof/>
            <w:webHidden/>
          </w:rPr>
          <w:instrText xml:space="preserve"> PAGEREF _Toc159419876 \h </w:instrText>
        </w:r>
        <w:r w:rsidR="00301B8E">
          <w:rPr>
            <w:noProof/>
            <w:webHidden/>
          </w:rPr>
        </w:r>
        <w:r w:rsidR="00301B8E">
          <w:rPr>
            <w:noProof/>
            <w:webHidden/>
          </w:rPr>
          <w:fldChar w:fldCharType="separate"/>
        </w:r>
        <w:r w:rsidR="004E54DC">
          <w:rPr>
            <w:noProof/>
            <w:webHidden/>
          </w:rPr>
          <w:t>28</w:t>
        </w:r>
        <w:r w:rsidR="00301B8E">
          <w:rPr>
            <w:noProof/>
            <w:webHidden/>
          </w:rPr>
          <w:fldChar w:fldCharType="end"/>
        </w:r>
      </w:hyperlink>
    </w:p>
    <w:p w14:paraId="47A4777D" w14:textId="75C1C627" w:rsidR="00301B8E" w:rsidRDefault="00000000">
      <w:pPr>
        <w:pStyle w:val="Obsah1"/>
        <w:rPr>
          <w:rFonts w:eastAsiaTheme="minorEastAsia"/>
          <w:caps w:val="0"/>
          <w:noProof/>
          <w:sz w:val="22"/>
          <w:szCs w:val="22"/>
          <w:lang w:eastAsia="cs-CZ"/>
        </w:rPr>
      </w:pPr>
      <w:hyperlink w:anchor="_Toc159419877" w:history="1">
        <w:r w:rsidR="00301B8E" w:rsidRPr="001D772E">
          <w:rPr>
            <w:rStyle w:val="Hypertextovodkaz"/>
          </w:rPr>
          <w:t>14.</w:t>
        </w:r>
        <w:r w:rsidR="00301B8E">
          <w:rPr>
            <w:rFonts w:eastAsiaTheme="minorEastAsia"/>
            <w:caps w:val="0"/>
            <w:noProof/>
            <w:sz w:val="22"/>
            <w:szCs w:val="22"/>
            <w:lang w:eastAsia="cs-CZ"/>
          </w:rPr>
          <w:tab/>
        </w:r>
        <w:r w:rsidR="00301B8E" w:rsidRPr="001D772E">
          <w:rPr>
            <w:rStyle w:val="Hypertextovodkaz"/>
          </w:rPr>
          <w:t>VARIANTY NABÍDKY</w:t>
        </w:r>
        <w:r w:rsidR="00301B8E">
          <w:rPr>
            <w:noProof/>
            <w:webHidden/>
          </w:rPr>
          <w:tab/>
        </w:r>
        <w:r w:rsidR="00301B8E">
          <w:rPr>
            <w:noProof/>
            <w:webHidden/>
          </w:rPr>
          <w:fldChar w:fldCharType="begin"/>
        </w:r>
        <w:r w:rsidR="00301B8E">
          <w:rPr>
            <w:noProof/>
            <w:webHidden/>
          </w:rPr>
          <w:instrText xml:space="preserve"> PAGEREF _Toc159419877 \h </w:instrText>
        </w:r>
        <w:r w:rsidR="00301B8E">
          <w:rPr>
            <w:noProof/>
            <w:webHidden/>
          </w:rPr>
        </w:r>
        <w:r w:rsidR="00301B8E">
          <w:rPr>
            <w:noProof/>
            <w:webHidden/>
          </w:rPr>
          <w:fldChar w:fldCharType="separate"/>
        </w:r>
        <w:r w:rsidR="004E54DC">
          <w:rPr>
            <w:noProof/>
            <w:webHidden/>
          </w:rPr>
          <w:t>28</w:t>
        </w:r>
        <w:r w:rsidR="00301B8E">
          <w:rPr>
            <w:noProof/>
            <w:webHidden/>
          </w:rPr>
          <w:fldChar w:fldCharType="end"/>
        </w:r>
      </w:hyperlink>
    </w:p>
    <w:p w14:paraId="0B88DA85" w14:textId="7C05544B" w:rsidR="00301B8E" w:rsidRDefault="00000000">
      <w:pPr>
        <w:pStyle w:val="Obsah1"/>
        <w:rPr>
          <w:rFonts w:eastAsiaTheme="minorEastAsia"/>
          <w:caps w:val="0"/>
          <w:noProof/>
          <w:sz w:val="22"/>
          <w:szCs w:val="22"/>
          <w:lang w:eastAsia="cs-CZ"/>
        </w:rPr>
      </w:pPr>
      <w:hyperlink w:anchor="_Toc159419878" w:history="1">
        <w:r w:rsidR="00301B8E" w:rsidRPr="001D772E">
          <w:rPr>
            <w:rStyle w:val="Hypertextovodkaz"/>
          </w:rPr>
          <w:t>15.</w:t>
        </w:r>
        <w:r w:rsidR="00301B8E">
          <w:rPr>
            <w:rFonts w:eastAsiaTheme="minorEastAsia"/>
            <w:caps w:val="0"/>
            <w:noProof/>
            <w:sz w:val="22"/>
            <w:szCs w:val="22"/>
            <w:lang w:eastAsia="cs-CZ"/>
          </w:rPr>
          <w:tab/>
        </w:r>
        <w:r w:rsidR="00301B8E" w:rsidRPr="001D772E">
          <w:rPr>
            <w:rStyle w:val="Hypertextovodkaz"/>
          </w:rPr>
          <w:t>OTEVÍRÁNÍ NABÍDEK</w:t>
        </w:r>
        <w:r w:rsidR="00301B8E">
          <w:rPr>
            <w:noProof/>
            <w:webHidden/>
          </w:rPr>
          <w:tab/>
        </w:r>
        <w:r w:rsidR="00301B8E">
          <w:rPr>
            <w:noProof/>
            <w:webHidden/>
          </w:rPr>
          <w:fldChar w:fldCharType="begin"/>
        </w:r>
        <w:r w:rsidR="00301B8E">
          <w:rPr>
            <w:noProof/>
            <w:webHidden/>
          </w:rPr>
          <w:instrText xml:space="preserve"> PAGEREF _Toc159419878 \h </w:instrText>
        </w:r>
        <w:r w:rsidR="00301B8E">
          <w:rPr>
            <w:noProof/>
            <w:webHidden/>
          </w:rPr>
        </w:r>
        <w:r w:rsidR="00301B8E">
          <w:rPr>
            <w:noProof/>
            <w:webHidden/>
          </w:rPr>
          <w:fldChar w:fldCharType="separate"/>
        </w:r>
        <w:r w:rsidR="004E54DC">
          <w:rPr>
            <w:noProof/>
            <w:webHidden/>
          </w:rPr>
          <w:t>28</w:t>
        </w:r>
        <w:r w:rsidR="00301B8E">
          <w:rPr>
            <w:noProof/>
            <w:webHidden/>
          </w:rPr>
          <w:fldChar w:fldCharType="end"/>
        </w:r>
      </w:hyperlink>
    </w:p>
    <w:p w14:paraId="1C33C735" w14:textId="03EE6FFA" w:rsidR="00301B8E" w:rsidRDefault="00000000">
      <w:pPr>
        <w:pStyle w:val="Obsah1"/>
        <w:rPr>
          <w:rFonts w:eastAsiaTheme="minorEastAsia"/>
          <w:caps w:val="0"/>
          <w:noProof/>
          <w:sz w:val="22"/>
          <w:szCs w:val="22"/>
          <w:lang w:eastAsia="cs-CZ"/>
        </w:rPr>
      </w:pPr>
      <w:hyperlink w:anchor="_Toc159419879" w:history="1">
        <w:r w:rsidR="00301B8E" w:rsidRPr="001D772E">
          <w:rPr>
            <w:rStyle w:val="Hypertextovodkaz"/>
          </w:rPr>
          <w:t>16.</w:t>
        </w:r>
        <w:r w:rsidR="00301B8E">
          <w:rPr>
            <w:rFonts w:eastAsiaTheme="minorEastAsia"/>
            <w:caps w:val="0"/>
            <w:noProof/>
            <w:sz w:val="22"/>
            <w:szCs w:val="22"/>
            <w:lang w:eastAsia="cs-CZ"/>
          </w:rPr>
          <w:tab/>
        </w:r>
        <w:r w:rsidR="00301B8E" w:rsidRPr="001D772E">
          <w:rPr>
            <w:rStyle w:val="Hypertextovodkaz"/>
          </w:rPr>
          <w:t>POSOUZENÍ SPLNĚNÍ PODMÍNEK ÚČASTI</w:t>
        </w:r>
        <w:r w:rsidR="00301B8E">
          <w:rPr>
            <w:noProof/>
            <w:webHidden/>
          </w:rPr>
          <w:tab/>
        </w:r>
        <w:r w:rsidR="00301B8E">
          <w:rPr>
            <w:noProof/>
            <w:webHidden/>
          </w:rPr>
          <w:fldChar w:fldCharType="begin"/>
        </w:r>
        <w:r w:rsidR="00301B8E">
          <w:rPr>
            <w:noProof/>
            <w:webHidden/>
          </w:rPr>
          <w:instrText xml:space="preserve"> PAGEREF _Toc159419879 \h </w:instrText>
        </w:r>
        <w:r w:rsidR="00301B8E">
          <w:rPr>
            <w:noProof/>
            <w:webHidden/>
          </w:rPr>
        </w:r>
        <w:r w:rsidR="00301B8E">
          <w:rPr>
            <w:noProof/>
            <w:webHidden/>
          </w:rPr>
          <w:fldChar w:fldCharType="separate"/>
        </w:r>
        <w:r w:rsidR="004E54DC">
          <w:rPr>
            <w:noProof/>
            <w:webHidden/>
          </w:rPr>
          <w:t>28</w:t>
        </w:r>
        <w:r w:rsidR="00301B8E">
          <w:rPr>
            <w:noProof/>
            <w:webHidden/>
          </w:rPr>
          <w:fldChar w:fldCharType="end"/>
        </w:r>
      </w:hyperlink>
    </w:p>
    <w:p w14:paraId="096DFA26" w14:textId="600003E6" w:rsidR="00301B8E" w:rsidRDefault="00000000">
      <w:pPr>
        <w:pStyle w:val="Obsah1"/>
        <w:rPr>
          <w:rFonts w:eastAsiaTheme="minorEastAsia"/>
          <w:caps w:val="0"/>
          <w:noProof/>
          <w:sz w:val="22"/>
          <w:szCs w:val="22"/>
          <w:lang w:eastAsia="cs-CZ"/>
        </w:rPr>
      </w:pPr>
      <w:hyperlink w:anchor="_Toc159419880" w:history="1">
        <w:r w:rsidR="00301B8E" w:rsidRPr="001D772E">
          <w:rPr>
            <w:rStyle w:val="Hypertextovodkaz"/>
          </w:rPr>
          <w:t>17.</w:t>
        </w:r>
        <w:r w:rsidR="00301B8E">
          <w:rPr>
            <w:rFonts w:eastAsiaTheme="minorEastAsia"/>
            <w:caps w:val="0"/>
            <w:noProof/>
            <w:sz w:val="22"/>
            <w:szCs w:val="22"/>
            <w:lang w:eastAsia="cs-CZ"/>
          </w:rPr>
          <w:tab/>
        </w:r>
        <w:r w:rsidR="00301B8E" w:rsidRPr="001D772E">
          <w:rPr>
            <w:rStyle w:val="Hypertextovodkaz"/>
          </w:rPr>
          <w:t>HODNOCENÍ NABÍDEK</w:t>
        </w:r>
        <w:r w:rsidR="00301B8E">
          <w:rPr>
            <w:noProof/>
            <w:webHidden/>
          </w:rPr>
          <w:tab/>
        </w:r>
        <w:r w:rsidR="00301B8E">
          <w:rPr>
            <w:noProof/>
            <w:webHidden/>
          </w:rPr>
          <w:fldChar w:fldCharType="begin"/>
        </w:r>
        <w:r w:rsidR="00301B8E">
          <w:rPr>
            <w:noProof/>
            <w:webHidden/>
          </w:rPr>
          <w:instrText xml:space="preserve"> PAGEREF _Toc159419880 \h </w:instrText>
        </w:r>
        <w:r w:rsidR="00301B8E">
          <w:rPr>
            <w:noProof/>
            <w:webHidden/>
          </w:rPr>
        </w:r>
        <w:r w:rsidR="00301B8E">
          <w:rPr>
            <w:noProof/>
            <w:webHidden/>
          </w:rPr>
          <w:fldChar w:fldCharType="separate"/>
        </w:r>
        <w:r w:rsidR="004E54DC">
          <w:rPr>
            <w:noProof/>
            <w:webHidden/>
          </w:rPr>
          <w:t>29</w:t>
        </w:r>
        <w:r w:rsidR="00301B8E">
          <w:rPr>
            <w:noProof/>
            <w:webHidden/>
          </w:rPr>
          <w:fldChar w:fldCharType="end"/>
        </w:r>
      </w:hyperlink>
    </w:p>
    <w:p w14:paraId="5B2238A1" w14:textId="20FEB731" w:rsidR="00301B8E" w:rsidRDefault="00000000">
      <w:pPr>
        <w:pStyle w:val="Obsah1"/>
        <w:rPr>
          <w:rFonts w:eastAsiaTheme="minorEastAsia"/>
          <w:caps w:val="0"/>
          <w:noProof/>
          <w:sz w:val="22"/>
          <w:szCs w:val="22"/>
          <w:lang w:eastAsia="cs-CZ"/>
        </w:rPr>
      </w:pPr>
      <w:hyperlink w:anchor="_Toc159419881" w:history="1">
        <w:r w:rsidR="00301B8E" w:rsidRPr="001D772E">
          <w:rPr>
            <w:rStyle w:val="Hypertextovodkaz"/>
          </w:rPr>
          <w:t>18.</w:t>
        </w:r>
        <w:r w:rsidR="00301B8E">
          <w:rPr>
            <w:rFonts w:eastAsiaTheme="minorEastAsia"/>
            <w:caps w:val="0"/>
            <w:noProof/>
            <w:sz w:val="22"/>
            <w:szCs w:val="22"/>
            <w:lang w:eastAsia="cs-CZ"/>
          </w:rPr>
          <w:tab/>
        </w:r>
        <w:r w:rsidR="00301B8E" w:rsidRPr="001D772E">
          <w:rPr>
            <w:rStyle w:val="Hypertextovodkaz"/>
          </w:rPr>
          <w:t>ZRUŠENÍ ZADÁVACÍHO ŘÍZENÍ</w:t>
        </w:r>
        <w:r w:rsidR="00301B8E">
          <w:rPr>
            <w:noProof/>
            <w:webHidden/>
          </w:rPr>
          <w:tab/>
        </w:r>
        <w:r w:rsidR="00301B8E">
          <w:rPr>
            <w:noProof/>
            <w:webHidden/>
          </w:rPr>
          <w:fldChar w:fldCharType="begin"/>
        </w:r>
        <w:r w:rsidR="00301B8E">
          <w:rPr>
            <w:noProof/>
            <w:webHidden/>
          </w:rPr>
          <w:instrText xml:space="preserve"> PAGEREF _Toc159419881 \h </w:instrText>
        </w:r>
        <w:r w:rsidR="00301B8E">
          <w:rPr>
            <w:noProof/>
            <w:webHidden/>
          </w:rPr>
        </w:r>
        <w:r w:rsidR="00301B8E">
          <w:rPr>
            <w:noProof/>
            <w:webHidden/>
          </w:rPr>
          <w:fldChar w:fldCharType="separate"/>
        </w:r>
        <w:r w:rsidR="004E54DC">
          <w:rPr>
            <w:noProof/>
            <w:webHidden/>
          </w:rPr>
          <w:t>29</w:t>
        </w:r>
        <w:r w:rsidR="00301B8E">
          <w:rPr>
            <w:noProof/>
            <w:webHidden/>
          </w:rPr>
          <w:fldChar w:fldCharType="end"/>
        </w:r>
      </w:hyperlink>
    </w:p>
    <w:p w14:paraId="4AE35480" w14:textId="6D19756C" w:rsidR="00301B8E" w:rsidRDefault="00000000">
      <w:pPr>
        <w:pStyle w:val="Obsah1"/>
        <w:rPr>
          <w:rFonts w:eastAsiaTheme="minorEastAsia"/>
          <w:caps w:val="0"/>
          <w:noProof/>
          <w:sz w:val="22"/>
          <w:szCs w:val="22"/>
          <w:lang w:eastAsia="cs-CZ"/>
        </w:rPr>
      </w:pPr>
      <w:hyperlink w:anchor="_Toc159419882" w:history="1">
        <w:r w:rsidR="00301B8E" w:rsidRPr="001D772E">
          <w:rPr>
            <w:rStyle w:val="Hypertextovodkaz"/>
          </w:rPr>
          <w:t>19.</w:t>
        </w:r>
        <w:r w:rsidR="00301B8E">
          <w:rPr>
            <w:rFonts w:eastAsiaTheme="minorEastAsia"/>
            <w:caps w:val="0"/>
            <w:noProof/>
            <w:sz w:val="22"/>
            <w:szCs w:val="22"/>
            <w:lang w:eastAsia="cs-CZ"/>
          </w:rPr>
          <w:tab/>
        </w:r>
        <w:r w:rsidR="00301B8E" w:rsidRPr="001D772E">
          <w:rPr>
            <w:rStyle w:val="Hypertextovodkaz"/>
          </w:rPr>
          <w:t>UZAVŘENÍ SMLOUVY</w:t>
        </w:r>
        <w:r w:rsidR="00301B8E">
          <w:rPr>
            <w:noProof/>
            <w:webHidden/>
          </w:rPr>
          <w:tab/>
        </w:r>
        <w:r w:rsidR="00301B8E">
          <w:rPr>
            <w:noProof/>
            <w:webHidden/>
          </w:rPr>
          <w:fldChar w:fldCharType="begin"/>
        </w:r>
        <w:r w:rsidR="00301B8E">
          <w:rPr>
            <w:noProof/>
            <w:webHidden/>
          </w:rPr>
          <w:instrText xml:space="preserve"> PAGEREF _Toc159419882 \h </w:instrText>
        </w:r>
        <w:r w:rsidR="00301B8E">
          <w:rPr>
            <w:noProof/>
            <w:webHidden/>
          </w:rPr>
        </w:r>
        <w:r w:rsidR="00301B8E">
          <w:rPr>
            <w:noProof/>
            <w:webHidden/>
          </w:rPr>
          <w:fldChar w:fldCharType="separate"/>
        </w:r>
        <w:r w:rsidR="004E54DC">
          <w:rPr>
            <w:noProof/>
            <w:webHidden/>
          </w:rPr>
          <w:t>29</w:t>
        </w:r>
        <w:r w:rsidR="00301B8E">
          <w:rPr>
            <w:noProof/>
            <w:webHidden/>
          </w:rPr>
          <w:fldChar w:fldCharType="end"/>
        </w:r>
      </w:hyperlink>
    </w:p>
    <w:p w14:paraId="0E2D8E71" w14:textId="0799DB40" w:rsidR="00301B8E" w:rsidRDefault="00000000">
      <w:pPr>
        <w:pStyle w:val="Obsah1"/>
        <w:rPr>
          <w:rFonts w:eastAsiaTheme="minorEastAsia"/>
          <w:caps w:val="0"/>
          <w:noProof/>
          <w:sz w:val="22"/>
          <w:szCs w:val="22"/>
          <w:lang w:eastAsia="cs-CZ"/>
        </w:rPr>
      </w:pPr>
      <w:hyperlink w:anchor="_Toc159419883" w:history="1">
        <w:r w:rsidR="00301B8E" w:rsidRPr="001D772E">
          <w:rPr>
            <w:rStyle w:val="Hypertextovodkaz"/>
          </w:rPr>
          <w:t>20.</w:t>
        </w:r>
        <w:r w:rsidR="00301B8E">
          <w:rPr>
            <w:rFonts w:eastAsiaTheme="minorEastAsia"/>
            <w:caps w:val="0"/>
            <w:noProof/>
            <w:sz w:val="22"/>
            <w:szCs w:val="22"/>
            <w:lang w:eastAsia="cs-CZ"/>
          </w:rPr>
          <w:tab/>
        </w:r>
        <w:r w:rsidR="00301B8E" w:rsidRPr="001D772E">
          <w:rPr>
            <w:rStyle w:val="Hypertextovodkaz"/>
          </w:rPr>
          <w:t>OCHRANA INFORMACÍ</w:t>
        </w:r>
        <w:r w:rsidR="00301B8E">
          <w:rPr>
            <w:noProof/>
            <w:webHidden/>
          </w:rPr>
          <w:tab/>
        </w:r>
        <w:r w:rsidR="00301B8E">
          <w:rPr>
            <w:noProof/>
            <w:webHidden/>
          </w:rPr>
          <w:fldChar w:fldCharType="begin"/>
        </w:r>
        <w:r w:rsidR="00301B8E">
          <w:rPr>
            <w:noProof/>
            <w:webHidden/>
          </w:rPr>
          <w:instrText xml:space="preserve"> PAGEREF _Toc159419883 \h </w:instrText>
        </w:r>
        <w:r w:rsidR="00301B8E">
          <w:rPr>
            <w:noProof/>
            <w:webHidden/>
          </w:rPr>
        </w:r>
        <w:r w:rsidR="00301B8E">
          <w:rPr>
            <w:noProof/>
            <w:webHidden/>
          </w:rPr>
          <w:fldChar w:fldCharType="separate"/>
        </w:r>
        <w:r w:rsidR="004E54DC">
          <w:rPr>
            <w:noProof/>
            <w:webHidden/>
          </w:rPr>
          <w:t>32</w:t>
        </w:r>
        <w:r w:rsidR="00301B8E">
          <w:rPr>
            <w:noProof/>
            <w:webHidden/>
          </w:rPr>
          <w:fldChar w:fldCharType="end"/>
        </w:r>
      </w:hyperlink>
    </w:p>
    <w:p w14:paraId="04BE33A9" w14:textId="357FDD52" w:rsidR="00301B8E" w:rsidRDefault="00000000">
      <w:pPr>
        <w:pStyle w:val="Obsah1"/>
        <w:rPr>
          <w:rFonts w:eastAsiaTheme="minorEastAsia"/>
          <w:caps w:val="0"/>
          <w:noProof/>
          <w:sz w:val="22"/>
          <w:szCs w:val="22"/>
          <w:lang w:eastAsia="cs-CZ"/>
        </w:rPr>
      </w:pPr>
      <w:hyperlink w:anchor="_Toc159419884" w:history="1">
        <w:r w:rsidR="00301B8E" w:rsidRPr="001D772E">
          <w:rPr>
            <w:rStyle w:val="Hypertextovodkaz"/>
          </w:rPr>
          <w:t>21.</w:t>
        </w:r>
        <w:r w:rsidR="00301B8E">
          <w:rPr>
            <w:rFonts w:eastAsiaTheme="minorEastAsia"/>
            <w:caps w:val="0"/>
            <w:noProof/>
            <w:sz w:val="22"/>
            <w:szCs w:val="22"/>
            <w:lang w:eastAsia="cs-CZ"/>
          </w:rPr>
          <w:tab/>
        </w:r>
        <w:r w:rsidR="00301B8E" w:rsidRPr="001D772E">
          <w:rPr>
            <w:rStyle w:val="Hypertextovodkaz"/>
          </w:rPr>
          <w:t>ZADÁVACÍ LHŮTA A JISTOTA ZA NABÍDKU</w:t>
        </w:r>
        <w:r w:rsidR="00301B8E">
          <w:rPr>
            <w:noProof/>
            <w:webHidden/>
          </w:rPr>
          <w:tab/>
        </w:r>
        <w:r w:rsidR="00301B8E">
          <w:rPr>
            <w:noProof/>
            <w:webHidden/>
          </w:rPr>
          <w:fldChar w:fldCharType="begin"/>
        </w:r>
        <w:r w:rsidR="00301B8E">
          <w:rPr>
            <w:noProof/>
            <w:webHidden/>
          </w:rPr>
          <w:instrText xml:space="preserve"> PAGEREF _Toc159419884 \h </w:instrText>
        </w:r>
        <w:r w:rsidR="00301B8E">
          <w:rPr>
            <w:noProof/>
            <w:webHidden/>
          </w:rPr>
        </w:r>
        <w:r w:rsidR="00301B8E">
          <w:rPr>
            <w:noProof/>
            <w:webHidden/>
          </w:rPr>
          <w:fldChar w:fldCharType="separate"/>
        </w:r>
        <w:r w:rsidR="004E54DC">
          <w:rPr>
            <w:noProof/>
            <w:webHidden/>
          </w:rPr>
          <w:t>33</w:t>
        </w:r>
        <w:r w:rsidR="00301B8E">
          <w:rPr>
            <w:noProof/>
            <w:webHidden/>
          </w:rPr>
          <w:fldChar w:fldCharType="end"/>
        </w:r>
      </w:hyperlink>
    </w:p>
    <w:p w14:paraId="0FD08D20" w14:textId="76966A39" w:rsidR="00301B8E" w:rsidRDefault="00000000">
      <w:pPr>
        <w:pStyle w:val="Obsah1"/>
        <w:rPr>
          <w:rFonts w:eastAsiaTheme="minorEastAsia"/>
          <w:caps w:val="0"/>
          <w:noProof/>
          <w:sz w:val="22"/>
          <w:szCs w:val="22"/>
          <w:lang w:eastAsia="cs-CZ"/>
        </w:rPr>
      </w:pPr>
      <w:hyperlink w:anchor="_Toc159419885" w:history="1">
        <w:r w:rsidR="00301B8E" w:rsidRPr="001D772E">
          <w:rPr>
            <w:rStyle w:val="Hypertextovodkaz"/>
          </w:rPr>
          <w:t>22.</w:t>
        </w:r>
        <w:r w:rsidR="00301B8E">
          <w:rPr>
            <w:rFonts w:eastAsiaTheme="minorEastAsia"/>
            <w:caps w:val="0"/>
            <w:noProof/>
            <w:sz w:val="22"/>
            <w:szCs w:val="22"/>
            <w:lang w:eastAsia="cs-CZ"/>
          </w:rPr>
          <w:tab/>
        </w:r>
        <w:r w:rsidR="00301B8E" w:rsidRPr="001D772E">
          <w:rPr>
            <w:rStyle w:val="Hypertextovodkaz"/>
          </w:rPr>
          <w:t>SOCIÁLNĚ A ENVIRONMENTÁLNĚ ODPOVĚDNÉ ZADÁVÁNÍ, INOVACE</w:t>
        </w:r>
        <w:r w:rsidR="00301B8E">
          <w:rPr>
            <w:noProof/>
            <w:webHidden/>
          </w:rPr>
          <w:tab/>
        </w:r>
        <w:r w:rsidR="00301B8E">
          <w:rPr>
            <w:noProof/>
            <w:webHidden/>
          </w:rPr>
          <w:fldChar w:fldCharType="begin"/>
        </w:r>
        <w:r w:rsidR="00301B8E">
          <w:rPr>
            <w:noProof/>
            <w:webHidden/>
          </w:rPr>
          <w:instrText xml:space="preserve"> PAGEREF _Toc159419885 \h </w:instrText>
        </w:r>
        <w:r w:rsidR="00301B8E">
          <w:rPr>
            <w:noProof/>
            <w:webHidden/>
          </w:rPr>
        </w:r>
        <w:r w:rsidR="00301B8E">
          <w:rPr>
            <w:noProof/>
            <w:webHidden/>
          </w:rPr>
          <w:fldChar w:fldCharType="separate"/>
        </w:r>
        <w:r w:rsidR="004E54DC">
          <w:rPr>
            <w:noProof/>
            <w:webHidden/>
          </w:rPr>
          <w:t>33</w:t>
        </w:r>
        <w:r w:rsidR="00301B8E">
          <w:rPr>
            <w:noProof/>
            <w:webHidden/>
          </w:rPr>
          <w:fldChar w:fldCharType="end"/>
        </w:r>
      </w:hyperlink>
    </w:p>
    <w:p w14:paraId="4EC2B6FA" w14:textId="5ED226BE" w:rsidR="00301B8E" w:rsidRDefault="00000000">
      <w:pPr>
        <w:pStyle w:val="Obsah1"/>
        <w:rPr>
          <w:rFonts w:eastAsiaTheme="minorEastAsia"/>
          <w:caps w:val="0"/>
          <w:noProof/>
          <w:sz w:val="22"/>
          <w:szCs w:val="22"/>
          <w:lang w:eastAsia="cs-CZ"/>
        </w:rPr>
      </w:pPr>
      <w:hyperlink w:anchor="_Toc159419886" w:history="1">
        <w:r w:rsidR="00301B8E" w:rsidRPr="001D772E">
          <w:rPr>
            <w:rStyle w:val="Hypertextovodkaz"/>
          </w:rPr>
          <w:t>23.</w:t>
        </w:r>
        <w:r w:rsidR="00301B8E">
          <w:rPr>
            <w:rFonts w:eastAsiaTheme="minorEastAsia"/>
            <w:caps w:val="0"/>
            <w:noProof/>
            <w:sz w:val="22"/>
            <w:szCs w:val="22"/>
            <w:lang w:eastAsia="cs-CZ"/>
          </w:rPr>
          <w:tab/>
        </w:r>
        <w:r w:rsidR="00301B8E" w:rsidRPr="001D772E">
          <w:rPr>
            <w:rStyle w:val="Hypertextovodkaz"/>
          </w:rPr>
          <w:t>Další zadávací podmínky v návaznosti na MEZINÁRODNÍ sankce, zákaz zadání veřejné zakázky</w:t>
        </w:r>
        <w:r w:rsidR="00301B8E">
          <w:rPr>
            <w:noProof/>
            <w:webHidden/>
          </w:rPr>
          <w:tab/>
        </w:r>
        <w:r w:rsidR="00301B8E">
          <w:rPr>
            <w:noProof/>
            <w:webHidden/>
          </w:rPr>
          <w:fldChar w:fldCharType="begin"/>
        </w:r>
        <w:r w:rsidR="00301B8E">
          <w:rPr>
            <w:noProof/>
            <w:webHidden/>
          </w:rPr>
          <w:instrText xml:space="preserve"> PAGEREF _Toc159419886 \h </w:instrText>
        </w:r>
        <w:r w:rsidR="00301B8E">
          <w:rPr>
            <w:noProof/>
            <w:webHidden/>
          </w:rPr>
        </w:r>
        <w:r w:rsidR="00301B8E">
          <w:rPr>
            <w:noProof/>
            <w:webHidden/>
          </w:rPr>
          <w:fldChar w:fldCharType="separate"/>
        </w:r>
        <w:r w:rsidR="004E54DC">
          <w:rPr>
            <w:noProof/>
            <w:webHidden/>
          </w:rPr>
          <w:t>34</w:t>
        </w:r>
        <w:r w:rsidR="00301B8E">
          <w:rPr>
            <w:noProof/>
            <w:webHidden/>
          </w:rPr>
          <w:fldChar w:fldCharType="end"/>
        </w:r>
      </w:hyperlink>
    </w:p>
    <w:p w14:paraId="1EF2710F" w14:textId="11980B5C" w:rsidR="00301B8E" w:rsidRDefault="00000000">
      <w:pPr>
        <w:pStyle w:val="Obsah1"/>
        <w:rPr>
          <w:rFonts w:eastAsiaTheme="minorEastAsia"/>
          <w:caps w:val="0"/>
          <w:noProof/>
          <w:sz w:val="22"/>
          <w:szCs w:val="22"/>
          <w:lang w:eastAsia="cs-CZ"/>
        </w:rPr>
      </w:pPr>
      <w:hyperlink w:anchor="_Toc159419887" w:history="1">
        <w:r w:rsidR="00301B8E" w:rsidRPr="001D772E">
          <w:rPr>
            <w:rStyle w:val="Hypertextovodkaz"/>
          </w:rPr>
          <w:t>24.</w:t>
        </w:r>
        <w:r w:rsidR="00301B8E">
          <w:rPr>
            <w:rFonts w:eastAsiaTheme="minorEastAsia"/>
            <w:caps w:val="0"/>
            <w:noProof/>
            <w:sz w:val="22"/>
            <w:szCs w:val="22"/>
            <w:lang w:eastAsia="cs-CZ"/>
          </w:rPr>
          <w:tab/>
        </w:r>
        <w:r w:rsidR="00301B8E" w:rsidRPr="001D772E">
          <w:rPr>
            <w:rStyle w:val="Hypertextovodkaz"/>
          </w:rPr>
          <w:t>PŘÍLOHY TĚCHTO POKYNŮ</w:t>
        </w:r>
        <w:r w:rsidR="00301B8E">
          <w:rPr>
            <w:noProof/>
            <w:webHidden/>
          </w:rPr>
          <w:tab/>
        </w:r>
        <w:r w:rsidR="00301B8E">
          <w:rPr>
            <w:noProof/>
            <w:webHidden/>
          </w:rPr>
          <w:fldChar w:fldCharType="begin"/>
        </w:r>
        <w:r w:rsidR="00301B8E">
          <w:rPr>
            <w:noProof/>
            <w:webHidden/>
          </w:rPr>
          <w:instrText xml:space="preserve"> PAGEREF _Toc159419887 \h </w:instrText>
        </w:r>
        <w:r w:rsidR="00301B8E">
          <w:rPr>
            <w:noProof/>
            <w:webHidden/>
          </w:rPr>
        </w:r>
        <w:r w:rsidR="00301B8E">
          <w:rPr>
            <w:noProof/>
            <w:webHidden/>
          </w:rPr>
          <w:fldChar w:fldCharType="separate"/>
        </w:r>
        <w:r w:rsidR="004E54DC">
          <w:rPr>
            <w:noProof/>
            <w:webHidden/>
          </w:rPr>
          <w:t>35</w:t>
        </w:r>
        <w:r w:rsidR="00301B8E">
          <w:rPr>
            <w:noProof/>
            <w:webHidden/>
          </w:rPr>
          <w:fldChar w:fldCharType="end"/>
        </w:r>
      </w:hyperlink>
    </w:p>
    <w:p w14:paraId="0E7F91FD" w14:textId="5417B5D4"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0" w:name="_Toc159419864"/>
      <w:bookmarkStart w:id="1" w:name="_Toc389559699"/>
      <w:bookmarkStart w:id="2" w:name="_Toc397429847"/>
      <w:bookmarkStart w:id="3" w:name="_Ref433028040"/>
      <w:bookmarkStart w:id="4" w:name="_Toc1048197"/>
      <w:r>
        <w:lastRenderedPageBreak/>
        <w:t>ÚVODNÍ USTANOVENÍ</w:t>
      </w:r>
      <w:bookmarkEnd w:id="0"/>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35015000" w:rsidR="0035531B" w:rsidRDefault="003322E1" w:rsidP="0035531B">
      <w:pPr>
        <w:pStyle w:val="Text1-1"/>
      </w:pPr>
      <w:r>
        <w:t xml:space="preserve">Rozhodnutím zadavatele je tato veřejná zakázka zadávána jako nadlimitní. </w:t>
      </w:r>
      <w:r w:rsidR="0035531B">
        <w:t>Veřejná zakázka na stavební práce je zadávána</w:t>
      </w:r>
      <w:r w:rsidR="00092CC9">
        <w:t xml:space="preserve"> v </w:t>
      </w:r>
      <w:r w:rsidR="0035531B">
        <w:t>otevřeném řízení dle § 56</w:t>
      </w:r>
      <w:r w:rsidR="00845C50">
        <w:t xml:space="preserve"> a </w:t>
      </w:r>
      <w:r w:rsidR="0035531B">
        <w:t>násl. ZZVZ.</w:t>
      </w:r>
    </w:p>
    <w:p w14:paraId="6F81237C" w14:textId="00CA9A49"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2F2D47">
        <w:t xml:space="preserve"> sektorová veřejná zakázka</w:t>
      </w:r>
      <w:r w:rsidRPr="00EF7EA5">
        <w:t xml:space="preserve">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5BD22B20"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 xml:space="preserve">To neplatí v případě postupu dle § 40 odst. </w:t>
      </w:r>
      <w:r w:rsidR="00371B6B">
        <w:rPr>
          <w:szCs w:val="24"/>
        </w:rPr>
        <w:t>6</w:t>
      </w:r>
      <w:r w:rsidR="00F23C73" w:rsidRPr="00DD3B19">
        <w:rPr>
          <w:szCs w:val="24"/>
        </w:rPr>
        <w:t xml:space="preserve"> ZZVZ</w:t>
      </w:r>
      <w:r w:rsidR="004D12E9">
        <w:rPr>
          <w:szCs w:val="24"/>
        </w:rPr>
        <w:t>.</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BFD351F" w14:textId="77777777" w:rsidR="0035531B" w:rsidRDefault="0035531B" w:rsidP="0035531B">
      <w:pPr>
        <w:pStyle w:val="Nadpis1-1"/>
      </w:pPr>
      <w:bookmarkStart w:id="5" w:name="_Toc159419865"/>
      <w:r>
        <w:t>IDENTIFIKAČNÍ ÚDAJE ZADAVATELE</w:t>
      </w:r>
      <w:bookmarkEnd w:id="5"/>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lastRenderedPageBreak/>
        <w:t>DIČ: CZ70994234</w:t>
      </w:r>
    </w:p>
    <w:p w14:paraId="7FCEBC66" w14:textId="77777777" w:rsidR="0035531B" w:rsidRDefault="0035531B" w:rsidP="0035531B">
      <w:pPr>
        <w:pStyle w:val="Textbezslovn"/>
        <w:spacing w:after="0"/>
      </w:pPr>
      <w:r>
        <w:t>Identifikátor datové schránky: uccchjm</w:t>
      </w:r>
    </w:p>
    <w:p w14:paraId="63A769DD" w14:textId="5AC15A23" w:rsidR="0035531B" w:rsidRPr="000A0CB3" w:rsidRDefault="0035531B" w:rsidP="00670B5A">
      <w:pPr>
        <w:pStyle w:val="Textbezslovn"/>
        <w:spacing w:after="0"/>
        <w:ind w:left="2127" w:hanging="1390"/>
        <w:rPr>
          <w:rFonts w:ascii="Calibri" w:hAnsi="Calibri" w:cs="Calibri"/>
        </w:rPr>
      </w:pPr>
      <w:r>
        <w:t xml:space="preserve">zastoupená: </w:t>
      </w:r>
      <w:r>
        <w:tab/>
      </w:r>
      <w:r w:rsidRPr="000174E8">
        <w:t>Ing. Mojmírem Nejezchlebem, náměstkem generálního ředitele pro modernizaci dráhy, na základě pověření č. 2372 ze dne 26. 02. 2018</w:t>
      </w:r>
      <w:r w:rsidR="000A0CB3">
        <w:t xml:space="preserve"> nebo Ing. Ondřejem G</w:t>
      </w:r>
      <w:r w:rsidR="000A0CB3" w:rsidRPr="000A0CB3">
        <w:t>öpfertem, ředitelem odboru investičního, na základě pověření č. 14-NM ze dne 13. 11. 2023</w:t>
      </w:r>
      <w:r w:rsidR="00F22F7C">
        <w:t>.</w:t>
      </w:r>
    </w:p>
    <w:p w14:paraId="28951FC0" w14:textId="77777777" w:rsidR="0035531B" w:rsidRDefault="0035531B" w:rsidP="0035531B">
      <w:pPr>
        <w:pStyle w:val="Nadpis1-1"/>
      </w:pPr>
      <w:bookmarkStart w:id="6" w:name="_Toc159419866"/>
      <w:r>
        <w:t>KOMUNIKACE MEZI ZADAVATELEM</w:t>
      </w:r>
      <w:r w:rsidR="00845C50">
        <w:t xml:space="preserve"> a </w:t>
      </w:r>
      <w:r>
        <w:t>DODAVATELEM</w:t>
      </w:r>
      <w:bookmarkEnd w:id="6"/>
      <w:r>
        <w:t xml:space="preserve"> </w:t>
      </w:r>
    </w:p>
    <w:p w14:paraId="7BEFC1C4" w14:textId="2B3DD998" w:rsidR="0035531B" w:rsidRDefault="00371B6B"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w:t>
      </w:r>
      <w:r w:rsidRPr="00371B6B">
        <w:t xml:space="preserve"> </w:t>
      </w:r>
      <w:r>
        <w:t>Písemná</w:t>
      </w:r>
      <w:r w:rsidR="00845C50">
        <w:t> </w:t>
      </w:r>
      <w:r w:rsidR="0035531B">
        <w:t>komunikace mezi zadavatelem</w:t>
      </w:r>
      <w:r w:rsidR="00845C50">
        <w:t xml:space="preserve"> a </w:t>
      </w:r>
      <w:r w:rsidR="0035531B">
        <w:t>dodavateli</w:t>
      </w:r>
      <w:r w:rsidR="00092CC9">
        <w:t xml:space="preserve"> v </w:t>
      </w:r>
      <w:r w:rsidR="0035531B">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rsidR="0035531B">
        <w:t>.</w:t>
      </w:r>
      <w:r w:rsidR="004E4BDF">
        <w:t xml:space="preserve"> </w:t>
      </w:r>
    </w:p>
    <w:p w14:paraId="37E9852C" w14:textId="7A72FB41" w:rsidR="0035531B" w:rsidRDefault="0035531B" w:rsidP="0035531B">
      <w:pPr>
        <w:pStyle w:val="Text1-1"/>
      </w:pPr>
      <w:r>
        <w:t xml:space="preserve">Kontaktní osobou zadavatele pro zadávací řízení je: </w:t>
      </w:r>
      <w:r w:rsidR="009323A8">
        <w:t>Bc. Martin Baudis</w:t>
      </w:r>
    </w:p>
    <w:p w14:paraId="14A6C453" w14:textId="2E302476" w:rsidR="0035531B" w:rsidRDefault="0035531B" w:rsidP="0035531B">
      <w:pPr>
        <w:pStyle w:val="Textbezslovn"/>
        <w:spacing w:after="0"/>
      </w:pPr>
      <w:r>
        <w:t xml:space="preserve">telefon: </w:t>
      </w:r>
      <w:r>
        <w:tab/>
      </w:r>
      <w:r w:rsidR="001B2912">
        <w:t>+420 601 570 898</w:t>
      </w:r>
    </w:p>
    <w:p w14:paraId="5CC667BC" w14:textId="6B8AF4FF" w:rsidR="0035531B" w:rsidRDefault="0035531B" w:rsidP="0035531B">
      <w:pPr>
        <w:pStyle w:val="Textbezslovn"/>
        <w:spacing w:after="0"/>
      </w:pPr>
      <w:r>
        <w:t xml:space="preserve">e-mail: </w:t>
      </w:r>
      <w:r>
        <w:tab/>
      </w:r>
      <w:r w:rsidR="001B2912">
        <w:t>BaudisM@spravazeleznic.cz</w:t>
      </w:r>
    </w:p>
    <w:p w14:paraId="7C4F266C" w14:textId="77777777" w:rsidR="001B2912" w:rsidRDefault="0035531B" w:rsidP="001B2912">
      <w:pPr>
        <w:pStyle w:val="Zkladntext"/>
        <w:spacing w:after="0" w:line="240" w:lineRule="auto"/>
        <w:ind w:left="709"/>
        <w:jc w:val="both"/>
      </w:pPr>
      <w:r>
        <w:t xml:space="preserve">adresa: </w:t>
      </w:r>
      <w:r>
        <w:tab/>
      </w:r>
      <w:r w:rsidR="001B2912" w:rsidRPr="009B6F3E">
        <w:t xml:space="preserve">Správa </w:t>
      </w:r>
      <w:r w:rsidR="001B2912">
        <w:t>železnic</w:t>
      </w:r>
      <w:r w:rsidR="001B2912" w:rsidRPr="009B6F3E">
        <w:t>, státní organizace</w:t>
      </w:r>
    </w:p>
    <w:p w14:paraId="03820A7A" w14:textId="77777777" w:rsidR="001B2912" w:rsidRPr="00233EB0" w:rsidRDefault="001B2912" w:rsidP="001B2912">
      <w:pPr>
        <w:pStyle w:val="Zkladntext"/>
        <w:spacing w:after="0" w:line="240" w:lineRule="auto"/>
        <w:ind w:left="1418"/>
        <w:jc w:val="both"/>
      </w:pPr>
      <w:r>
        <w:tab/>
      </w:r>
      <w:r w:rsidRPr="00233EB0">
        <w:t>Stavební správa západ</w:t>
      </w:r>
    </w:p>
    <w:p w14:paraId="2ED8ACEF" w14:textId="77777777" w:rsidR="001B2912" w:rsidRPr="00233EB0" w:rsidRDefault="001B2912" w:rsidP="001B2912">
      <w:pPr>
        <w:pStyle w:val="Zkladntext"/>
        <w:spacing w:after="0" w:line="240" w:lineRule="auto"/>
        <w:ind w:left="1418"/>
        <w:jc w:val="both"/>
      </w:pPr>
      <w:r w:rsidRPr="00233EB0">
        <w:tab/>
      </w:r>
      <w:r>
        <w:t>Ke Štvanici 656/3</w:t>
      </w:r>
    </w:p>
    <w:p w14:paraId="4286915B" w14:textId="496F12A8" w:rsidR="0035531B" w:rsidRDefault="001B2912" w:rsidP="001B2912">
      <w:pPr>
        <w:pStyle w:val="Textbezslovn"/>
      </w:pPr>
      <w:r w:rsidRPr="00233EB0">
        <w:tab/>
      </w:r>
      <w:r>
        <w:tab/>
        <w:t>186 00 Praha 8 - Karlín</w:t>
      </w:r>
    </w:p>
    <w:p w14:paraId="3F8325C7" w14:textId="77777777" w:rsidR="0035531B" w:rsidRPr="00532876" w:rsidRDefault="0035531B" w:rsidP="0035531B">
      <w:pPr>
        <w:pStyle w:val="Nadpis1-1"/>
      </w:pPr>
      <w:bookmarkStart w:id="7" w:name="_Toc159419867"/>
      <w:r w:rsidRPr="00532876">
        <w:t>ÚČEL</w:t>
      </w:r>
      <w:r w:rsidR="00845C50" w:rsidRPr="00532876">
        <w:t xml:space="preserve"> a </w:t>
      </w:r>
      <w:r w:rsidRPr="00532876">
        <w:t>PŘEDMĚT PLNĚNÍ VEŘEJNÉ ZAKÁZKY</w:t>
      </w:r>
      <w:bookmarkEnd w:id="7"/>
    </w:p>
    <w:p w14:paraId="254D1557" w14:textId="77777777" w:rsidR="0035531B" w:rsidRDefault="0035531B" w:rsidP="0035531B">
      <w:pPr>
        <w:pStyle w:val="Text1-1"/>
      </w:pPr>
      <w:r>
        <w:t>Účel veřejné zakázky</w:t>
      </w:r>
    </w:p>
    <w:p w14:paraId="1938807A" w14:textId="5B7A4E1D" w:rsidR="0035531B" w:rsidRDefault="00F37C57" w:rsidP="0035531B">
      <w:pPr>
        <w:pStyle w:val="Textbezslovn"/>
      </w:pPr>
      <w:r>
        <w:t xml:space="preserve">Účelem </w:t>
      </w:r>
      <w:r w:rsidRPr="00F61E55">
        <w:t xml:space="preserve">díla je zhotovení </w:t>
      </w:r>
      <w:r>
        <w:t xml:space="preserve">projektové dokumentace a </w:t>
      </w:r>
      <w:r w:rsidRPr="00F61E55">
        <w:t xml:space="preserve">souboru </w:t>
      </w:r>
      <w:bookmarkStart w:id="8" w:name="_Hlk126238396"/>
      <w:r w:rsidRPr="00F61E55">
        <w:t xml:space="preserve">staveb </w:t>
      </w:r>
      <w:r w:rsidRPr="00F45435">
        <w:rPr>
          <w:b/>
          <w:bCs/>
        </w:rPr>
        <w:t>„</w:t>
      </w:r>
      <w:r w:rsidRPr="00537874">
        <w:rPr>
          <w:b/>
        </w:rPr>
        <w:t xml:space="preserve">Rekonstrukce </w:t>
      </w:r>
      <w:r>
        <w:rPr>
          <w:b/>
        </w:rPr>
        <w:t>systému DDTS ŽDC v obvodu OŘ Praha, Olomouc, Brno, Ostrava</w:t>
      </w:r>
      <w:r w:rsidRPr="00F45435">
        <w:rPr>
          <w:b/>
        </w:rPr>
        <w:t>“</w:t>
      </w:r>
      <w:r>
        <w:rPr>
          <w:b/>
        </w:rPr>
        <w:t xml:space="preserve"> </w:t>
      </w:r>
      <w:bookmarkEnd w:id="8"/>
      <w:r w:rsidRPr="00F61E55">
        <w:t>(dále</w:t>
      </w:r>
      <w:r>
        <w:t xml:space="preserve"> jen </w:t>
      </w:r>
      <w:r w:rsidRPr="00F45435">
        <w:rPr>
          <w:b/>
          <w:bCs/>
        </w:rPr>
        <w:t>„</w:t>
      </w:r>
      <w:r w:rsidRPr="00822683">
        <w:rPr>
          <w:b/>
        </w:rPr>
        <w:t>Stavba</w:t>
      </w:r>
      <w:r>
        <w:rPr>
          <w:b/>
        </w:rPr>
        <w:t> </w:t>
      </w:r>
      <w:r w:rsidRPr="00822683">
        <w:rPr>
          <w:b/>
        </w:rPr>
        <w:t>1</w:t>
      </w:r>
      <w:r w:rsidRPr="00F45435">
        <w:rPr>
          <w:b/>
          <w:bCs/>
        </w:rPr>
        <w:t>“</w:t>
      </w:r>
      <w:r w:rsidRPr="00F61E55">
        <w:t xml:space="preserve">) a </w:t>
      </w:r>
      <w:bookmarkStart w:id="9" w:name="_Hlk126238425"/>
      <w:r w:rsidRPr="00F45435">
        <w:rPr>
          <w:b/>
          <w:bCs/>
        </w:rPr>
        <w:t>„</w:t>
      </w:r>
      <w:r w:rsidRPr="00537874">
        <w:rPr>
          <w:b/>
        </w:rPr>
        <w:t xml:space="preserve">Rekonstrukce </w:t>
      </w:r>
      <w:r>
        <w:rPr>
          <w:b/>
        </w:rPr>
        <w:t>systému DDTS ŽDC v obvodu OŘ Plzeň, Ústí nad Labem, Hradec Králové</w:t>
      </w:r>
      <w:r w:rsidRPr="00F45435">
        <w:rPr>
          <w:b/>
          <w:bCs/>
        </w:rPr>
        <w:t>”</w:t>
      </w:r>
      <w:r w:rsidRPr="00F61E55">
        <w:t xml:space="preserve"> </w:t>
      </w:r>
      <w:bookmarkEnd w:id="9"/>
      <w:r w:rsidRPr="00F61E55">
        <w:t>(dále</w:t>
      </w:r>
      <w:r>
        <w:t xml:space="preserve"> jen</w:t>
      </w:r>
      <w:r w:rsidRPr="00F61E55">
        <w:t xml:space="preserve"> </w:t>
      </w:r>
      <w:r w:rsidRPr="00F45435">
        <w:rPr>
          <w:b/>
          <w:bCs/>
        </w:rPr>
        <w:t>„</w:t>
      </w:r>
      <w:r w:rsidRPr="00822683">
        <w:rPr>
          <w:b/>
        </w:rPr>
        <w:t>Stavba</w:t>
      </w:r>
      <w:r>
        <w:rPr>
          <w:b/>
        </w:rPr>
        <w:t> </w:t>
      </w:r>
      <w:r w:rsidRPr="00822683">
        <w:rPr>
          <w:b/>
        </w:rPr>
        <w:t>2</w:t>
      </w:r>
      <w:r w:rsidRPr="00F45435">
        <w:rPr>
          <w:b/>
          <w:bCs/>
        </w:rPr>
        <w:t>“</w:t>
      </w:r>
      <w:r>
        <w:t>, jejímž hlavním cílem je rekonstrukce integračních koncentrátorů (inK), integračních serverů (InS), terminálových serverů a klientů integračních serverů řídicího systému dálkové diagnostiky technologických systémů železniční dopravní cesty (DDTS ŽDC) pro plnění požadavků podle požadavků předpisu SŽDC TS 2/2008-ZSE, Technické specifikace systémů, zařízení a výrobků. Dálková diagnostika technologických systémů železniční dopravní cesty. Třetí vydání, s úpravami uvedenými v přílohách TS 2/2008-ZSE – aktualizace (viz příloha</w:t>
      </w:r>
      <w:r w:rsidRPr="00C74CA2">
        <w:t xml:space="preserve"> </w:t>
      </w:r>
      <w:r w:rsidR="0086757C">
        <w:t xml:space="preserve">7.1.1 </w:t>
      </w:r>
      <w:r>
        <w:t>ZTP Stavby 1 a Stavby 2).</w:t>
      </w:r>
    </w:p>
    <w:p w14:paraId="27A581F1" w14:textId="77777777" w:rsidR="0035531B" w:rsidRDefault="0035531B" w:rsidP="0035531B">
      <w:pPr>
        <w:pStyle w:val="Text1-1"/>
      </w:pPr>
      <w:r>
        <w:t>Předmět plnění veřejné zakázky</w:t>
      </w:r>
    </w:p>
    <w:p w14:paraId="2C84D502" w14:textId="749663DE" w:rsidR="00DD7330" w:rsidRPr="007F72A7" w:rsidRDefault="00DD7330" w:rsidP="00DD7330">
      <w:pPr>
        <w:pStyle w:val="Text2-1"/>
        <w:numPr>
          <w:ilvl w:val="0"/>
          <w:numId w:val="0"/>
        </w:numPr>
        <w:ind w:left="737"/>
      </w:pPr>
      <w:r>
        <w:t>Předmětem Díla</w:t>
      </w:r>
      <w:r w:rsidR="00465AE8">
        <w:t>:</w:t>
      </w:r>
      <w:r>
        <w:t xml:space="preserve"> </w:t>
      </w:r>
      <w:r w:rsidRPr="00F45435">
        <w:rPr>
          <w:b/>
          <w:bCs/>
        </w:rPr>
        <w:t>„</w:t>
      </w:r>
      <w:r w:rsidRPr="00CF0A0F">
        <w:rPr>
          <w:b/>
        </w:rPr>
        <w:t>Rekonstrukce systému DDTS ŽDC v</w:t>
      </w:r>
      <w:r w:rsidR="00185FBE">
        <w:rPr>
          <w:b/>
        </w:rPr>
        <w:t xml:space="preserve"> </w:t>
      </w:r>
      <w:r w:rsidRPr="00CF0A0F">
        <w:rPr>
          <w:b/>
        </w:rPr>
        <w:t xml:space="preserve">obvodu OŘ Praha, Olomouc, </w:t>
      </w:r>
      <w:r w:rsidRPr="007F72A7">
        <w:rPr>
          <w:b/>
        </w:rPr>
        <w:t>Brno, Ostrava</w:t>
      </w:r>
      <w:r w:rsidRPr="00F45435">
        <w:rPr>
          <w:b/>
          <w:bCs/>
        </w:rPr>
        <w:t>“</w:t>
      </w:r>
      <w:r>
        <w:t xml:space="preserve"> (Stavba 1)</w:t>
      </w:r>
      <w:r w:rsidRPr="007F72A7">
        <w:t xml:space="preserve"> je:</w:t>
      </w:r>
    </w:p>
    <w:p w14:paraId="37FB93C1" w14:textId="0C90689C" w:rsidR="00DD7330" w:rsidRDefault="00DD7330" w:rsidP="00DD7330">
      <w:pPr>
        <w:pStyle w:val="Text2-1"/>
        <w:numPr>
          <w:ilvl w:val="0"/>
          <w:numId w:val="0"/>
        </w:numPr>
        <w:ind w:left="737"/>
        <w:rPr>
          <w:rFonts w:ascii="Calibri" w:hAnsi="Calibri"/>
        </w:rPr>
      </w:pPr>
      <w:r>
        <w:t xml:space="preserve">rekonstrukce integračních koncentrátorů (inK), integračních serverů (InS), terminálových serverů a klientů integračních serverů řídicího systému dálkové diagnostiky technologických systémů železniční dopravní cesty (DDTS ŽDC) pro plnění požadavků podle požadavků předpisu SŽDC TS 2/2008-ZSE, Technické specifikace systémů, zařízení a výrobků. Dálková diagnostika technologických systémů železniční </w:t>
      </w:r>
      <w:r>
        <w:lastRenderedPageBreak/>
        <w:t>dopravní cesty. Třetí vydání, s úpravami uvedenými v přílohách TS 2/2008-ZSE - aktualizace (viz příloha</w:t>
      </w:r>
      <w:r w:rsidRPr="00C74CA2">
        <w:t xml:space="preserve"> </w:t>
      </w:r>
      <w:r w:rsidR="000B2C13">
        <w:t xml:space="preserve">7.1.1 </w:t>
      </w:r>
      <w:r>
        <w:t>ZTP Stavby 1).</w:t>
      </w:r>
    </w:p>
    <w:p w14:paraId="49602D67" w14:textId="7EFC7A09" w:rsidR="00DD7330" w:rsidRDefault="00DD7330" w:rsidP="00DD7330">
      <w:pPr>
        <w:pStyle w:val="Text2-1"/>
        <w:numPr>
          <w:ilvl w:val="0"/>
          <w:numId w:val="0"/>
        </w:numPr>
        <w:ind w:left="737"/>
      </w:pPr>
      <w:r w:rsidRPr="00081222">
        <w:t xml:space="preserve">Jedná se o HW a SW úpravy </w:t>
      </w:r>
      <w:r>
        <w:t>InK</w:t>
      </w:r>
      <w:r w:rsidRPr="00081222">
        <w:t>, InS, terminálových serverů pro doplnění požadovaných funkcí, rozdělení stávajících technologických systémů do nových kategorií, úprava systému pro zaručení stanovené doby odezvy při zpracování signalizací a povelů v</w:t>
      </w:r>
      <w:r>
        <w:t> </w:t>
      </w:r>
      <w:r w:rsidRPr="00081222">
        <w:t xml:space="preserve">systému DDTS ŽDC včetně integrace nových funkcionalit požadovaných </w:t>
      </w:r>
      <w:r>
        <w:t xml:space="preserve">v předpisu SŽDC </w:t>
      </w:r>
      <w:r w:rsidRPr="00081222">
        <w:t xml:space="preserve">TS 2/2008-ZSE, třetí vydání. Součástí staveb bude </w:t>
      </w:r>
      <w:r w:rsidRPr="00AD4188">
        <w:t>navržení</w:t>
      </w:r>
      <w:r w:rsidRPr="00081222">
        <w:t xml:space="preserve"> Ink </w:t>
      </w:r>
      <w:r>
        <w:t>v lokalitě každého</w:t>
      </w:r>
      <w:r w:rsidRPr="00081222">
        <w:t xml:space="preserve"> InS pro sběr centralizovaných dat</w:t>
      </w:r>
      <w:r>
        <w:t xml:space="preserve">. Dále </w:t>
      </w:r>
      <w:r w:rsidRPr="00081222">
        <w:t>zřízení testovacího prostředí pro ověřování nových SW a HW prostředků před nasazením do prostředí SŽ a pro zvýšení bezpečnosti kritické informační infrastruktury v souladu se zákonem č. 181/2014 Sb.</w:t>
      </w:r>
      <w:r>
        <w:t>, Zákon o </w:t>
      </w:r>
      <w:r w:rsidRPr="00081222">
        <w:t>kybernetické bezpečnosti ve znění dalších souvisejících předpisů (prováděcí vyhlášky). V rámci dodávky bude integrován provozní deník aplikace</w:t>
      </w:r>
      <w:r>
        <w:t xml:space="preserve"> podle dokumentu </w:t>
      </w:r>
      <w:r w:rsidRPr="00FE23C2">
        <w:t>č.</w:t>
      </w:r>
      <w:r>
        <w:t> </w:t>
      </w:r>
      <w:r w:rsidRPr="00FE23C2">
        <w:t>j.</w:t>
      </w:r>
      <w:r>
        <w:t>: </w:t>
      </w:r>
      <w:r w:rsidRPr="00FE23C2">
        <w:t xml:space="preserve">56805/2018-SŽDC-GŘ-O30 </w:t>
      </w:r>
      <w:r>
        <w:t>„</w:t>
      </w:r>
      <w:r w:rsidRPr="00FE23C2">
        <w:t>Provozní politika prvků v působnosti systému řízení bezpečnosti</w:t>
      </w:r>
      <w:r>
        <w:t xml:space="preserve"> </w:t>
      </w:r>
      <w:r w:rsidRPr="00FE23C2">
        <w:t>informací</w:t>
      </w:r>
      <w:r>
        <w:t xml:space="preserve"> (viz podklad </w:t>
      </w:r>
      <w:r w:rsidR="00EC7E99">
        <w:t xml:space="preserve">2.2.1 </w:t>
      </w:r>
      <w:r>
        <w:t xml:space="preserve">ZTP Stavby 1) </w:t>
      </w:r>
      <w:r w:rsidRPr="00081222">
        <w:t xml:space="preserve">a dodána </w:t>
      </w:r>
      <w:r>
        <w:t xml:space="preserve">aktualizovaná </w:t>
      </w:r>
      <w:r w:rsidRPr="00081222">
        <w:t>administrátorská příručka k systémům</w:t>
      </w:r>
      <w:r>
        <w:t xml:space="preserve"> a implementován evidenční systém HW klíčů pro klienty DDTS.</w:t>
      </w:r>
    </w:p>
    <w:p w14:paraId="09BA9D8A" w14:textId="77777777" w:rsidR="00DD7330" w:rsidRDefault="00DD7330" w:rsidP="00DD7330">
      <w:pPr>
        <w:pStyle w:val="Text2-1"/>
        <w:numPr>
          <w:ilvl w:val="0"/>
          <w:numId w:val="0"/>
        </w:numPr>
        <w:ind w:left="737"/>
      </w:pPr>
      <w:r w:rsidRPr="000C0A7D">
        <w:t>Z důvodů budoucí integrace s IDM a Microsoft Active Directory (MS AD) systém musí podporovat protokoly jako LDAP pro synchronizaci a správu uživatelských účtů a</w:t>
      </w:r>
      <w:r>
        <w:t> </w:t>
      </w:r>
      <w:r w:rsidRPr="000C0A7D">
        <w:t>Kerberos pro autentizaci. Systém by měl také podporovat bezpečnostní funkce, včetně podpory pro šifrování a možnosti nastavení bezpečnostních politik tak, aby vyhovoval standardům IDM a MS AD. Systém musí být schopen autentizace i autorizace proti MSAD/LDAP.</w:t>
      </w:r>
    </w:p>
    <w:p w14:paraId="1D82C7FB" w14:textId="77777777" w:rsidR="00C075D9" w:rsidRPr="00541070" w:rsidRDefault="00C075D9" w:rsidP="00C075D9">
      <w:pPr>
        <w:pStyle w:val="Text2-1"/>
        <w:numPr>
          <w:ilvl w:val="0"/>
          <w:numId w:val="0"/>
        </w:numPr>
        <w:ind w:left="737"/>
      </w:pPr>
      <w:r w:rsidRPr="00DB4332">
        <w:t xml:space="preserve">Rozsah </w:t>
      </w:r>
      <w:r>
        <w:t xml:space="preserve">a členění Projektové dokumentace a </w:t>
      </w:r>
      <w:r w:rsidRPr="00541070">
        <w:t>zhotovení díla:</w:t>
      </w:r>
    </w:p>
    <w:p w14:paraId="3D3EB6EF" w14:textId="77777777" w:rsidR="00C075D9" w:rsidRDefault="00C075D9" w:rsidP="00C075D9">
      <w:pPr>
        <w:pStyle w:val="Odstavec1-1a"/>
        <w:numPr>
          <w:ilvl w:val="0"/>
          <w:numId w:val="35"/>
        </w:numPr>
        <w:spacing w:after="80"/>
      </w:pPr>
      <w:r w:rsidRPr="0024400C">
        <w:rPr>
          <w:rStyle w:val="Tun"/>
        </w:rPr>
        <w:t>Dokumentace ve stupni PDPS</w:t>
      </w:r>
      <w:r w:rsidRPr="0024400C">
        <w:t xml:space="preserve"> bude zpracována v členění a rozsahu přílohy</w:t>
      </w:r>
      <w:r>
        <w:t xml:space="preserve"> P7 směrnice SŽ SM011, </w:t>
      </w:r>
      <w:r w:rsidRPr="00362564">
        <w:t>Dokumentace staveb Správy železnic, státní organizace, (dále jen „SŽ SM011“)</w:t>
      </w:r>
      <w:r>
        <w:t>.</w:t>
      </w:r>
    </w:p>
    <w:p w14:paraId="29FCC4FE" w14:textId="77777777" w:rsidR="00C075D9" w:rsidRPr="00D740CC" w:rsidRDefault="00C075D9" w:rsidP="00C075D9">
      <w:pPr>
        <w:pStyle w:val="Odstavec1-1a"/>
        <w:numPr>
          <w:ilvl w:val="0"/>
          <w:numId w:val="35"/>
        </w:numPr>
        <w:spacing w:after="80"/>
        <w:rPr>
          <w:b/>
        </w:rPr>
      </w:pPr>
      <w:r w:rsidRPr="0080795A">
        <w:rPr>
          <w:rStyle w:val="Tun"/>
        </w:rPr>
        <w:t>Součástí</w:t>
      </w:r>
      <w:r>
        <w:rPr>
          <w:rStyle w:val="Tun"/>
        </w:rPr>
        <w:t xml:space="preserve"> Zhotovení stavby </w:t>
      </w:r>
      <w:r w:rsidRPr="0080795A">
        <w:rPr>
          <w:rStyle w:val="Tun"/>
        </w:rPr>
        <w:t xml:space="preserve">je také </w:t>
      </w:r>
      <w:r w:rsidRPr="008A710A">
        <w:t>vypracování Dokumentace skutečného provedení stavby včetně geodetické části</w:t>
      </w:r>
      <w:r>
        <w:t>.</w:t>
      </w:r>
    </w:p>
    <w:p w14:paraId="3BE9196F" w14:textId="0E98AD84" w:rsidR="00136D9B" w:rsidRPr="0071010E" w:rsidRDefault="00136D9B" w:rsidP="00136D9B">
      <w:pPr>
        <w:pStyle w:val="Odstavec1-1a"/>
        <w:numPr>
          <w:ilvl w:val="0"/>
          <w:numId w:val="0"/>
        </w:numPr>
        <w:ind w:left="737"/>
      </w:pPr>
      <w:r w:rsidRPr="0071010E">
        <w:t xml:space="preserve">Předmětem této veřejné zakázky je rovněž poskytnutí souvisejících projektových činností, a to zpracování projektové dokumentace stavby. Projektovou dokumentací stavby se rozumí projektová dokumentace stavby dle </w:t>
      </w:r>
      <w:r w:rsidR="003322E1">
        <w:t xml:space="preserve">přílohy P7 </w:t>
      </w:r>
      <w:r w:rsidRPr="0071010E">
        <w:t xml:space="preserve">interního předpisu zadavatele směrnice SŽ SM011 Dokumentace staveb Správy železnic, státní organizace </w:t>
      </w:r>
      <w:r w:rsidR="0071010E" w:rsidRPr="0071010E">
        <w:t>d</w:t>
      </w:r>
      <w:r w:rsidRPr="0071010E">
        <w:t xml:space="preserve">le předmětu zadávané zakázky v kompletním rozsahu určující stavbu do technických, ekonomických a architektonických podrobností, které jsou jednoznačně vymezeny předmětem veřejné zakázky dle zadávací dokumentace. </w:t>
      </w:r>
    </w:p>
    <w:p w14:paraId="78817E94" w14:textId="133D3211" w:rsidR="00136D9B" w:rsidRPr="0071010E" w:rsidRDefault="00136D9B" w:rsidP="00136D9B">
      <w:pPr>
        <w:pStyle w:val="Odstavec1-1a"/>
        <w:numPr>
          <w:ilvl w:val="0"/>
          <w:numId w:val="0"/>
        </w:numPr>
        <w:ind w:left="737"/>
      </w:pPr>
      <w:r w:rsidRPr="0071010E">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objektů technických a technologických zařízení (PS) a souhrnného rozpočtu jako podkladů pro dílčí fakturaci v průběhu realizace stavby. Projektová dokumentace bude respektovat schválenou dokumentaci pro </w:t>
      </w:r>
      <w:r w:rsidR="00E57E98" w:rsidRPr="0071010E">
        <w:t>územní rozhodnutí</w:t>
      </w:r>
      <w:r w:rsidRPr="0071010E">
        <w:t>, včetně schválených investičních nákladů. Součástí projektových prací jsou veškeré činnosti a doklady zajišťující komplexní veřejnoprávní projednání, projednání s vlastníky dotčených nemovitých věcí a zajištění všech potřebných podkladů a certifikátů nutných k vydání povolení stavby (je-li pro plnění veřejné zakázky potřebné), a to na základě plné moci objednatele. Součástí činnosti zhotovitele je i výkon dozoru projektanta ve smyslu zákona č. 283/2021 Sb., stavební zákon, ve znění pozdějších předpisů.</w:t>
      </w:r>
    </w:p>
    <w:p w14:paraId="44A5DFA3" w14:textId="1AE1EA01" w:rsidR="00136D9B" w:rsidRDefault="00136D9B" w:rsidP="00136D9B">
      <w:pPr>
        <w:pStyle w:val="Odstavec1-1a"/>
        <w:numPr>
          <w:ilvl w:val="0"/>
          <w:numId w:val="0"/>
        </w:numPr>
        <w:spacing w:after="80"/>
        <w:ind w:left="737"/>
      </w:pPr>
      <w:r w:rsidRPr="0071010E">
        <w:t>Zhotovitel v rámci zpracování projektové dokumentace zajistí zpracování podkladů pro realizaci stavby v potřebném množství a podobě. Zhotovitel stavby zajistí zpracování žádostí o potřebné povolení záměru a zajistí jeho vydání, je-li pro plnění veřejné zakázky potřebné.</w:t>
      </w:r>
    </w:p>
    <w:p w14:paraId="204800AC" w14:textId="77777777" w:rsidR="00D740CC" w:rsidRDefault="00D740CC" w:rsidP="00136D9B">
      <w:pPr>
        <w:pStyle w:val="Odstavec1-1a"/>
        <w:numPr>
          <w:ilvl w:val="0"/>
          <w:numId w:val="0"/>
        </w:numPr>
        <w:spacing w:after="80"/>
        <w:ind w:left="737"/>
      </w:pPr>
    </w:p>
    <w:p w14:paraId="0A253ECD" w14:textId="687F11E1" w:rsidR="00D740CC" w:rsidRDefault="00D740CC" w:rsidP="00136D9B">
      <w:pPr>
        <w:pStyle w:val="Odstavec1-1a"/>
        <w:numPr>
          <w:ilvl w:val="0"/>
          <w:numId w:val="0"/>
        </w:numPr>
        <w:spacing w:after="80"/>
        <w:ind w:left="737"/>
      </w:pPr>
      <w:r>
        <w:lastRenderedPageBreak/>
        <w:t>Předmětem Díla</w:t>
      </w:r>
      <w:r w:rsidR="00B946BB">
        <w:t>:</w:t>
      </w:r>
      <w:r>
        <w:t xml:space="preserve"> </w:t>
      </w:r>
      <w:r w:rsidRPr="00F45435">
        <w:rPr>
          <w:b/>
          <w:bCs/>
        </w:rPr>
        <w:t>„</w:t>
      </w:r>
      <w:r w:rsidRPr="00CF0A0F">
        <w:rPr>
          <w:b/>
        </w:rPr>
        <w:t>Rekonstrukce systému DDTS ŽDC v</w:t>
      </w:r>
      <w:r w:rsidR="00185FBE">
        <w:rPr>
          <w:b/>
        </w:rPr>
        <w:t xml:space="preserve"> </w:t>
      </w:r>
      <w:r w:rsidRPr="00CF0A0F">
        <w:rPr>
          <w:b/>
        </w:rPr>
        <w:t>obvodu OŘ P</w:t>
      </w:r>
      <w:r>
        <w:rPr>
          <w:b/>
        </w:rPr>
        <w:t>lzeň</w:t>
      </w:r>
      <w:r w:rsidRPr="00CF0A0F">
        <w:rPr>
          <w:b/>
        </w:rPr>
        <w:t>,</w:t>
      </w:r>
      <w:r w:rsidR="00465AE8">
        <w:rPr>
          <w:b/>
        </w:rPr>
        <w:t xml:space="preserve"> </w:t>
      </w:r>
      <w:r>
        <w:rPr>
          <w:b/>
        </w:rPr>
        <w:t>Ústí nad Labem</w:t>
      </w:r>
      <w:r w:rsidRPr="00CF0A0F">
        <w:rPr>
          <w:b/>
        </w:rPr>
        <w:t xml:space="preserve">, </w:t>
      </w:r>
      <w:r>
        <w:rPr>
          <w:b/>
        </w:rPr>
        <w:t>Hradec Králové</w:t>
      </w:r>
      <w:r w:rsidRPr="00F45435">
        <w:rPr>
          <w:b/>
          <w:bCs/>
        </w:rPr>
        <w:t>“</w:t>
      </w:r>
      <w:r w:rsidRPr="007F72A7">
        <w:t xml:space="preserve"> </w:t>
      </w:r>
      <w:r>
        <w:t xml:space="preserve">(Stavba 2) </w:t>
      </w:r>
      <w:r w:rsidRPr="007F72A7">
        <w:t>je:</w:t>
      </w:r>
    </w:p>
    <w:p w14:paraId="63272B5B" w14:textId="42BB63DB" w:rsidR="00D740CC" w:rsidRDefault="00D740CC" w:rsidP="00D740CC">
      <w:pPr>
        <w:pStyle w:val="Text2-1"/>
        <w:numPr>
          <w:ilvl w:val="0"/>
          <w:numId w:val="0"/>
        </w:numPr>
        <w:ind w:left="737"/>
        <w:rPr>
          <w:rFonts w:ascii="Calibri" w:hAnsi="Calibri"/>
        </w:rPr>
      </w:pPr>
      <w:r>
        <w:t>rekonstrukce integračních koncentrátorů (inK), integračních serverů (InS), terminálových serverů a klientů integračních serverů řídicího systému dálkové diagnostiky technologických systémů železniční dopravní cesty (DDTS ŽDC) pro plnění požadavků podle požadavků předpisu SŽDC TS 2/2008-ZSE, Technické specifikace systémů, zařízení a výrobků. Dálková diagnostika technologických systémů železniční dopravní cesty. Třetí vydání, s úpravami uvedenými v přílohách TS 2/2008-ZSE - aktualizace (viz příloha</w:t>
      </w:r>
      <w:r w:rsidRPr="00C74CA2">
        <w:t xml:space="preserve"> </w:t>
      </w:r>
      <w:r w:rsidR="00EC7E99">
        <w:t xml:space="preserve">7.1.1 </w:t>
      </w:r>
      <w:r>
        <w:t>ZTP Stavby 2).</w:t>
      </w:r>
    </w:p>
    <w:p w14:paraId="70B73AD7" w14:textId="57DF43DA" w:rsidR="00D740CC" w:rsidRDefault="00D740CC" w:rsidP="00D740CC">
      <w:pPr>
        <w:pStyle w:val="Text2-1"/>
        <w:numPr>
          <w:ilvl w:val="0"/>
          <w:numId w:val="0"/>
        </w:numPr>
        <w:ind w:left="737"/>
      </w:pPr>
      <w:r w:rsidRPr="00081222">
        <w:t xml:space="preserve">Jedná se o HW a SW úpravy </w:t>
      </w:r>
      <w:r>
        <w:t>InK</w:t>
      </w:r>
      <w:r w:rsidRPr="00081222">
        <w:t>, InS, terminálových serverů pro doplnění požadovaných funkcí, rozdělení stávajících technologických systémů do nových kategorií, úprava systému pro zaručení stanovené doby odezvy při zpracování signalizací a povelů v</w:t>
      </w:r>
      <w:r>
        <w:t> </w:t>
      </w:r>
      <w:r w:rsidRPr="00081222">
        <w:t xml:space="preserve">systému DDTS ŽDC včetně integrace nových funkcionalit požadovaných </w:t>
      </w:r>
      <w:r>
        <w:t xml:space="preserve">v předpisu SŽDC </w:t>
      </w:r>
      <w:r w:rsidRPr="00081222">
        <w:t xml:space="preserve">TS 2/2008-ZSE, třetí vydání. Součástí staveb bude </w:t>
      </w:r>
      <w:r w:rsidRPr="00AD4188">
        <w:t>navržení</w:t>
      </w:r>
      <w:r w:rsidRPr="00081222">
        <w:t xml:space="preserve"> Ink </w:t>
      </w:r>
      <w:r>
        <w:t>v lokalitě každého</w:t>
      </w:r>
      <w:r w:rsidRPr="00081222">
        <w:t xml:space="preserve"> InS pro sběr centralizovaných dat</w:t>
      </w:r>
      <w:r>
        <w:t xml:space="preserve">. Dále </w:t>
      </w:r>
      <w:r w:rsidRPr="00081222">
        <w:t>zřízení testovacího prostředí pro ověřování nových SW a HW prostředků před nasazením do prostředí SŽ a pro zvýšení bezpečnosti kritické informační infrastruktury v souladu se zákonem č. 181/2014 Sb.</w:t>
      </w:r>
      <w:r>
        <w:t>, Zákon o </w:t>
      </w:r>
      <w:r w:rsidRPr="00081222">
        <w:t>kybernetické bezpečnosti ve znění dalších souvisejících předpisů (prováděcí vyhlášky). V rámci dodávky bude integrován provozní deník aplikace</w:t>
      </w:r>
      <w:r>
        <w:t xml:space="preserve"> podle dokumentu </w:t>
      </w:r>
      <w:r w:rsidRPr="00FE23C2">
        <w:t>č.</w:t>
      </w:r>
      <w:r>
        <w:t> </w:t>
      </w:r>
      <w:r w:rsidRPr="00FE23C2">
        <w:t>j.</w:t>
      </w:r>
      <w:r>
        <w:t>: </w:t>
      </w:r>
      <w:r w:rsidRPr="00FE23C2">
        <w:t xml:space="preserve">56805/2018-SŽDC-GŘ-O30 </w:t>
      </w:r>
      <w:r>
        <w:t>„</w:t>
      </w:r>
      <w:r w:rsidRPr="00FE23C2">
        <w:t>Provozní politika prvků v působnosti systému řízení bezpečnosti</w:t>
      </w:r>
      <w:r>
        <w:t xml:space="preserve"> </w:t>
      </w:r>
      <w:r w:rsidRPr="00FE23C2">
        <w:t>informací</w:t>
      </w:r>
      <w:r>
        <w:t xml:space="preserve"> (viz podklad </w:t>
      </w:r>
      <w:r w:rsidR="004C72D0">
        <w:t xml:space="preserve">2.2.1 </w:t>
      </w:r>
      <w:r>
        <w:t xml:space="preserve">Stavby 2) </w:t>
      </w:r>
      <w:r w:rsidRPr="00081222">
        <w:t xml:space="preserve">a dodána </w:t>
      </w:r>
      <w:r>
        <w:t xml:space="preserve">aktualizovaná </w:t>
      </w:r>
      <w:r w:rsidRPr="00081222">
        <w:t>administrátorská příručka k systémům</w:t>
      </w:r>
      <w:r>
        <w:t xml:space="preserve"> a implementován evidenční systém HW klíčů pro klienty DDTS.</w:t>
      </w:r>
    </w:p>
    <w:p w14:paraId="405942D1" w14:textId="77777777" w:rsidR="00D740CC" w:rsidRDefault="00D740CC" w:rsidP="00D740CC">
      <w:pPr>
        <w:pStyle w:val="Text2-1"/>
        <w:numPr>
          <w:ilvl w:val="0"/>
          <w:numId w:val="0"/>
        </w:numPr>
        <w:ind w:left="737"/>
      </w:pPr>
      <w:r w:rsidRPr="000C0A7D">
        <w:t>Z důvodů budoucí integrace s IDM a Microsoft Active Directory (MS AD) systém musí podporovat protokoly jako LDAP pro synchronizaci a správu uživatelských účtů a</w:t>
      </w:r>
      <w:r>
        <w:t> </w:t>
      </w:r>
      <w:r w:rsidRPr="000C0A7D">
        <w:t>Kerberos pro autentizaci. Systém by měl také podporovat bezpečnostní funkce, včetně podpory pro šifrování a možnosti nastavení bezpečnostních politik tak, aby vyhovoval standardům IDM a MS AD. Systém musí být schopen autentizace i autorizace proti MSAD/LDAP.</w:t>
      </w:r>
    </w:p>
    <w:p w14:paraId="3B651761" w14:textId="77777777" w:rsidR="00D740CC" w:rsidRPr="00541070" w:rsidRDefault="00D740CC" w:rsidP="00D740CC">
      <w:pPr>
        <w:pStyle w:val="Text2-1"/>
        <w:numPr>
          <w:ilvl w:val="0"/>
          <w:numId w:val="0"/>
        </w:numPr>
        <w:ind w:left="737"/>
      </w:pPr>
      <w:r w:rsidRPr="00DB4332">
        <w:t xml:space="preserve">Rozsah </w:t>
      </w:r>
      <w:r>
        <w:t xml:space="preserve">a členění Projektové dokumentace a </w:t>
      </w:r>
      <w:r w:rsidRPr="00541070">
        <w:t>zhotovení díla:</w:t>
      </w:r>
    </w:p>
    <w:p w14:paraId="303EBAB5" w14:textId="77777777" w:rsidR="00D740CC" w:rsidRDefault="00D740CC" w:rsidP="00D740CC">
      <w:pPr>
        <w:pStyle w:val="Odstavec1-1a"/>
        <w:numPr>
          <w:ilvl w:val="0"/>
          <w:numId w:val="35"/>
        </w:numPr>
        <w:spacing w:after="80"/>
      </w:pPr>
      <w:r w:rsidRPr="0024400C">
        <w:rPr>
          <w:rStyle w:val="Tun"/>
        </w:rPr>
        <w:t>Dokumentace ve stupni PDPS</w:t>
      </w:r>
      <w:r w:rsidRPr="0024400C">
        <w:t xml:space="preserve"> bude zpracována v členění a rozsahu přílohy</w:t>
      </w:r>
      <w:r>
        <w:t xml:space="preserve"> P7 směrnice SŽ SM011, </w:t>
      </w:r>
      <w:r w:rsidRPr="00362564">
        <w:t>Dokumentace staveb Správy železnic, státní organizace, (dále jen „SŽ SM011“)</w:t>
      </w:r>
      <w:r>
        <w:t>.</w:t>
      </w:r>
    </w:p>
    <w:p w14:paraId="3482FA16" w14:textId="6060B1EB" w:rsidR="00D740CC" w:rsidRPr="00D740CC" w:rsidRDefault="00D740CC" w:rsidP="00D740CC">
      <w:pPr>
        <w:pStyle w:val="Odstavec1-1a"/>
        <w:numPr>
          <w:ilvl w:val="0"/>
          <w:numId w:val="35"/>
        </w:numPr>
        <w:spacing w:after="80"/>
        <w:rPr>
          <w:b/>
        </w:rPr>
      </w:pPr>
      <w:r w:rsidRPr="0080795A">
        <w:rPr>
          <w:rStyle w:val="Tun"/>
        </w:rPr>
        <w:t>Součástí</w:t>
      </w:r>
      <w:r>
        <w:rPr>
          <w:rStyle w:val="Tun"/>
        </w:rPr>
        <w:t xml:space="preserve"> Zhotovení stavby </w:t>
      </w:r>
      <w:r w:rsidRPr="0080795A">
        <w:rPr>
          <w:rStyle w:val="Tun"/>
        </w:rPr>
        <w:t xml:space="preserve">je také </w:t>
      </w:r>
      <w:r w:rsidRPr="008A710A">
        <w:t>vypracování Dokumentace skutečného provedení stavby včetně geodetické části</w:t>
      </w:r>
      <w:r>
        <w:t>.</w:t>
      </w:r>
    </w:p>
    <w:p w14:paraId="1E87B59F" w14:textId="1E82B330" w:rsidR="00073B96" w:rsidRPr="0071010E" w:rsidRDefault="00073B96" w:rsidP="00073B96">
      <w:pPr>
        <w:pStyle w:val="Odstavec1-1a"/>
        <w:numPr>
          <w:ilvl w:val="0"/>
          <w:numId w:val="0"/>
        </w:numPr>
        <w:ind w:left="737"/>
      </w:pPr>
      <w:r w:rsidRPr="0071010E">
        <w:t xml:space="preserve">Předmětem této veřejné zakázky je rovněž poskytnutí souvisejících projektových činností, a to zpracování projektové dokumentace stavby. Projektovou dokumentací stavby se rozumí projektová dokumentace stavby dle </w:t>
      </w:r>
      <w:r w:rsidR="003322E1">
        <w:t xml:space="preserve">přílohy P7 </w:t>
      </w:r>
      <w:r w:rsidRPr="0071010E">
        <w:t xml:space="preserve">interního předpisu zadavatele směrnice SŽ SM011 Dokumentace staveb Správy železnic, státní organizace dle předmětu zadávané zakázky v kompletním rozsahu určující stavbu do technických, ekonomických a architektonických podrobností, které jsou jednoznačně vymezeny předmětem veřejné zakázky dle zadávací dokumentace. </w:t>
      </w:r>
    </w:p>
    <w:p w14:paraId="34CF0C5A" w14:textId="54A3C860" w:rsidR="00073B96" w:rsidRPr="0071010E" w:rsidRDefault="00073B96" w:rsidP="00073B96">
      <w:pPr>
        <w:pStyle w:val="Textbezslovn"/>
        <w:rPr>
          <w:strike/>
        </w:rPr>
      </w:pPr>
      <w:r w:rsidRPr="0071010E">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objektů technických a technologických zařízení (PS) a souhrnného rozpočtu jako podkladů pro dílčí fakturaci v průběhu realizace stavby. Projektová dokumentace bude respektovat schválenou dokumentaci pro </w:t>
      </w:r>
      <w:r w:rsidR="00E31D9B" w:rsidRPr="0071010E">
        <w:t>územní rozhodnutí</w:t>
      </w:r>
      <w:r w:rsidRPr="0071010E">
        <w:t>, včetně schválených investičních nákladů. Součástí projektových prací jsou veškeré činnosti a doklady zajišťující komplexní veřejnoprávní projednání, projednání s vlastníky dotčených nemovitých věcí a zajištění všech potřebných podkladů a certifikátů nutných k vydání povolení stavby (je-li pro plnění veřejné zakázky potřebné), a to na základě plné moci objednatele. Součástí činnosti zhotovitele je i výkon dozoru projektanta ve smyslu zákona č. 283/2021 Sb., stavební zákon, ve znění pozdějších předpisů.</w:t>
      </w:r>
    </w:p>
    <w:p w14:paraId="48BCACD6" w14:textId="39A5A8AD" w:rsidR="0035531B" w:rsidRDefault="00EF7EA5" w:rsidP="00EF7EA5">
      <w:pPr>
        <w:pStyle w:val="Textbezslovn"/>
      </w:pPr>
      <w:r>
        <w:lastRenderedPageBreak/>
        <w:t>Bližší specifikace předmětu plnění veřejné zakázky je upravena v dalších částech zadávací dokumentace.</w:t>
      </w:r>
    </w:p>
    <w:p w14:paraId="093F5B26" w14:textId="77777777" w:rsidR="0035531B" w:rsidRDefault="0035531B" w:rsidP="0035531B">
      <w:pPr>
        <w:pStyle w:val="Text1-1"/>
      </w:pPr>
      <w:r>
        <w:t>Klasifikace předmětu veřejné zakázky</w:t>
      </w:r>
    </w:p>
    <w:p w14:paraId="5E986644" w14:textId="67052C02" w:rsidR="00EF7EA5" w:rsidRDefault="00682CBC" w:rsidP="00EF7EA5">
      <w:pPr>
        <w:pStyle w:val="Text1-1"/>
        <w:numPr>
          <w:ilvl w:val="0"/>
          <w:numId w:val="0"/>
        </w:numPr>
        <w:spacing w:after="0"/>
        <w:ind w:left="737"/>
      </w:pPr>
      <w:r w:rsidRPr="00A87131">
        <w:t>CPV kód 45314000-1 Instalace a montáž telekomunikačního zařízení</w:t>
      </w:r>
    </w:p>
    <w:p w14:paraId="690D1678" w14:textId="3623D72E" w:rsidR="00682CBC" w:rsidRDefault="00682CBC" w:rsidP="00EF7EA5">
      <w:pPr>
        <w:pStyle w:val="Text1-1"/>
        <w:numPr>
          <w:ilvl w:val="0"/>
          <w:numId w:val="0"/>
        </w:numPr>
        <w:spacing w:after="0"/>
        <w:ind w:left="737"/>
      </w:pPr>
      <w:r w:rsidRPr="00A87131">
        <w:t>CPV kód 71320000-7 Technické projektování</w:t>
      </w:r>
    </w:p>
    <w:p w14:paraId="4E1C66BE" w14:textId="329E5EB1" w:rsidR="00682CBC" w:rsidRDefault="00682CBC" w:rsidP="00EF7EA5">
      <w:pPr>
        <w:pStyle w:val="Text1-1"/>
        <w:numPr>
          <w:ilvl w:val="0"/>
          <w:numId w:val="0"/>
        </w:numPr>
        <w:spacing w:after="0"/>
        <w:ind w:left="737"/>
      </w:pPr>
      <w:r w:rsidRPr="00A87131">
        <w:t>CPV kód 34632000-6 Zařízení pro řízení železniční dopravy</w:t>
      </w:r>
    </w:p>
    <w:p w14:paraId="1AB89A0F" w14:textId="36FAEAEC" w:rsidR="00682CBC" w:rsidRDefault="00682CBC" w:rsidP="00EF7EA5">
      <w:pPr>
        <w:pStyle w:val="Text1-1"/>
        <w:numPr>
          <w:ilvl w:val="0"/>
          <w:numId w:val="0"/>
        </w:numPr>
        <w:spacing w:after="0"/>
        <w:ind w:left="737"/>
        <w:rPr>
          <w:highlight w:val="green"/>
        </w:rPr>
      </w:pPr>
      <w:r w:rsidRPr="00A87131">
        <w:t>CPV kód 32570000-9 Komunikační zařízení</w:t>
      </w:r>
    </w:p>
    <w:p w14:paraId="7DC53281" w14:textId="77777777" w:rsidR="00682CBC" w:rsidRPr="00EF7EA5" w:rsidRDefault="00682CBC" w:rsidP="00EF7EA5">
      <w:pPr>
        <w:pStyle w:val="Text1-1"/>
        <w:numPr>
          <w:ilvl w:val="0"/>
          <w:numId w:val="0"/>
        </w:numPr>
        <w:spacing w:after="0"/>
        <w:ind w:left="737"/>
        <w:rPr>
          <w:highlight w:val="green"/>
        </w:rPr>
      </w:pPr>
    </w:p>
    <w:p w14:paraId="2CD1AE8E" w14:textId="77777777" w:rsidR="0035531B" w:rsidRDefault="00EF7EA5" w:rsidP="00EF7EA5">
      <w:pPr>
        <w:pStyle w:val="Text1-1"/>
      </w:pPr>
      <w:r w:rsidRPr="00EF7EA5">
        <w:t>Doba plnění veřejné zakázky je uvedena v Příloze k nabídce, jež tvoří díl 2 část 3 zadávací dokumentace</w:t>
      </w:r>
      <w:r w:rsidR="008B780E">
        <w:t>, resp. je přílohou č. 7 Smlouvy o dílo</w:t>
      </w:r>
      <w:r w:rsidR="0035531B">
        <w:t>.</w:t>
      </w:r>
    </w:p>
    <w:p w14:paraId="032251A9" w14:textId="77777777" w:rsidR="0035531B" w:rsidRDefault="0035531B" w:rsidP="006F6B09">
      <w:pPr>
        <w:pStyle w:val="Nadpis1-1"/>
      </w:pPr>
      <w:bookmarkStart w:id="10" w:name="_Toc159419868"/>
      <w:r>
        <w:t>ZDROJE FINANCOVÁNÍ</w:t>
      </w:r>
      <w:r w:rsidR="00845C50">
        <w:t xml:space="preserve"> a </w:t>
      </w:r>
      <w:r>
        <w:t>PŘEDPOKLÁDANÁ HODNOTA VEŘEJNÉ ZAKÁZKY</w:t>
      </w:r>
      <w:bookmarkEnd w:id="10"/>
    </w:p>
    <w:p w14:paraId="7AD8EB9B" w14:textId="2E51A823" w:rsidR="00002451" w:rsidRDefault="00002451" w:rsidP="0035531B">
      <w:pPr>
        <w:pStyle w:val="Text1-1"/>
      </w:pPr>
      <w:r>
        <w:t>U této zakázky se předpokládá, že bude financována z prostředků Státního fondu dopravní infrastruktury.</w:t>
      </w:r>
    </w:p>
    <w:p w14:paraId="567BD0E0" w14:textId="59DFC39F" w:rsidR="0035531B" w:rsidRDefault="0035531B" w:rsidP="0035531B">
      <w:pPr>
        <w:pStyle w:val="Text1-1"/>
      </w:pPr>
      <w:r>
        <w:t>Konečným příjemcem prostředků ze zdrojů uvedených</w:t>
      </w:r>
      <w:r w:rsidR="00092CC9">
        <w:t xml:space="preserve"> v </w:t>
      </w:r>
      <w:r>
        <w:t>článku 5.1 těchto Pokynů je Správa železni</w:t>
      </w:r>
      <w:r w:rsidR="004976AA">
        <w:t>c</w:t>
      </w:r>
      <w:r>
        <w:t>, státní organizace, se sídlem Praha 1, Nové Město, Dlážděná 1003/7, PSČ 110 00 (zadavatel).</w:t>
      </w:r>
    </w:p>
    <w:p w14:paraId="7664633D" w14:textId="3DFEFCD7" w:rsidR="00002451" w:rsidRDefault="00002451" w:rsidP="00D56F57">
      <w:pPr>
        <w:pStyle w:val="Text1-1"/>
      </w:pPr>
      <w:r w:rsidRPr="00F54299">
        <w:rPr>
          <w:b/>
        </w:rPr>
        <w:t xml:space="preserve">Zadavatel nesděluje výši předpokládané hodnoty </w:t>
      </w:r>
      <w:r w:rsidR="007E7867" w:rsidRPr="00F54299">
        <w:rPr>
          <w:b/>
        </w:rPr>
        <w:t xml:space="preserve">veřejné </w:t>
      </w:r>
      <w:r w:rsidRPr="00F54299">
        <w:rPr>
          <w:b/>
        </w:rPr>
        <w:t>zakázky. Zadavatel stanovuje závaznou zadávací podmínku tak, že částka</w:t>
      </w:r>
      <w:r w:rsidR="00F54299">
        <w:rPr>
          <w:b/>
        </w:rPr>
        <w:t xml:space="preserve"> 41 616 117</w:t>
      </w:r>
      <w:r w:rsidRPr="00F54299">
        <w:rPr>
          <w:b/>
        </w:rPr>
        <w:t>,- Kč je nejvyšší přípustnou nabídkovou cenou (bez DPH), a to pod sankcí vyloučení z další účasti v zadávacím řízení.</w:t>
      </w:r>
    </w:p>
    <w:p w14:paraId="61BC3A92" w14:textId="77777777" w:rsidR="0035531B" w:rsidRDefault="0035531B" w:rsidP="006F6B09">
      <w:pPr>
        <w:pStyle w:val="Nadpis1-1"/>
      </w:pPr>
      <w:bookmarkStart w:id="11" w:name="_Toc159419869"/>
      <w:r>
        <w:t>OBSAH ZADÁVACÍ DOKUMENTACE</w:t>
      </w:r>
      <w:bookmarkEnd w:id="11"/>
      <w:r>
        <w:t xml:space="preserve"> </w:t>
      </w:r>
    </w:p>
    <w:p w14:paraId="0D1FCD8E" w14:textId="159BCC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2F2D47">
        <w:t xml:space="preserve"> sektorová veřejná zakázka</w:t>
      </w:r>
      <w:r>
        <w:t xml:space="preserve">: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14FFBDE3"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2F2D47">
        <w:t xml:space="preserve"> sektorová veřejná zakázka</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BC8377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B049B9C" w14:textId="77777777" w:rsidR="0035531B" w:rsidRDefault="0035531B" w:rsidP="00845C50">
      <w:pPr>
        <w:pStyle w:val="Textbezslovn"/>
        <w:tabs>
          <w:tab w:val="left" w:pos="1701"/>
        </w:tabs>
        <w:spacing w:after="0"/>
        <w:ind w:left="1701" w:hanging="964"/>
      </w:pPr>
      <w:r>
        <w:t>Část 2</w:t>
      </w:r>
      <w:r>
        <w:tab/>
        <w:t xml:space="preserve">Dopis nabídky </w:t>
      </w:r>
    </w:p>
    <w:p w14:paraId="5AD2962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BD80267" w14:textId="77777777" w:rsidR="0035531B" w:rsidRDefault="0035531B" w:rsidP="00845C50">
      <w:pPr>
        <w:pStyle w:val="Textbezslovn"/>
        <w:tabs>
          <w:tab w:val="left" w:pos="1701"/>
        </w:tabs>
        <w:spacing w:after="0"/>
        <w:ind w:left="1701" w:hanging="964"/>
      </w:pPr>
      <w:r>
        <w:t>Část 4</w:t>
      </w:r>
      <w:r>
        <w:tab/>
      </w:r>
      <w:r w:rsidR="00EE53CB" w:rsidRPr="00EE53CB">
        <w:t>Smluvní podmínky pro dodávku technologických zařízení a projektování-výstavbu elektro- a strojně-technologického díla a pozemních a inženýrských staveb projektovaných zhotovitelem (FIDIC 1999) – Obecné podmínky („Obecné podmínky“)</w:t>
      </w:r>
    </w:p>
    <w:p w14:paraId="08E12341"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(„Zvláštní podmínky“) </w:t>
      </w:r>
      <w:r w:rsidR="00EE53CB">
        <w:tab/>
      </w:r>
    </w:p>
    <w:p w14:paraId="4012356D"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15987503"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4CDA27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FDEC025" w14:textId="77777777" w:rsidR="0035531B" w:rsidRDefault="0035531B" w:rsidP="00845C50">
      <w:pPr>
        <w:pStyle w:val="Textbezslovn"/>
        <w:tabs>
          <w:tab w:val="left" w:pos="1701"/>
        </w:tabs>
        <w:spacing w:after="0"/>
        <w:ind w:left="1701" w:hanging="964"/>
      </w:pPr>
      <w:r>
        <w:t>Část 8</w:t>
      </w:r>
      <w:r>
        <w:tab/>
        <w:t>Zvláštní technické podmínky</w:t>
      </w:r>
    </w:p>
    <w:p w14:paraId="0F7E0A29" w14:textId="64233542" w:rsidR="00932A5F" w:rsidRDefault="00932A5F" w:rsidP="00932A5F">
      <w:pPr>
        <w:pStyle w:val="Textbezslovn"/>
        <w:tabs>
          <w:tab w:val="left" w:pos="1701"/>
        </w:tabs>
        <w:spacing w:after="0"/>
        <w:ind w:left="1701" w:hanging="964"/>
      </w:pPr>
      <w:r>
        <w:t>Část 9</w:t>
      </w:r>
      <w:r>
        <w:tab/>
        <w:t>Ostatní dokumenty tvořící součást Smlouvy (dostupné na</w:t>
      </w:r>
      <w:r w:rsidRPr="0065142B">
        <w:t xml:space="preserve"> </w:t>
      </w:r>
      <w:r w:rsidRPr="00CD72B7">
        <w:t>https://www.sfdi.cz/pravidla-metodiky-a-ceniky/metodiky/</w:t>
      </w:r>
      <w:r>
        <w:t>)</w:t>
      </w:r>
      <w:r w:rsidR="006461FA">
        <w:t>:</w:t>
      </w:r>
    </w:p>
    <w:p w14:paraId="71587BA4" w14:textId="77777777" w:rsidR="00932A5F" w:rsidRDefault="00932A5F" w:rsidP="00932A5F">
      <w:pPr>
        <w:pStyle w:val="Textbezslovn"/>
        <w:tabs>
          <w:tab w:val="left" w:pos="1701"/>
        </w:tabs>
        <w:spacing w:after="0"/>
        <w:ind w:left="1701" w:hanging="964"/>
      </w:pPr>
      <w:r>
        <w:tab/>
        <w:t>Metodika pro kvantifikaci finančních nároků při zpoždění a prodloužení – schváleno Ministerstvem dopravy dne 10.11.2020</w:t>
      </w:r>
    </w:p>
    <w:p w14:paraId="6A8C3DFC" w14:textId="77777777" w:rsidR="00932A5F" w:rsidRDefault="00932A5F" w:rsidP="00932A5F">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132CCAF" w14:textId="51312E52" w:rsidR="00932A5F" w:rsidRDefault="00932A5F" w:rsidP="00932A5F">
      <w:pPr>
        <w:pStyle w:val="Textbezslovn"/>
        <w:tabs>
          <w:tab w:val="left" w:pos="1701"/>
        </w:tabs>
        <w:spacing w:after="0"/>
        <w:ind w:left="1701" w:hanging="964"/>
      </w:pPr>
      <w:r>
        <w:lastRenderedPageBreak/>
        <w:tab/>
        <w:t>Metodika pro správu změn díla (variací) u stavebních zakázek financovaných z rozpočtu SFDI podle smluvních podmínek FIDIC (Červené knihy) ve vztahu k úpravě zadávání veřejných zakázek – 1.vydání, leden 2018</w:t>
      </w:r>
    </w:p>
    <w:p w14:paraId="4BEA6CF5" w14:textId="77777777" w:rsidR="006461FA" w:rsidRDefault="006461FA" w:rsidP="006461FA">
      <w:pPr>
        <w:pStyle w:val="Textbezslovn"/>
        <w:tabs>
          <w:tab w:val="left" w:pos="1701"/>
        </w:tabs>
        <w:spacing w:after="0"/>
        <w:ind w:left="1701" w:hanging="964"/>
      </w:pPr>
      <w:r>
        <w:tab/>
        <w:t>Metodika pro zlepšení díla (Value Engineering) - schváleno Ministerstvem dopravy dne 18. 6. 2019</w:t>
      </w:r>
    </w:p>
    <w:p w14:paraId="7B62C02D" w14:textId="65833FCF" w:rsidR="006461FA" w:rsidRDefault="006461FA" w:rsidP="006461FA">
      <w:pPr>
        <w:pStyle w:val="Textbezslovn"/>
        <w:tabs>
          <w:tab w:val="left" w:pos="1701"/>
        </w:tabs>
        <w:spacing w:after="0"/>
        <w:ind w:left="1701" w:hanging="964"/>
      </w:pPr>
      <w:r>
        <w:tab/>
        <w:t>Metodika pro akceleraci - 1. vydání, schváleno Ministerstvem dopravy dne 11. 2. 2020</w:t>
      </w:r>
    </w:p>
    <w:p w14:paraId="7733C70E" w14:textId="77777777" w:rsidR="00984C7D" w:rsidRDefault="00984C7D" w:rsidP="006461FA">
      <w:pPr>
        <w:pStyle w:val="Textbezslovn"/>
        <w:tabs>
          <w:tab w:val="left" w:pos="1701"/>
        </w:tabs>
        <w:spacing w:after="0"/>
        <w:ind w:left="1701" w:hanging="964"/>
      </w:pPr>
    </w:p>
    <w:p w14:paraId="0521266D" w14:textId="00F4C3B2"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r>
      <w:r w:rsidR="00EE53CB" w:rsidRPr="00BD14EB">
        <w:rPr>
          <w:rStyle w:val="Tun9b"/>
        </w:rPr>
        <w:t>DOKUMENTACE PRO</w:t>
      </w:r>
      <w:r w:rsidR="00BD14EB" w:rsidRPr="00BD14EB">
        <w:rPr>
          <w:rStyle w:val="Tun9b"/>
        </w:rPr>
        <w:t xml:space="preserve"> ÚZEMNÍ ŘÍZENÍ</w:t>
      </w:r>
    </w:p>
    <w:p w14:paraId="63CBC490"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B40C585" w14:textId="55281A14" w:rsidR="0035531B" w:rsidRPr="00177A1C" w:rsidRDefault="0035531B" w:rsidP="00845C50">
      <w:pPr>
        <w:pStyle w:val="Textbezslovn"/>
        <w:tabs>
          <w:tab w:val="left" w:pos="1701"/>
        </w:tabs>
        <w:spacing w:after="0"/>
        <w:ind w:left="1701" w:hanging="964"/>
      </w:pPr>
      <w:r w:rsidRPr="00177A1C">
        <w:t>Část 1</w:t>
      </w:r>
      <w:r w:rsidRPr="00177A1C">
        <w:tab/>
      </w:r>
      <w:r w:rsidR="00D9412B">
        <w:t>NEOBSAZENO</w:t>
      </w:r>
    </w:p>
    <w:p w14:paraId="1EE646CD" w14:textId="77777777" w:rsidR="0035531B" w:rsidRPr="00177A1C" w:rsidRDefault="0035531B" w:rsidP="00845C50">
      <w:pPr>
        <w:pStyle w:val="Textbezslovn"/>
        <w:tabs>
          <w:tab w:val="left" w:pos="1701"/>
        </w:tabs>
        <w:spacing w:after="0"/>
        <w:ind w:left="1701" w:hanging="964"/>
      </w:pPr>
      <w:r w:rsidRPr="00177A1C">
        <w:t>Část 2</w:t>
      </w:r>
      <w:r w:rsidRPr="00177A1C">
        <w:tab/>
        <w:t>Rekapitulace ceny</w:t>
      </w:r>
    </w:p>
    <w:p w14:paraId="0336E4E4" w14:textId="77777777" w:rsidR="00EE53CB" w:rsidRPr="00177A1C" w:rsidRDefault="0035531B" w:rsidP="00EE53CB">
      <w:pPr>
        <w:pStyle w:val="Textbezslovn"/>
        <w:tabs>
          <w:tab w:val="left" w:pos="1701"/>
        </w:tabs>
        <w:spacing w:after="0"/>
        <w:ind w:left="1701" w:hanging="964"/>
      </w:pPr>
      <w:r w:rsidRPr="00177A1C">
        <w:t>Část 3</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1A4377B5" w14:textId="09311F45"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3"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w:t>
      </w:r>
      <w:r w:rsidR="002F2D47">
        <w:t xml:space="preserve"> sektorová veřejná zakázka</w:t>
      </w:r>
      <w:r w:rsidRPr="00DD22E5">
        <w:t>, které je dostupné</w:t>
      </w:r>
      <w:r w:rsidR="00845C50" w:rsidRPr="00DD22E5">
        <w:t xml:space="preserve"> </w:t>
      </w:r>
      <w:r w:rsidRPr="00DD22E5">
        <w:t>na stránkách Věstníku veřejných zakázek dostupných z:</w:t>
      </w:r>
      <w:r w:rsidR="00845C50" w:rsidRPr="00DD22E5">
        <w:t xml:space="preserve"> </w:t>
      </w:r>
      <w:hyperlink r:id="rId14" w:history="1">
        <w:r w:rsidR="00626019">
          <w:rPr>
            <w:rStyle w:val="Hypertextovodkaz"/>
          </w:rPr>
          <w:t>https://vvz.nipez.cz/</w:t>
        </w:r>
      </w:hyperlink>
      <w:hyperlink r:id="rId15" w:history="1"/>
      <w:r w:rsidR="004E4BDF" w:rsidRPr="004E4BDF">
        <w:rPr>
          <w:rStyle w:val="Hypertextovodkaz"/>
          <w:noProof w:val="0"/>
          <w:color w:val="auto"/>
        </w:rPr>
        <w:t>.</w:t>
      </w:r>
    </w:p>
    <w:p w14:paraId="295429F4" w14:textId="77777777" w:rsidR="00DD22E5" w:rsidRPr="00DD22E5" w:rsidRDefault="00DD22E5" w:rsidP="00DD22E5">
      <w:pPr>
        <w:pStyle w:val="Text1-1"/>
        <w:numPr>
          <w:ilvl w:val="0"/>
          <w:numId w:val="0"/>
        </w:numPr>
        <w:spacing w:after="0"/>
        <w:ind w:left="737"/>
        <w:rPr>
          <w:highlight w:val="green"/>
        </w:rPr>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02609D">
        <w:t xml:space="preserve"> </w:t>
      </w:r>
      <w:hyperlink r:id="rId17"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7342E641" w:rsidR="0035531B" w:rsidRDefault="00EE53CB" w:rsidP="00EE53CB">
      <w:pPr>
        <w:pStyle w:val="Text1-1"/>
      </w:pPr>
      <w:r w:rsidRPr="00EE53CB">
        <w:t xml:space="preserve">Dodavatelé jsou zcela odpovědni za dostatečně pečlivé prostudování zadávací dokumentace této veřejné zakázky, včetně </w:t>
      </w:r>
      <w:r w:rsidRPr="0048618D">
        <w:t xml:space="preserve">dokumentace pro </w:t>
      </w:r>
      <w:r w:rsidR="005A2EF9">
        <w:t>Ú</w:t>
      </w:r>
      <w:r w:rsidR="0048618D" w:rsidRPr="0048618D">
        <w:t>zemní řízení</w:t>
      </w:r>
      <w:r w:rsidR="005A2EF9">
        <w:t xml:space="preserve"> Stavby 1 a Stavby 2</w:t>
      </w:r>
      <w:r w:rsidRPr="00EE53CB">
        <w:t>,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t>.</w:t>
      </w:r>
    </w:p>
    <w:p w14:paraId="29C9E8F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41FA1B33" w14:textId="77777777" w:rsidR="0035531B" w:rsidRDefault="00EE53CB" w:rsidP="00EE53CB">
      <w:pPr>
        <w:pStyle w:val="Odrka1-1"/>
      </w:pPr>
      <w:r w:rsidRPr="00EE53CB">
        <w:t>Obecné podmínky – Mezinárodní federace konzultačních inženýrů (FIDIC), se sídlem World Trade Center II, PO Box 311, 29 route de Prés-Bois, CH-1215 Ženeva 15, Švýcarsko, překlad – Česká asociace konzultačních inženýrů (CACE), se sídlem Havlíčkovo nábřeží 38, 702 00 Ostrava</w:t>
      </w:r>
      <w:r w:rsidR="0035531B">
        <w:t>.</w:t>
      </w:r>
    </w:p>
    <w:p w14:paraId="2810F2F4" w14:textId="1D8CEE38" w:rsidR="0048618D" w:rsidRDefault="0048618D" w:rsidP="00BA0FC3">
      <w:pPr>
        <w:pStyle w:val="Odrka1-1"/>
      </w:pPr>
      <w:r>
        <w:t>Dokumentace pro územní řízení stavby „</w:t>
      </w:r>
      <w:r w:rsidRPr="000127E9">
        <w:t>Rekonstrukce systému DDTS ŽDC v obvodu OŘ Praha, Olomouc, Brno, Ostrava</w:t>
      </w:r>
      <w:r>
        <w:t>“, zpracovatel SUDOP PRAHA a.s., Olšanská 1a, 130 80 Praha 3, IČO: 25793349, datum 05/2022.</w:t>
      </w:r>
    </w:p>
    <w:p w14:paraId="32F24F77" w14:textId="39496EE7" w:rsidR="0035531B" w:rsidRDefault="0048618D" w:rsidP="00BA0FC3">
      <w:pPr>
        <w:pStyle w:val="Odrka1-1"/>
      </w:pPr>
      <w:r>
        <w:t xml:space="preserve">Dokumentace pro územní řízení stavby „Rekonstrukce systému DDTS ŽDC v obvodu OŘ Plzeň, Ústí nad Labem, Hradec Králové“, zpracovatel SUDOP PRAHA a.s., Olšanská 1a, 130 80 Praha 3, IČO: 25793349, datum 05/2022. </w:t>
      </w:r>
    </w:p>
    <w:p w14:paraId="14DF5D34" w14:textId="77777777" w:rsidR="0035531B" w:rsidRDefault="0035531B" w:rsidP="0035531B">
      <w:pPr>
        <w:pStyle w:val="Text1-1"/>
      </w:pPr>
      <w:r>
        <w:t>Pro vyloučení pochybností zadavatel uvádí, že ohledně této veřejné zakázky nevedl předběžné tržní konzultace.</w:t>
      </w:r>
    </w:p>
    <w:p w14:paraId="199DD8C6" w14:textId="77777777" w:rsidR="0035531B" w:rsidRDefault="0035531B" w:rsidP="00CC4380">
      <w:pPr>
        <w:pStyle w:val="Nadpis1-1"/>
      </w:pPr>
      <w:bookmarkStart w:id="12" w:name="_Toc159419870"/>
      <w:r>
        <w:t>VYSVĚTLENÍ, ZMĚNY</w:t>
      </w:r>
      <w:r w:rsidR="00845C50">
        <w:t xml:space="preserve"> a </w:t>
      </w:r>
      <w:r>
        <w:t>DOPLNĚNÍ ZADÁVACÍ DOKUMENTACE</w:t>
      </w:r>
      <w:bookmarkEnd w:id="12"/>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8"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9070CD" w:rsidRPr="00A6336E">
          <w:rPr>
            <w:rStyle w:val="Hypertextovodkaz"/>
            <w:noProof w:val="0"/>
          </w:rPr>
          <w:t>https://zakazky.spravazeleznic.cz/</w:t>
        </w:r>
      </w:hyperlink>
      <w:r>
        <w:t>. Pokud dodavatel</w:t>
      </w:r>
      <w:r w:rsidR="00092CC9">
        <w:t xml:space="preserve"> o </w:t>
      </w:r>
      <w:r>
        <w:t xml:space="preserve">vysvětlení požádá nejpozději 8 pracovních dnů před uplynutím lhůty pro </w:t>
      </w:r>
      <w:r>
        <w:lastRenderedPageBreak/>
        <w:t>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3" w:name="_Toc159419871"/>
      <w:r>
        <w:t>POŽADAVKY ZADAVATELE NA KVALIFIKACI</w:t>
      </w:r>
      <w:bookmarkEnd w:id="13"/>
    </w:p>
    <w:p w14:paraId="1FF248E3" w14:textId="47E261D2"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2F2D47">
        <w:t xml:space="preserve"> sektorová veřejná zakázka</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lastRenderedPageBreak/>
        <w:t>písemného čestného prohlášení ve vztahu</w:t>
      </w:r>
      <w:r w:rsidR="00BC6D2B">
        <w:t xml:space="preserve"> k </w:t>
      </w:r>
      <w:r>
        <w:t xml:space="preserve">§ 74 odst. 1 písm. c) ZZVZ; </w:t>
      </w:r>
    </w:p>
    <w:p w14:paraId="30A46EE8" w14:textId="52CF817E" w:rsidR="0035531B" w:rsidRDefault="0035531B" w:rsidP="00CC4380">
      <w:pPr>
        <w:pStyle w:val="Odrka1-2-"/>
      </w:pPr>
      <w:r>
        <w:t xml:space="preserve">potvrzení příslušné </w:t>
      </w:r>
      <w:r w:rsidR="00B67CF9">
        <w:t xml:space="preserve">územní </w:t>
      </w:r>
      <w:r>
        <w:t>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0E161CC" w14:textId="77777777" w:rsidR="0035531B" w:rsidRDefault="0035531B" w:rsidP="00CC4380">
      <w:pPr>
        <w:pStyle w:val="Textbezslovn"/>
        <w:ind w:left="1077"/>
      </w:pPr>
      <w:r>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534871E5" w14:textId="07D6FCED" w:rsidR="00264132" w:rsidRDefault="0035531B" w:rsidP="00A31866">
      <w:pPr>
        <w:pStyle w:val="Odrka1-2-"/>
        <w:spacing w:after="0"/>
      </w:pPr>
      <w:r w:rsidRPr="00264132">
        <w:t>Provádění staveb, jejich změn</w:t>
      </w:r>
      <w:r w:rsidR="00845C50" w:rsidRPr="00264132">
        <w:t xml:space="preserve"> a </w:t>
      </w:r>
      <w:r w:rsidR="00264132">
        <w:t>odstraňování</w:t>
      </w:r>
    </w:p>
    <w:p w14:paraId="4819474B" w14:textId="189FDDEB" w:rsidR="00F33CA8" w:rsidRPr="00CC61FD" w:rsidRDefault="00264132" w:rsidP="00CC61FD">
      <w:pPr>
        <w:pStyle w:val="Odrka1-2-"/>
        <w:spacing w:after="120"/>
      </w:pPr>
      <w:r w:rsidRPr="00264132">
        <w:t>Projektovou činnost ve výstavbě</w:t>
      </w:r>
    </w:p>
    <w:p w14:paraId="7400370E" w14:textId="77777777" w:rsidR="0035531B" w:rsidRDefault="0035531B" w:rsidP="00092CC9">
      <w:pPr>
        <w:pStyle w:val="Odrka1-1"/>
      </w:pPr>
      <w:r>
        <w:t>Odborná způsobilost:</w:t>
      </w:r>
    </w:p>
    <w:p w14:paraId="474D0CF2" w14:textId="77777777" w:rsidR="00E65C98" w:rsidRPr="00E65C98"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17987390" w14:textId="77777777" w:rsidR="00E65C98" w:rsidRPr="005176B5" w:rsidRDefault="00E65C98" w:rsidP="00E65C98">
      <w:pPr>
        <w:pStyle w:val="Odrka1-1"/>
        <w:numPr>
          <w:ilvl w:val="0"/>
          <w:numId w:val="0"/>
        </w:numPr>
        <w:ind w:left="1190" w:firstLine="341"/>
      </w:pPr>
      <w:r w:rsidRPr="005176B5">
        <w:rPr>
          <w:b/>
        </w:rPr>
        <w:t xml:space="preserve">e) </w:t>
      </w:r>
      <w:r w:rsidRPr="005176B5">
        <w:t>technologická zařízení staveb</w:t>
      </w:r>
    </w:p>
    <w:p w14:paraId="71658326" w14:textId="5E4072E7" w:rsidR="0035531B" w:rsidRPr="00E81909" w:rsidRDefault="0035531B" w:rsidP="00E81909">
      <w:pPr>
        <w:pStyle w:val="Odrka1-2-"/>
        <w:numPr>
          <w:ilvl w:val="0"/>
          <w:numId w:val="0"/>
        </w:numPr>
        <w:spacing w:after="120"/>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E65C98">
        <w:t xml:space="preserve"> </w:t>
      </w:r>
      <w:r w:rsidR="00E65C98" w:rsidRPr="00C574FE">
        <w:t>(dále jen „autorizační zákon“)</w:t>
      </w:r>
      <w:r>
        <w:t>.</w:t>
      </w:r>
    </w:p>
    <w:p w14:paraId="6FBCD750" w14:textId="22E5F2F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9EF8CF4" w14:textId="77777777" w:rsidR="00504C6C" w:rsidRDefault="00504C6C" w:rsidP="00CC4380">
      <w:pPr>
        <w:pStyle w:val="Textbezslovn"/>
        <w:ind w:left="1077"/>
      </w:pPr>
    </w:p>
    <w:p w14:paraId="7628549E" w14:textId="77777777" w:rsidR="006B1C94" w:rsidRDefault="006B1C94" w:rsidP="00CC4380">
      <w:pPr>
        <w:pStyle w:val="Textbezslovn"/>
        <w:ind w:left="1077"/>
      </w:pPr>
    </w:p>
    <w:p w14:paraId="38231597" w14:textId="77777777" w:rsidR="0035531B" w:rsidRPr="00CC4380" w:rsidRDefault="0035531B" w:rsidP="0035531B">
      <w:pPr>
        <w:pStyle w:val="Text1-1"/>
        <w:rPr>
          <w:rStyle w:val="Tun9b"/>
        </w:rPr>
      </w:pPr>
      <w:r w:rsidRPr="00CC4380">
        <w:rPr>
          <w:rStyle w:val="Tun9b"/>
        </w:rPr>
        <w:t>Ekonomická kvalifikace</w:t>
      </w:r>
    </w:p>
    <w:p w14:paraId="35001C3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60476C6E" w14:textId="7B89B4C3"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5C1D8E" w:rsidRPr="005C1D8E">
        <w:rPr>
          <w:b/>
          <w:bCs/>
        </w:rPr>
        <w:t>27 mil.</w:t>
      </w:r>
      <w:r>
        <w:t xml:space="preserve"> </w:t>
      </w:r>
      <w:r w:rsidRPr="002924B8">
        <w:rPr>
          <w:b/>
        </w:rPr>
        <w:t>Kč</w:t>
      </w:r>
      <w:r>
        <w:t xml:space="preserve"> bez DPH;</w:t>
      </w:r>
    </w:p>
    <w:p w14:paraId="2F179ADE"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79D077F"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1E356C9A"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2942525"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08619DB7" w14:textId="2CD9584C" w:rsidR="002B66F2" w:rsidRDefault="002B66F2" w:rsidP="002B66F2">
      <w:pPr>
        <w:pStyle w:val="Odrka1-1"/>
      </w:pPr>
      <w:r>
        <w:t xml:space="preserve">Zadavatel požaduje předložení seznamu významných ukončených služeb obdobného charakteru poskytnutých dodavatelem v </w:t>
      </w:r>
      <w:r w:rsidRPr="003F6D1A">
        <w:t xml:space="preserve">posledních </w:t>
      </w:r>
      <w:r w:rsidR="0038050F" w:rsidRPr="003F6D1A">
        <w:t>5</w:t>
      </w:r>
      <w:r w:rsidRPr="003F6D1A">
        <w:t xml:space="preserve"> letech</w:t>
      </w:r>
      <w:r>
        <w:t xml:space="preserve"> před zahájením zadávacího řízení. Za významné služby obdobného charakteru se pokládají projek</w:t>
      </w:r>
      <w:r w:rsidR="000A7769">
        <w:t>tové</w:t>
      </w:r>
      <w:r>
        <w:t xml:space="preserve"> práce spočívající ve zhotovení dokumentace ve </w:t>
      </w:r>
      <w:r w:rsidRPr="001D6563">
        <w:t xml:space="preserve">stupni projektové dokumentace pro </w:t>
      </w:r>
      <w:r w:rsidR="00B31001" w:rsidRPr="001D6563">
        <w:t xml:space="preserve">vydání </w:t>
      </w:r>
      <w:r w:rsidRPr="001D6563">
        <w:t>stavební</w:t>
      </w:r>
      <w:r w:rsidR="00B31001" w:rsidRPr="001D6563">
        <w:t>ho</w:t>
      </w:r>
      <w:r w:rsidRPr="001D6563">
        <w:t xml:space="preserve"> povolení (</w:t>
      </w:r>
      <w:r w:rsidR="00B31001" w:rsidRPr="001D6563">
        <w:t>dále jen „</w:t>
      </w:r>
      <w:r w:rsidRPr="001D6563">
        <w:t>DSP</w:t>
      </w:r>
      <w:r w:rsidR="00B31001" w:rsidRPr="001D6563">
        <w:t>“</w:t>
      </w:r>
      <w:r w:rsidRPr="001D6563">
        <w:t xml:space="preserve">) nebo ve stupni </w:t>
      </w:r>
      <w:r w:rsidR="00E61C9B" w:rsidRPr="001D6563">
        <w:t xml:space="preserve">projektové </w:t>
      </w:r>
      <w:r w:rsidRPr="001D6563">
        <w:t xml:space="preserve">dokumentace pro </w:t>
      </w:r>
      <w:r w:rsidR="00B31001" w:rsidRPr="001D6563">
        <w:t xml:space="preserve">vydání </w:t>
      </w:r>
      <w:r w:rsidRPr="001D6563">
        <w:t>společné</w:t>
      </w:r>
      <w:r w:rsidR="00B31001" w:rsidRPr="001D6563">
        <w:t>ho</w:t>
      </w:r>
      <w:r w:rsidRPr="001D6563">
        <w:t xml:space="preserve"> povolení (</w:t>
      </w:r>
      <w:r w:rsidR="00B31001" w:rsidRPr="001D6563">
        <w:t>dále jen „</w:t>
      </w:r>
      <w:r w:rsidRPr="001D6563">
        <w:t>DUSP</w:t>
      </w:r>
      <w:r w:rsidR="00B31001" w:rsidRPr="001D6563">
        <w:t>“</w:t>
      </w:r>
      <w:r w:rsidRPr="001D6563">
        <w:t>)</w:t>
      </w:r>
      <w:r w:rsidR="001D6563" w:rsidRPr="001D6563">
        <w:t>,</w:t>
      </w:r>
      <w:r w:rsidRPr="001D6563">
        <w:t xml:space="preserve"> </w:t>
      </w:r>
      <w:r w:rsidR="001D6563" w:rsidRPr="001D6563">
        <w:t>resp</w:t>
      </w:r>
      <w:r w:rsidR="001D6563">
        <w:t xml:space="preserve">.  projektové dokumentace pro vydání společného povolení podle zákona č. 416/2009 Sb., </w:t>
      </w:r>
      <w:r w:rsidR="001D6563" w:rsidRPr="00EC1519">
        <w:t>o urychlení výstavby dopravní, vodní a energetické infrastruktury a infrastruktury elektronických komunikací (liniový zákon)</w:t>
      </w:r>
      <w:r w:rsidR="001D6563">
        <w:t>, ve znění pozdějších předpisů (dále jen „DUSL“, přičemž pro obě projektové dokumentace pro vydání společného povolení je dále v textu používána společná zkratka „DUSP/DUSL</w:t>
      </w:r>
      <w:r w:rsidR="001D6563" w:rsidRPr="001D6563">
        <w:t>“)</w:t>
      </w:r>
      <w:r w:rsidR="001D6563">
        <w:t xml:space="preserve"> </w:t>
      </w:r>
      <w:r w:rsidRPr="001D6563">
        <w:t xml:space="preserve">nebo ve </w:t>
      </w:r>
      <w:r w:rsidR="00B31001" w:rsidRPr="001D6563">
        <w:t xml:space="preserve">stupních </w:t>
      </w:r>
      <w:r w:rsidRPr="001D6563">
        <w:t xml:space="preserve">projektové dokumentace pro </w:t>
      </w:r>
      <w:r w:rsidR="00B31001" w:rsidRPr="001D6563">
        <w:t xml:space="preserve">vydání </w:t>
      </w:r>
      <w:r w:rsidRPr="001D6563">
        <w:t>stavební</w:t>
      </w:r>
      <w:r w:rsidR="00B31001" w:rsidRPr="001D6563">
        <w:t>ho</w:t>
      </w:r>
      <w:r w:rsidRPr="001D6563">
        <w:t xml:space="preserve"> povolení a projektové dokumentace pro provádění stavby (</w:t>
      </w:r>
      <w:r w:rsidR="00B31001" w:rsidRPr="001D6563">
        <w:t>dále jen „</w:t>
      </w:r>
      <w:r w:rsidR="00613FCF" w:rsidRPr="001D6563">
        <w:t>DSP+</w:t>
      </w:r>
      <w:r w:rsidRPr="001D6563">
        <w:t>PDPS</w:t>
      </w:r>
      <w:r w:rsidR="00B31001" w:rsidRPr="001D6563">
        <w:t>“</w:t>
      </w:r>
      <w:r w:rsidRPr="001D6563">
        <w:t xml:space="preserve">) </w:t>
      </w:r>
      <w:r w:rsidR="00613FCF" w:rsidRPr="001D6563">
        <w:t xml:space="preserve">nebo ve </w:t>
      </w:r>
      <w:r w:rsidR="00B31001" w:rsidRPr="001D6563">
        <w:t xml:space="preserve">stupních </w:t>
      </w:r>
      <w:r w:rsidR="00613FCF" w:rsidRPr="001D6563">
        <w:t xml:space="preserve">projektové dokumentace pro </w:t>
      </w:r>
      <w:r w:rsidR="00B31001" w:rsidRPr="001D6563">
        <w:t xml:space="preserve">vydání </w:t>
      </w:r>
      <w:r w:rsidR="00613FCF" w:rsidRPr="001D6563">
        <w:t>společné</w:t>
      </w:r>
      <w:r w:rsidR="00B31001" w:rsidRPr="001D6563">
        <w:t>ho</w:t>
      </w:r>
      <w:r w:rsidR="00613FCF" w:rsidRPr="001D6563">
        <w:t xml:space="preserve"> povolení a projektové dokumentace pro provádění stavby (</w:t>
      </w:r>
      <w:r w:rsidR="00B31001" w:rsidRPr="001D6563">
        <w:t>dále jen „</w:t>
      </w:r>
      <w:r w:rsidR="00613FCF" w:rsidRPr="001D6563">
        <w:t>DUSP</w:t>
      </w:r>
      <w:r w:rsidR="001D6563">
        <w:t>/DUSL</w:t>
      </w:r>
      <w:r w:rsidR="00613FCF" w:rsidRPr="001D6563">
        <w:t>+PDPS</w:t>
      </w:r>
      <w:r w:rsidR="00B31001" w:rsidRPr="001D6563">
        <w:t>“</w:t>
      </w:r>
      <w:r w:rsidR="00613FCF" w:rsidRPr="001D6563">
        <w:t>)</w:t>
      </w:r>
      <w:r w:rsidR="003F6D1A">
        <w:t xml:space="preserve"> </w:t>
      </w:r>
      <w:r w:rsidR="006716E8">
        <w:t xml:space="preserve">nebo ve stupni projektové dokumentace pro provádění stavby (dále jen „PDPS“) </w:t>
      </w:r>
      <w:r w:rsidR="002D6B5B">
        <w:t xml:space="preserve">dle </w:t>
      </w:r>
      <w:r w:rsidR="00FE0BAB">
        <w:t xml:space="preserve">prováděcích </w:t>
      </w:r>
      <w:r w:rsidR="002D6B5B">
        <w:t xml:space="preserve">právních </w:t>
      </w:r>
      <w:r w:rsidR="002D6B5B">
        <w:lastRenderedPageBreak/>
        <w:t>předpisů</w:t>
      </w:r>
      <w:r w:rsidR="002D6B5B" w:rsidRPr="00833899">
        <w:rPr>
          <w:rStyle w:val="Znakapoznpodarou"/>
        </w:rPr>
        <w:footnoteReference w:id="2"/>
      </w:r>
      <w:r w:rsidR="002D6B5B">
        <w:t xml:space="preserve"> </w:t>
      </w:r>
      <w:r>
        <w:t xml:space="preserve">pro stavby </w:t>
      </w:r>
      <w:r w:rsidRPr="003F6D1A">
        <w:t>železničních</w:t>
      </w:r>
      <w:r>
        <w:t xml:space="preserve"> drah</w:t>
      </w:r>
      <w:r w:rsidR="003F6D1A">
        <w:t xml:space="preserve"> </w:t>
      </w:r>
      <w:r>
        <w:t xml:space="preserve">ve smyslu § 5 odst. 1 </w:t>
      </w:r>
      <w:r w:rsidRPr="008D4732">
        <w:t>a § 3 odst. 1 zák</w:t>
      </w:r>
      <w:r>
        <w:t xml:space="preserve">. č. 266/1994 Sb., o dráhách, ve znění pozdějších předpisů, které svým charakterem odpovídají profesnímu obsahu zadávané veřejné zakázky, tj. zahrnují alespoň následující činnosti: </w:t>
      </w:r>
      <w:r w:rsidR="003F6D1A" w:rsidRPr="00776A57">
        <w:rPr>
          <w:b/>
          <w:bCs/>
        </w:rPr>
        <w:t>projektování sdělovacího zařízení dálkové diagnostiky technologických systémů železniční dopravní cesty.</w:t>
      </w:r>
    </w:p>
    <w:p w14:paraId="23EC1B79" w14:textId="2DAD8D23" w:rsidR="002B66F2" w:rsidRDefault="002B66F2" w:rsidP="003303BF">
      <w:pPr>
        <w:pStyle w:val="Textbezslovn"/>
        <w:ind w:left="1077"/>
      </w:pPr>
      <w:r>
        <w:t xml:space="preserve">Za </w:t>
      </w:r>
      <w:r w:rsidR="00FD3FF0">
        <w:t xml:space="preserve">významnou </w:t>
      </w:r>
      <w:r>
        <w:t>službu obdobného charakteru, resp. projek</w:t>
      </w:r>
      <w:r w:rsidR="000A7769">
        <w:t>tové</w:t>
      </w:r>
      <w:r>
        <w:t xml:space="preserve"> práce spočívající ve zhotovení dokumentace ve stupni DSP nebo DUSP</w:t>
      </w:r>
      <w:r w:rsidR="001D6563">
        <w:t>/DUSL</w:t>
      </w:r>
      <w:r>
        <w:t xml:space="preserve"> nebo DSP</w:t>
      </w:r>
      <w:r w:rsidR="00FE0BAB">
        <w:t>+</w:t>
      </w:r>
      <w:r>
        <w:t>PDPS</w:t>
      </w:r>
      <w:r w:rsidR="00613FCF">
        <w:t xml:space="preserve"> nebo DUSP</w:t>
      </w:r>
      <w:r w:rsidR="001D6563">
        <w:t>/DUSL</w:t>
      </w:r>
      <w:r w:rsidR="00613FCF">
        <w:t>+PDPS</w:t>
      </w:r>
      <w:r w:rsidR="00F14473">
        <w:t xml:space="preserve"> nebo PDPS</w:t>
      </w:r>
      <w:r>
        <w:t>, zadavatel považuje rovněž provedení aktualizace dokumentace ve stupni DSP nebo DUSP</w:t>
      </w:r>
      <w:r w:rsidR="001D6563">
        <w:t>/DUSL</w:t>
      </w:r>
      <w:r>
        <w:t xml:space="preserve"> nebo DSP</w:t>
      </w:r>
      <w:r w:rsidR="00613FCF">
        <w:t>+</w:t>
      </w:r>
      <w:r>
        <w:t>PDPS</w:t>
      </w:r>
      <w:r w:rsidR="00613FCF">
        <w:t xml:space="preserve"> nebo DUSP</w:t>
      </w:r>
      <w:r w:rsidR="001D6563">
        <w:t>/DUSL</w:t>
      </w:r>
      <w:r w:rsidR="00613FCF">
        <w:t>+PDPS</w:t>
      </w:r>
      <w:r w:rsidR="00F14473">
        <w:t xml:space="preserve"> nebo PDPS</w:t>
      </w:r>
      <w:r>
        <w:t>.</w:t>
      </w:r>
    </w:p>
    <w:p w14:paraId="2B700A0C" w14:textId="77777777" w:rsidR="008F385E" w:rsidRDefault="00B31001" w:rsidP="003303BF">
      <w:pPr>
        <w:pStyle w:val="Textbezslovn"/>
        <w:ind w:left="1077"/>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 č. 146/2008 Sb., </w:t>
      </w:r>
      <w:r w:rsidRPr="00511E3C">
        <w:t>o rozsahu a obsahu projektové dokumentace dopravních staveb</w:t>
      </w:r>
      <w:r>
        <w:t>,</w:t>
      </w:r>
      <w:r w:rsidRPr="00511E3C">
        <w:t xml:space="preserve"> </w:t>
      </w:r>
      <w:r>
        <w:t xml:space="preserve">ve znění účinném od 1. 12. 2018. </w:t>
      </w:r>
      <w:r w:rsidR="00F91B4A">
        <w:t xml:space="preserve">Jako dokumentaci ve stupni PDPS však nelze předložit PDPS zpracovanou dle přílohy č. 6 vyhl. č. 146/2008 Sb., </w:t>
      </w:r>
      <w:r w:rsidR="00F91B4A" w:rsidRPr="00511E3C">
        <w:t>o rozsahu a obsahu projektové dokumentace dopravních staveb</w:t>
      </w:r>
      <w:r w:rsidR="00F91B4A">
        <w:t>,</w:t>
      </w:r>
      <w:r w:rsidR="00F91B4A" w:rsidRPr="00511E3C">
        <w:t xml:space="preserve"> </w:t>
      </w:r>
      <w:r w:rsidR="00F91B4A">
        <w:t>ve znění účinném do 30. 11. 2018.</w:t>
      </w:r>
      <w:r w:rsidR="00F05537">
        <w:t xml:space="preserve"> </w:t>
      </w:r>
    </w:p>
    <w:p w14:paraId="057CB2AE" w14:textId="1BDF6646" w:rsidR="00A9672A" w:rsidRDefault="00A9672A" w:rsidP="003303BF">
      <w:pPr>
        <w:pStyle w:val="Textbezslovn"/>
        <w:ind w:left="1077"/>
      </w:pPr>
      <w:r w:rsidRPr="00FC44E6">
        <w:rPr>
          <w:rFonts w:eastAsia="Times New Roman" w:cs="Times New Roman"/>
          <w:lang w:eastAsia="cs-CZ"/>
        </w:rPr>
        <w:t xml:space="preserve">Dodavatel musí předloženým seznamem významných </w:t>
      </w:r>
      <w:r>
        <w:rPr>
          <w:rFonts w:eastAsia="Times New Roman" w:cs="Times New Roman"/>
          <w:lang w:eastAsia="cs-CZ"/>
        </w:rPr>
        <w:t xml:space="preserve">ukončených </w:t>
      </w:r>
      <w:r w:rsidRPr="00FC44E6">
        <w:rPr>
          <w:rFonts w:eastAsia="Times New Roman" w:cs="Times New Roman"/>
          <w:lang w:eastAsia="cs-CZ"/>
        </w:rPr>
        <w:t xml:space="preserve">služeb </w:t>
      </w:r>
      <w:r w:rsidRPr="00934A27">
        <w:rPr>
          <w:rFonts w:eastAsia="Times New Roman" w:cs="Times New Roman"/>
          <w:lang w:eastAsia="cs-CZ"/>
        </w:rPr>
        <w:t>prokázat,</w:t>
      </w:r>
      <w:r w:rsidRPr="00FC44E6">
        <w:rPr>
          <w:rFonts w:eastAsia="Times New Roman" w:cs="Times New Roman"/>
          <w:lang w:eastAsia="cs-CZ"/>
        </w:rPr>
        <w:t xml:space="preserve"> že v uvedeném období poskytl </w:t>
      </w:r>
      <w:r w:rsidRPr="0084633A">
        <w:rPr>
          <w:rFonts w:eastAsia="Times New Roman" w:cs="Times New Roman"/>
          <w:b/>
          <w:lang w:eastAsia="cs-CZ"/>
        </w:rPr>
        <w:t xml:space="preserve">alespoň </w:t>
      </w:r>
      <w:r>
        <w:rPr>
          <w:rFonts w:eastAsia="Times New Roman" w:cs="Times New Roman"/>
          <w:b/>
          <w:lang w:eastAsia="cs-CZ"/>
        </w:rPr>
        <w:t>jednu službu</w:t>
      </w:r>
      <w:r w:rsidRPr="0084633A">
        <w:rPr>
          <w:rFonts w:eastAsia="Times New Roman" w:cs="Times New Roman"/>
          <w:b/>
          <w:lang w:eastAsia="cs-CZ"/>
        </w:rPr>
        <w:t xml:space="preserve"> obdobného charakteru</w:t>
      </w:r>
      <w:r w:rsidRPr="0084633A">
        <w:rPr>
          <w:rFonts w:eastAsia="Times New Roman" w:cs="Times New Roman"/>
          <w:lang w:eastAsia="cs-CZ"/>
        </w:rPr>
        <w:t xml:space="preserve"> </w:t>
      </w:r>
      <w:r>
        <w:t xml:space="preserve">v hodnotě nejméně </w:t>
      </w:r>
      <w:r>
        <w:rPr>
          <w:b/>
        </w:rPr>
        <w:t>5</w:t>
      </w:r>
      <w:r w:rsidRPr="009237C8">
        <w:rPr>
          <w:rFonts w:eastAsia="Times New Roman" w:cs="Times New Roman"/>
          <w:b/>
          <w:lang w:eastAsia="cs-CZ"/>
        </w:rPr>
        <w:t>00</w:t>
      </w:r>
      <w:r w:rsidRPr="005C26D0">
        <w:rPr>
          <w:rFonts w:eastAsia="Times New Roman" w:cs="Times New Roman"/>
          <w:b/>
          <w:lang w:eastAsia="cs-CZ"/>
        </w:rPr>
        <w:t xml:space="preserve"> 000,- Kč </w:t>
      </w:r>
      <w:r w:rsidRPr="005C26D0">
        <w:rPr>
          <w:rFonts w:eastAsia="Times New Roman" w:cs="Times New Roman"/>
          <w:lang w:eastAsia="cs-CZ"/>
        </w:rPr>
        <w:t xml:space="preserve">bez DPH. </w:t>
      </w:r>
      <w:r>
        <w:t xml:space="preserve">Hodnotou služby se </w:t>
      </w:r>
      <w:r w:rsidRPr="00E74F21">
        <w:rPr>
          <w:rFonts w:cs="Arial"/>
          <w:iCs/>
        </w:rPr>
        <w:t>pro účely posouzení splnění kritérií technické kvalifikace</w:t>
      </w:r>
      <w:r>
        <w:t xml:space="preserve"> rozumí cena, za kterou dodavatel provedl předmětné služby; tato cena nebude upravována o míru inflace tak, aby odpovídala současným hodnotám služeb.</w:t>
      </w:r>
      <w:r w:rsidRPr="00811843">
        <w:t xml:space="preserve"> </w:t>
      </w:r>
      <w:r>
        <w:t>V případě dokumentací ve stupních DSP+PDPS nebo DUSP/DUSL+PDPS lze jako hodnotu jedné významné služby doložit součet cen obou uvedených stupňů (tj. součet cen DSP+PDPS nebo DUSP/DUSL+PDPS).</w:t>
      </w:r>
    </w:p>
    <w:p w14:paraId="1327061E" w14:textId="05A4C10F" w:rsidR="002B66F2" w:rsidRDefault="002B66F2" w:rsidP="003303BF">
      <w:pPr>
        <w:pStyle w:val="Textbezslovn"/>
        <w:ind w:left="1077"/>
      </w:pPr>
      <w:r>
        <w:t>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4976AA">
        <w:t>c</w:t>
      </w:r>
      <w:r>
        <w:t xml:space="preserve">, státní organizace. </w:t>
      </w:r>
    </w:p>
    <w:p w14:paraId="0DB93F62" w14:textId="5A3B0B61" w:rsidR="008356A0" w:rsidRDefault="002B66F2" w:rsidP="008356A0">
      <w:pPr>
        <w:pStyle w:val="Textbezslovn"/>
        <w:ind w:left="1077"/>
      </w:pPr>
      <w:r>
        <w:t xml:space="preserve">Doba </w:t>
      </w:r>
      <w:r w:rsidR="0038050F">
        <w:t>posledníc</w:t>
      </w:r>
      <w:r w:rsidR="0038050F" w:rsidRPr="00A9672A">
        <w:t>h 5</w:t>
      </w:r>
      <w:r w:rsidRPr="00A9672A">
        <w:t xml:space="preserve"> let</w:t>
      </w:r>
      <w:r>
        <w:t xml:space="preserve"> </w:t>
      </w:r>
      <w:r w:rsidR="0038050F">
        <w:t xml:space="preserve">před zahájením zadávacího řízení </w:t>
      </w:r>
      <w:r w:rsidR="0038050F" w:rsidRPr="0000237D">
        <w:t xml:space="preserve">se </w:t>
      </w:r>
      <w:r w:rsidR="0038050F">
        <w:t>pro účely prokázání technické kvalifikace ohledně referenčních zakázek</w:t>
      </w:r>
      <w:r w:rsidR="0038050F" w:rsidRPr="0000237D">
        <w:t xml:space="preserve"> </w:t>
      </w:r>
      <w:r>
        <w:t xml:space="preserve">považuje za splněnou, pokud byly </w:t>
      </w:r>
      <w:r w:rsidR="00811843">
        <w:t xml:space="preserve">činnosti odpovídající zadavatelem stanovené definici významné </w:t>
      </w:r>
      <w:r>
        <w:t xml:space="preserve">služby </w:t>
      </w:r>
      <w:r w:rsidR="0038050F">
        <w:t xml:space="preserve">dokončeny </w:t>
      </w:r>
      <w:r>
        <w:t xml:space="preserve">v průběhu této doby </w:t>
      </w:r>
      <w:r w:rsidR="0038050F">
        <w:t xml:space="preserve">nebo kdykoli po zahájení zadávacího řízení, včetně doby po </w:t>
      </w:r>
      <w:r w:rsidR="00D15CDA">
        <w:t xml:space="preserve">uplynutí lhůty pro </w:t>
      </w:r>
      <w:r w:rsidR="0038050F">
        <w:t>podání nabídek, a to nejpozději do doby zadavatelem případně stanovené k předložení údajů a dokladů dle § 46 ZZVZ. P</w:t>
      </w:r>
      <w:r>
        <w:t>ro prokázání kvalifikace postačuje, aby byly požadované minimální hodnoty služeb dosaženy za celou dobu poskytování služeb, nikoliv pouze v průběhu posledníc</w:t>
      </w:r>
      <w:r w:rsidRPr="00A9672A">
        <w:t xml:space="preserve">h </w:t>
      </w:r>
      <w:r w:rsidR="0038050F" w:rsidRPr="00A9672A">
        <w:t>5</w:t>
      </w:r>
      <w:r w:rsidRPr="00A9672A">
        <w:t xml:space="preserve"> let</w:t>
      </w:r>
      <w:r>
        <w:t xml:space="preserve"> před zahájením zadávacího řízení. V případě, že byla referovaná služba, resp. </w:t>
      </w:r>
      <w:r w:rsidR="00811843">
        <w:t>zpracovaný příslušný stupeň dokumentace,</w:t>
      </w:r>
      <w:r w:rsidR="00811843" w:rsidRPr="0000237D">
        <w:t xml:space="preserve"> </w:t>
      </w:r>
      <w:r>
        <w:t xml:space="preserve">součástí rozsáhlejšího plnění pro objednatele služby (např. kromě zpracování projektové dokumentace měl dodavatel vykonávat i dozor </w:t>
      </w:r>
      <w:r w:rsidR="00771220">
        <w:t xml:space="preserve">projektanta </w:t>
      </w:r>
      <w:r>
        <w:t>při realizaci stavby apod.) postačí, pokud je dokončeno plnění</w:t>
      </w:r>
      <w:r w:rsidR="00811843">
        <w:t xml:space="preserve">, které odpovídá zadavatelem stanovené definici významné služby </w:t>
      </w:r>
      <w:r>
        <w:t>(tj. projektové práce ve stupni DSP nebo DUSP</w:t>
      </w:r>
      <w:r w:rsidR="008C2833">
        <w:t>/DUSL</w:t>
      </w:r>
      <w:r>
        <w:t xml:space="preserve"> nebo DSP</w:t>
      </w:r>
      <w:r w:rsidR="000D20BC">
        <w:t>+</w:t>
      </w:r>
      <w:r>
        <w:t xml:space="preserve">PDPS </w:t>
      </w:r>
      <w:r w:rsidR="000D20BC">
        <w:t>nebo DUSP</w:t>
      </w:r>
      <w:r w:rsidR="008C2833">
        <w:t>/DUSL</w:t>
      </w:r>
      <w:r w:rsidR="000D20BC">
        <w:t xml:space="preserve">+PDPS </w:t>
      </w:r>
      <w:r w:rsidR="00A24666">
        <w:t xml:space="preserve">nebo PDPS </w:t>
      </w:r>
      <w:r>
        <w:t>pro stavby železničních drah</w:t>
      </w:r>
      <w:r w:rsidR="00811843">
        <w:t xml:space="preserve"> s výše požadovaným předmětem plnění</w:t>
      </w:r>
      <w:r>
        <w:t>)</w:t>
      </w:r>
      <w:r w:rsidR="00D15CDA" w:rsidRPr="00D15CDA">
        <w:t xml:space="preserve"> </w:t>
      </w:r>
      <w:r w:rsidR="00D15CDA">
        <w:t xml:space="preserve">s tím, že </w:t>
      </w:r>
      <w:r w:rsidR="00D15CDA">
        <w:lastRenderedPageBreak/>
        <w:t xml:space="preserve">zakázka jako celek (tj. ohledně dalších činností, např. dozoru </w:t>
      </w:r>
      <w:r w:rsidR="00771220">
        <w:t xml:space="preserve">projektanta </w:t>
      </w:r>
      <w:r w:rsidR="00D15CDA">
        <w:t>při realizaci stavby) dokončena není</w:t>
      </w:r>
      <w:r>
        <w:t>; zároveň však platí, že nestačí</w:t>
      </w:r>
      <w:r w:rsidR="00D15CDA">
        <w:t xml:space="preserve"> (tj. nepovažuje se za plnění dokončené v požadované době)</w:t>
      </w:r>
      <w:r>
        <w:t xml:space="preserve">, pokud je v posledních </w:t>
      </w:r>
      <w:r w:rsidR="0038050F" w:rsidRPr="00A9672A">
        <w:t>5</w:t>
      </w:r>
      <w:r>
        <w:t xml:space="preserve"> letech dokončena služba rozsáhlejšího plnění jako celek</w:t>
      </w:r>
      <w:r w:rsidR="00811843">
        <w:t xml:space="preserve"> (např. dokončen dozor </w:t>
      </w:r>
      <w:r w:rsidR="00771220">
        <w:t xml:space="preserve">projektanta </w:t>
      </w:r>
      <w:r w:rsidR="00811843">
        <w:t>při realizaci stavby)</w:t>
      </w:r>
      <w:r>
        <w:t xml:space="preserve">, avšak plnění </w:t>
      </w:r>
      <w:r w:rsidR="00811843">
        <w:t>odpovídající definici významné služby</w:t>
      </w:r>
      <w:r w:rsidR="00811843" w:rsidRPr="0000237D">
        <w:t xml:space="preserve"> </w:t>
      </w:r>
      <w:r>
        <w:t xml:space="preserve">bylo dokončeno dříve než před </w:t>
      </w:r>
      <w:r w:rsidR="0038050F" w:rsidRPr="00A9672A">
        <w:t>5</w:t>
      </w:r>
      <w:r>
        <w:t xml:space="preserve"> lety. Obdobným způsobem je nutno naplnit i parametr ceny dané referované </w:t>
      </w:r>
      <w:r w:rsidR="0054651E">
        <w:t xml:space="preserve">projektové </w:t>
      </w:r>
      <w:r>
        <w:t>činnosti</w:t>
      </w:r>
      <w:r w:rsidR="008356A0">
        <w:t xml:space="preserv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16C146C1" w14:textId="77777777" w:rsidR="008356A0" w:rsidRDefault="008356A0" w:rsidP="00FF3F25">
      <w:pPr>
        <w:pStyle w:val="Textbezslovn"/>
        <w:ind w:left="1077"/>
      </w:pPr>
      <w:r>
        <w:t>Pro odstranění pochybností zadavatel k výše uvedenému upřesňuje, že:</w:t>
      </w:r>
    </w:p>
    <w:p w14:paraId="0FC41DC7" w14:textId="1D73BAF5" w:rsidR="008356A0" w:rsidRDefault="008356A0" w:rsidP="008356A0">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B43ED5" w:rsidRPr="00B43ED5">
        <w:t xml:space="preserve"> </w:t>
      </w:r>
      <w:r w:rsidR="00B43ED5" w:rsidRPr="00782576">
        <w:t xml:space="preserve">posouzení shody nebo vhodnosti pro použití prvku interoperability </w:t>
      </w:r>
      <w:r w:rsidR="00B43ED5">
        <w:t xml:space="preserve">či </w:t>
      </w:r>
      <w:r w:rsidR="00B43ED5" w:rsidRPr="00782576">
        <w:t>ES prohlášení o ověření subsystému</w:t>
      </w:r>
      <w:r>
        <w:t>, zpracování nákladů stavby, zpracování v režimu BIM;</w:t>
      </w:r>
    </w:p>
    <w:p w14:paraId="4F540601" w14:textId="1BB700AE" w:rsidR="002B66F2" w:rsidRDefault="002B66F2" w:rsidP="00FF3F25">
      <w:pPr>
        <w:pStyle w:val="Odrka1-2-"/>
      </w:pPr>
      <w:r>
        <w:t>pro potřeby doložení referenčních zakázek (významných služeb) se zakázka na projek</w:t>
      </w:r>
      <w:r w:rsidR="000A7769">
        <w:t>tové</w:t>
      </w:r>
      <w:r>
        <w:t xml:space="preserve"> práce </w:t>
      </w:r>
      <w:r w:rsidR="00FF3F25">
        <w:t xml:space="preserve">spočívající ve zpracování </w:t>
      </w:r>
      <w:r w:rsidR="00FF3F25">
        <w:rPr>
          <w:rFonts w:cs="Arial"/>
          <w:bCs/>
        </w:rPr>
        <w:t>dokumentace</w:t>
      </w:r>
      <w:r w:rsidR="00FF3F25">
        <w:t xml:space="preserve"> </w:t>
      </w:r>
      <w:r>
        <w:t>ve stupni DSP nebo DUSP</w:t>
      </w:r>
      <w:r w:rsidR="008C2833">
        <w:t>/DUSL</w:t>
      </w:r>
      <w:r>
        <w:t xml:space="preserve"> nebo DSP</w:t>
      </w:r>
      <w:r w:rsidR="00613FCF">
        <w:t>+</w:t>
      </w:r>
      <w:r>
        <w:t xml:space="preserve">PDPS </w:t>
      </w:r>
      <w:r w:rsidR="00613FCF">
        <w:t>nebo DUSP</w:t>
      </w:r>
      <w:r w:rsidR="008C2833">
        <w:t>/DUSL</w:t>
      </w:r>
      <w:r w:rsidR="00613FCF">
        <w:t>+PDPS</w:t>
      </w:r>
      <w:r w:rsidR="00F51A1C">
        <w:t xml:space="preserve"> nebo PDPS</w:t>
      </w:r>
      <w:r w:rsidR="00613FCF">
        <w:t xml:space="preserve"> </w:t>
      </w:r>
      <w:r>
        <w:t xml:space="preserve">považuje za dokončenou </w:t>
      </w:r>
      <w:r w:rsidR="00811843">
        <w:t xml:space="preserve">definitivním </w:t>
      </w:r>
      <w:r>
        <w:t>předáním DSP nebo DUSP</w:t>
      </w:r>
      <w:r w:rsidR="008C2833">
        <w:t>/DUSL</w:t>
      </w:r>
      <w:r>
        <w:t xml:space="preserve"> nebo DSP</w:t>
      </w:r>
      <w:r w:rsidR="00613FCF">
        <w:t>+</w:t>
      </w:r>
      <w:r>
        <w:t>PDPS</w:t>
      </w:r>
      <w:r w:rsidR="00613FCF">
        <w:t xml:space="preserve"> nebo DUSP</w:t>
      </w:r>
      <w:r w:rsidR="008C2833">
        <w:t>/DUSL</w:t>
      </w:r>
      <w:r w:rsidR="00613FCF">
        <w:t>+PDPS</w:t>
      </w:r>
      <w:r w:rsidR="00F05537">
        <w:t xml:space="preserve"> </w:t>
      </w:r>
      <w:r w:rsidR="00A82372">
        <w:t xml:space="preserve">nebo PDPS </w:t>
      </w:r>
      <w:r w:rsidR="00F05537">
        <w:t>včetně dokladové části</w:t>
      </w:r>
      <w:r>
        <w:t>, příp. jejich aktualizace, objednateli po zapracování všech připomínek</w:t>
      </w:r>
      <w:r w:rsidR="00811843" w:rsidRPr="00811843">
        <w:t xml:space="preserve"> </w:t>
      </w:r>
      <w:r w:rsidR="00811843">
        <w:t>a jejím převzetím objednatelem</w:t>
      </w:r>
      <w:r>
        <w:t>, a to bez případného podání žádosti o stavební povolení</w:t>
      </w:r>
      <w:r w:rsidR="00A53B1B">
        <w:t>,</w:t>
      </w:r>
      <w:r>
        <w:t xml:space="preserve"> společné povolení</w:t>
      </w:r>
      <w:r w:rsidR="00A53B1B">
        <w:t xml:space="preserve"> nebo povolení </w:t>
      </w:r>
      <w:r w:rsidR="00B43ED5">
        <w:t xml:space="preserve">záměru (povolení </w:t>
      </w:r>
      <w:r w:rsidR="00A53B1B">
        <w:t>stavby</w:t>
      </w:r>
      <w:r w:rsidR="00B43ED5">
        <w:t>)</w:t>
      </w:r>
      <w:r>
        <w:t>, je-li součástí plnění zakázky.</w:t>
      </w:r>
    </w:p>
    <w:p w14:paraId="65774102"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2B05D21A" w14:textId="77777777" w:rsidR="002B66F2" w:rsidRDefault="002B66F2" w:rsidP="0031783A">
      <w:pPr>
        <w:pStyle w:val="Odstavec1-1a"/>
        <w:numPr>
          <w:ilvl w:val="0"/>
          <w:numId w:val="14"/>
        </w:numPr>
      </w:pPr>
      <w:r>
        <w:t>společně s jinými dodavateli, a to v rozsahu, v jakém se na plnění zakázky podílel, nebo</w:t>
      </w:r>
    </w:p>
    <w:p w14:paraId="195A0A43" w14:textId="77777777" w:rsidR="002B66F2" w:rsidRDefault="002B66F2" w:rsidP="0031783A">
      <w:pPr>
        <w:pStyle w:val="Odstavec1-1a"/>
        <w:numPr>
          <w:ilvl w:val="0"/>
          <w:numId w:val="14"/>
        </w:numPr>
      </w:pPr>
      <w:r>
        <w:t>jako poddodavatel, a to v rozsahu, v jakém se na plnění zakázky podílel.</w:t>
      </w:r>
    </w:p>
    <w:p w14:paraId="2E486583" w14:textId="77777777" w:rsidR="002B66F2" w:rsidRDefault="002B66F2" w:rsidP="003303BF">
      <w:pPr>
        <w:pStyle w:val="Textbezslovn"/>
        <w:ind w:left="1097"/>
      </w:pPr>
      <w:r>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A6B1CC5" w14:textId="77777777" w:rsidR="00AE32DC" w:rsidRDefault="00AE32DC" w:rsidP="003303BF">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6A3B84A9" w14:textId="5CB57569" w:rsidR="00CE678F" w:rsidRDefault="00CE678F" w:rsidP="00CE678F">
      <w:pPr>
        <w:pStyle w:val="Odrka1-1"/>
      </w:pPr>
      <w:r>
        <w:t xml:space="preserve">Zadavatel požaduje předložení </w:t>
      </w:r>
      <w:r w:rsidRPr="009C5DF6">
        <w:rPr>
          <w:b/>
        </w:rPr>
        <w:t>seznamu</w:t>
      </w:r>
      <w:r>
        <w:t xml:space="preserve"> stavebních prací </w:t>
      </w:r>
      <w:r w:rsidR="00734869">
        <w:t xml:space="preserve">spočívajících v provedení novostavby nebo rekonstrukce </w:t>
      </w:r>
      <w:r>
        <w:t xml:space="preserve">na </w:t>
      </w:r>
      <w:r w:rsidRPr="00A9672A">
        <w:t>stavbách železničních</w:t>
      </w:r>
      <w:r>
        <w:t xml:space="preserve"> drah, jak jsou vymezeny v § 5 odst. 1 </w:t>
      </w:r>
      <w:r w:rsidRPr="00A9672A">
        <w:t>a v § 3 odst. 1</w:t>
      </w:r>
      <w:r>
        <w:t xml:space="preserve"> zákona č. 266/1994 Sb., o dráhách, ve znění pozdějších předpisů, </w:t>
      </w:r>
      <w:r w:rsidR="00C24393">
        <w:t xml:space="preserve">poskytnutých dodavatelem </w:t>
      </w:r>
      <w:r>
        <w:t xml:space="preserve">za posledních </w:t>
      </w:r>
      <w:r w:rsidRPr="00A9672A">
        <w:t>5</w:t>
      </w:r>
      <w:r>
        <w:t xml:space="preserve"> let před zahájením zadávacího řízení (dále jako „</w:t>
      </w:r>
      <w:r w:rsidRPr="00CE678F">
        <w:rPr>
          <w:b/>
        </w:rPr>
        <w:t>stavební práce</w:t>
      </w:r>
      <w:r>
        <w:t xml:space="preserve">“). Předloženým seznamem stavebních prací přitom musí dodavatel prokázat, že hodnota stavebních prací jím poskytnutých na </w:t>
      </w:r>
      <w:r>
        <w:lastRenderedPageBreak/>
        <w:t xml:space="preserve">uvedených stavbách za posledních </w:t>
      </w:r>
      <w:r w:rsidRPr="00A9672A">
        <w:t>5</w:t>
      </w:r>
      <w:r>
        <w:t xml:space="preserve"> let </w:t>
      </w:r>
      <w:r w:rsidR="00C24393">
        <w:t xml:space="preserve">před zahájením zadávacího řízení </w:t>
      </w:r>
      <w:r>
        <w:t xml:space="preserve">činí v součtu, včetně případných poddodávek, nejméně </w:t>
      </w:r>
      <w:r w:rsidR="00E4731C" w:rsidRPr="00E4731C">
        <w:rPr>
          <w:b/>
          <w:bCs/>
        </w:rPr>
        <w:t>23 mil.</w:t>
      </w:r>
      <w:r w:rsidR="00E4731C">
        <w:t xml:space="preserve"> </w:t>
      </w:r>
      <w:r w:rsidRPr="00CE678F">
        <w:rPr>
          <w:b/>
        </w:rPr>
        <w:t>Kč</w:t>
      </w:r>
      <w:r>
        <w:t xml:space="preserve"> bez DPH.</w:t>
      </w:r>
      <w:r w:rsidR="00C24393">
        <w:t xml:space="preserve"> Hodnotou stavebních prací se </w:t>
      </w:r>
      <w:r w:rsidR="00C24393" w:rsidRPr="00E74F21">
        <w:rPr>
          <w:rFonts w:cs="Arial"/>
          <w:iCs/>
        </w:rPr>
        <w:t>pro účely posouzení splnění kritérií technické kvalifikace</w:t>
      </w:r>
      <w:r w:rsidR="00C24393">
        <w:t xml:space="preserve"> rozumí cena, za kterou dodavatel provedl předmětné stavební práce; tato cena nebude upravována o míru inflace tak, aby odpovídala současným hodnotám stavebních prací.</w:t>
      </w:r>
      <w:r w:rsidR="00375ACD">
        <w:t xml:space="preserve"> </w:t>
      </w:r>
    </w:p>
    <w:p w14:paraId="085D3219" w14:textId="1ECAC409" w:rsidR="00CE678F" w:rsidRDefault="00CE678F" w:rsidP="00CE678F">
      <w:pPr>
        <w:pStyle w:val="Textbezslovn"/>
        <w:ind w:left="1097"/>
      </w:pPr>
      <w:r>
        <w:t xml:space="preserve">Zadavatel </w:t>
      </w:r>
      <w:r w:rsidR="009C5DF6">
        <w:t xml:space="preserve">dále </w:t>
      </w:r>
      <w:r>
        <w:t xml:space="preserve">požaduje, aby dodavatel předložil i </w:t>
      </w:r>
      <w:r w:rsidRPr="009C5DF6">
        <w:rPr>
          <w:b/>
        </w:rPr>
        <w:t>osvědčení objednatelů</w:t>
      </w:r>
      <w:r>
        <w:t xml:space="preserve"> o řádném poskytnutí a dokončení </w:t>
      </w:r>
      <w:r w:rsidR="009C5DF6">
        <w:t xml:space="preserve">nejvýznamnějších </w:t>
      </w:r>
      <w:r>
        <w:t xml:space="preserve">stavebních prací. Zadavatel požaduje, aby dodavatel informacemi uvedenými v předloženém seznamu stavebních prací a v přiložených osvědčeních objednatelů o řádném poskytnutí a dokončení nejvýznamnějších stavebních prací prokázal, že dodavatel v posledních </w:t>
      </w:r>
      <w:r w:rsidRPr="00E4731C">
        <w:t>5</w:t>
      </w:r>
      <w:r>
        <w:t xml:space="preserve"> letech před zahájením zadávacího řízení řádně poskytl a dokončil nejvýznamnější stavební práce v součtu, včetně případných poddodávek, alespoň ve výši </w:t>
      </w:r>
      <w:r w:rsidR="00E4731C" w:rsidRPr="00E4731C">
        <w:rPr>
          <w:b/>
        </w:rPr>
        <w:t>12 mil.</w:t>
      </w:r>
      <w:r w:rsidR="00E4731C">
        <w:rPr>
          <w:b/>
        </w:rPr>
        <w:t xml:space="preserve"> </w:t>
      </w:r>
      <w:r w:rsidRPr="00CE678F">
        <w:rPr>
          <w:b/>
        </w:rPr>
        <w:t>Kč</w:t>
      </w:r>
      <w:r>
        <w:t xml:space="preserve"> bez DPH. Za </w:t>
      </w:r>
      <w:r w:rsidRPr="00CE678F">
        <w:rPr>
          <w:b/>
        </w:rPr>
        <w:t>nejvýznamnější stavební práce</w:t>
      </w:r>
      <w:r>
        <w:t xml:space="preserve"> zadavatel považuje:</w:t>
      </w:r>
    </w:p>
    <w:p w14:paraId="7A578F5E" w14:textId="5120F338" w:rsidR="00CE678F" w:rsidRDefault="00CE678F" w:rsidP="00CE678F">
      <w:pPr>
        <w:pStyle w:val="Odrka1-2-"/>
      </w:pPr>
      <w:r>
        <w:t>stavební práce s hodnotou jednotlivé realizované zakázky</w:t>
      </w:r>
      <w:r w:rsidR="0072223E">
        <w:t>,</w:t>
      </w:r>
      <w:r w:rsidR="0072223E" w:rsidRPr="0072223E">
        <w:t xml:space="preserve"> </w:t>
      </w:r>
      <w:r w:rsidR="0072223E">
        <w:t xml:space="preserve">včetně případných poddodávek, </w:t>
      </w:r>
      <w:r>
        <w:t xml:space="preserve">alespoň ve výši </w:t>
      </w:r>
      <w:r w:rsidR="00E4731C" w:rsidRPr="00E4731C">
        <w:rPr>
          <w:b/>
          <w:bCs/>
        </w:rPr>
        <w:t>8 000</w:t>
      </w:r>
      <w:r w:rsidR="00E4731C">
        <w:rPr>
          <w:b/>
          <w:bCs/>
        </w:rPr>
        <w:t> </w:t>
      </w:r>
      <w:r w:rsidR="00E4731C" w:rsidRPr="00E4731C">
        <w:rPr>
          <w:b/>
          <w:bCs/>
        </w:rPr>
        <w:t>000</w:t>
      </w:r>
      <w:r w:rsidR="00E4731C">
        <w:rPr>
          <w:b/>
          <w:bCs/>
        </w:rPr>
        <w:t>,-</w:t>
      </w:r>
      <w:r w:rsidR="008568E7">
        <w:t xml:space="preserve"> </w:t>
      </w:r>
      <w:r w:rsidRPr="00CE678F">
        <w:rPr>
          <w:b/>
        </w:rPr>
        <w:t>Kč</w:t>
      </w:r>
      <w:r>
        <w:t xml:space="preserve"> bez DPH, přičemž předmětem </w:t>
      </w:r>
      <w:r w:rsidRPr="008568E7">
        <w:t>nejméně jedné</w:t>
      </w:r>
      <w:r>
        <w:t xml:space="preserve"> zakázky musí být </w:t>
      </w:r>
      <w:r w:rsidRPr="008568E7">
        <w:rPr>
          <w:b/>
          <w:bCs/>
        </w:rPr>
        <w:t xml:space="preserve">novostavba nebo rekonstrukce </w:t>
      </w:r>
      <w:r w:rsidR="008568E7" w:rsidRPr="008568E7">
        <w:rPr>
          <w:b/>
          <w:bCs/>
        </w:rPr>
        <w:t>sdělovacího zařízení dálkové diagnostiky technologických systémů železniční dopravní cesty</w:t>
      </w:r>
      <w:r>
        <w:t>.</w:t>
      </w:r>
    </w:p>
    <w:p w14:paraId="50104C2D" w14:textId="781F858E" w:rsidR="00930B79" w:rsidRPr="0063409D" w:rsidRDefault="00CE678F" w:rsidP="00363E20">
      <w:pPr>
        <w:pStyle w:val="Textbezslovn"/>
        <w:ind w:left="1097"/>
      </w:pPr>
      <w:r>
        <w:t xml:space="preserve">Stavební, resp. nejvýznamnější stavební práce je třeba doložit v takovém počtu, aby byla dosažena požadovaná hodnota stavebních, resp. nejvýznamnějších stavebních prací v součtu za posledních </w:t>
      </w:r>
      <w:r w:rsidRPr="00363E20">
        <w:t>5</w:t>
      </w:r>
      <w:r>
        <w:t xml:space="preserve"> let.</w:t>
      </w:r>
    </w:p>
    <w:p w14:paraId="0DA7B14F" w14:textId="6A022042" w:rsidR="00B765FF" w:rsidRDefault="00B765FF" w:rsidP="008A6C63">
      <w:pPr>
        <w:pStyle w:val="Textbezslovn"/>
        <w:ind w:left="109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B67CF9">
        <w:t xml:space="preserve">účinném do 31.12.2023 (dále též „starý stavební zákon“) či ve smyslu § 6 odst. 1 </w:t>
      </w:r>
      <w:r w:rsidR="00B67CF9" w:rsidRPr="00A4043B">
        <w:t>zákona č. 283/2021 Sb., stavební zákon, ve znění pozdějších předpisů</w:t>
      </w:r>
      <w:r w:rsidR="00B67CF9">
        <w:t xml:space="preserve"> (dále též „nový stavební zákon“)</w:t>
      </w:r>
      <w:r>
        <w:t>.</w:t>
      </w:r>
    </w:p>
    <w:p w14:paraId="7549E436" w14:textId="77777777" w:rsidR="00AE32DC" w:rsidRDefault="00AE32DC" w:rsidP="00AE32DC">
      <w:pPr>
        <w:pStyle w:val="Textbezslovn"/>
        <w:ind w:left="1097"/>
      </w:pPr>
      <w:r>
        <w:t xml:space="preserve">Za rekonstrukci se nepovažují opravné ani údržbové práce, jež mají pro účely posouzení splnění kritérií technické kvalifikace v těchto zadávacích podmínkách následující význam: </w:t>
      </w:r>
    </w:p>
    <w:p w14:paraId="2EC4D485" w14:textId="0E2AE4E1" w:rsidR="00AE32DC" w:rsidRDefault="00AE32DC" w:rsidP="00AE32DC">
      <w:pPr>
        <w:pStyle w:val="Textbezslovn"/>
        <w:numPr>
          <w:ilvl w:val="0"/>
          <w:numId w:val="23"/>
        </w:numPr>
        <w:ind w:left="1491" w:hanging="357"/>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B67CF9">
        <w:t xml:space="preserve">starého </w:t>
      </w:r>
      <w:r>
        <w:t>stavebního zákona</w:t>
      </w:r>
      <w:r w:rsidR="00B67CF9">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rsidR="00F60099">
        <w:t>.</w:t>
      </w:r>
    </w:p>
    <w:p w14:paraId="5019B12E" w14:textId="1AA1B0DB" w:rsidR="00AE32DC" w:rsidRDefault="00F60099" w:rsidP="00AE32DC">
      <w:pPr>
        <w:pStyle w:val="Textbezslovn"/>
        <w:numPr>
          <w:ilvl w:val="0"/>
          <w:numId w:val="23"/>
        </w:numPr>
        <w:ind w:left="1491" w:hanging="357"/>
      </w:pPr>
      <w:r>
        <w:t>Ú</w:t>
      </w:r>
      <w:r w:rsidR="00AE32DC" w:rsidRPr="00E5375F">
        <w:t>držbou</w:t>
      </w:r>
      <w:r w:rsidR="00AE32DC">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B67CF9">
        <w:t xml:space="preserve">starého </w:t>
      </w:r>
      <w:r w:rsidR="00AE32DC">
        <w:t xml:space="preserve">stavebního zákona </w:t>
      </w:r>
      <w:r w:rsidR="00B67CF9">
        <w:t xml:space="preserve">nebo § 6 odst. 1 nového stavebního zákona </w:t>
      </w:r>
      <w:r w:rsidR="00AE32DC">
        <w:t xml:space="preserve">ani o technické zhodnocení dle zákona č. 586/1992 Sb., o daních z příjmů, ve znění pozdějších </w:t>
      </w:r>
      <w:r w:rsidR="00AE32DC">
        <w:lastRenderedPageBreak/>
        <w:t xml:space="preserve">předpisů (dále jen „zákon o daních z příjmů). </w:t>
      </w:r>
      <w:r w:rsidR="00AE32DC"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AE32DC">
        <w:t xml:space="preserve">samostatně prováděná </w:t>
      </w:r>
      <w:r w:rsidR="00AE32DC" w:rsidRPr="00DF2782">
        <w:t>úprava směrového a výškového uspořádání koleje/geometrických parametrů koleje a/nebo čištění kolejového/štěrkového lože.</w:t>
      </w:r>
    </w:p>
    <w:p w14:paraId="04AF1AC4" w14:textId="3F037C00" w:rsidR="00D23DD5" w:rsidRDefault="00D23DD5" w:rsidP="008A6C63">
      <w:pPr>
        <w:pStyle w:val="Textbezslovn"/>
        <w:ind w:left="1097"/>
      </w:pPr>
      <w:r>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4976AA">
        <w:t>c</w:t>
      </w:r>
      <w:r>
        <w:t xml:space="preserve">, státní organizace. </w:t>
      </w:r>
    </w:p>
    <w:p w14:paraId="4CA277A4" w14:textId="38EED9E5" w:rsidR="00D23DD5" w:rsidRDefault="00D23DD5" w:rsidP="008A6C63">
      <w:pPr>
        <w:pStyle w:val="Textbezslovn"/>
        <w:ind w:left="1097"/>
      </w:pPr>
      <w:r>
        <w:t xml:space="preserve">Doba </w:t>
      </w:r>
      <w:r w:rsidR="00D53868">
        <w:t xml:space="preserve">posledních </w:t>
      </w:r>
      <w:r w:rsidRPr="00711804">
        <w:t>5</w:t>
      </w:r>
      <w:r>
        <w:t xml:space="preserve"> let </w:t>
      </w:r>
      <w:r w:rsidR="00D53868">
        <w:t xml:space="preserve">před zahájením zadávacího řízení </w:t>
      </w:r>
      <w:r>
        <w:t xml:space="preserve">se </w:t>
      </w:r>
      <w:r w:rsidR="00D53868">
        <w:t xml:space="preserve">pro účely prokázání technické kvalifikace ohledně referenčních zakázek </w:t>
      </w:r>
      <w:r>
        <w:t xml:space="preserve">považuje za splněnou, pokud byly stavební práce/nejvýznamnější stavební </w:t>
      </w:r>
      <w:r w:rsidR="00D53868">
        <w:t xml:space="preserve">dokončeny </w:t>
      </w:r>
      <w:r>
        <w:t xml:space="preserve">v průběhu této doby </w:t>
      </w:r>
      <w:r w:rsidR="00D53868">
        <w:t>nebo kdykoli po zahájení zadávacího řízení, včetně doby po podání nabídek, a to nejpozději do doby zadavatelem případně stanovené k předložení údajů a dokladů dle § 46 ZZVZ. P</w:t>
      </w:r>
      <w:r>
        <w:t xml:space="preserve">ro prokázání kvalifikace postačuje, aby byly požadované minimální hodnoty stavebních/nejvýznamnějších stavebních </w:t>
      </w:r>
      <w:r w:rsidR="00D53868">
        <w:t xml:space="preserve">prací </w:t>
      </w:r>
      <w:r>
        <w:t>dosaženy za celou dobu realizace stavebních/nejvýznamnějších stavebních</w:t>
      </w:r>
      <w:r w:rsidR="00D53868">
        <w:t xml:space="preserve"> prací</w:t>
      </w:r>
      <w:r>
        <w:t xml:space="preserve">, nikoliv pouze v průběhu posledních </w:t>
      </w:r>
      <w:r w:rsidRPr="00711804">
        <w:t>5</w:t>
      </w:r>
      <w:r>
        <w:t xml:space="preserve"> let před zahájením zadávacího řízení. Dokončením se u stavebních</w:t>
      </w:r>
      <w:r w:rsidR="00D53868">
        <w:t>/nejvýznamnějších stavebních</w:t>
      </w:r>
      <w:r>
        <w:t xml:space="preserve"> prací </w:t>
      </w:r>
      <w:r w:rsidR="00D53868">
        <w:t xml:space="preserve">pro účely prokázání technické kvalifikace v tomto zadávacím řízení </w:t>
      </w:r>
      <w:r>
        <w:t xml:space="preserve">rozumí </w:t>
      </w:r>
      <w:r w:rsidR="00D53868">
        <w:t xml:space="preserve">i </w:t>
      </w:r>
      <w:r>
        <w:t>uvedení díla</w:t>
      </w:r>
      <w:r w:rsidR="00613FCF">
        <w:t>, resp. poslední části</w:t>
      </w:r>
      <w:r w:rsidR="00C47C2C">
        <w:t xml:space="preserve"> stavební práce</w:t>
      </w:r>
      <w:r w:rsidR="00613FCF">
        <w:t>,</w:t>
      </w:r>
      <w:r>
        <w:t xml:space="preserve"> alespoň do zkušebního provozu. Zadavatel nicméně za dílo dokončené v období posledních </w:t>
      </w:r>
      <w:r w:rsidRPr="00711804">
        <w:t>5</w:t>
      </w:r>
      <w:r>
        <w:t xml:space="preserve"> let bude považovat též dílo, které v tomto období bylo dokončeno jako celek, tj. včetně plnění navazujících na zkušební provoz, např. zpracování dokumentace skutečného provedení stavby.</w:t>
      </w:r>
    </w:p>
    <w:p w14:paraId="0FD4AF64" w14:textId="77777777" w:rsidR="00D23DD5" w:rsidRDefault="00D23DD5" w:rsidP="008A6C63">
      <w:pPr>
        <w:pStyle w:val="Textbezslovn"/>
        <w:ind w:left="1097"/>
      </w:pPr>
      <w: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6D593683" w14:textId="77777777" w:rsidR="00D23DD5" w:rsidRDefault="00D23DD5" w:rsidP="008A6C63">
      <w:pPr>
        <w:pStyle w:val="Textbezslovn"/>
        <w:ind w:left="1097"/>
      </w:pPr>
      <w:r w:rsidRPr="007615AD">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28D3FB8" w14:textId="77777777" w:rsidR="00D23DD5" w:rsidRDefault="00D23DD5" w:rsidP="008A6C63">
      <w:pPr>
        <w:pStyle w:val="Textbezslovn"/>
        <w:ind w:left="1097"/>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lastRenderedPageBreak/>
        <w:t xml:space="preserve">jako poddodavatel, a to v rozsahu, v jakém se na plnění zakázky podílel. </w:t>
      </w:r>
    </w:p>
    <w:p w14:paraId="7E579624" w14:textId="77777777" w:rsidR="004A3FB1" w:rsidRDefault="004A3FB1" w:rsidP="008A6C63">
      <w:pPr>
        <w:pStyle w:val="Textbezslovn"/>
        <w:ind w:left="1097"/>
      </w:pPr>
      <w:r>
        <w:t>Oba výše uvedené body se týkají jak celkové hodnoty referenčních zakázek, tak i jejich dílčích hodnot (v cenových i případně necenových jednotkách, jsou-li takové požadovány).</w:t>
      </w:r>
    </w:p>
    <w:p w14:paraId="0127D978" w14:textId="77777777" w:rsidR="00D23DD5" w:rsidRDefault="00D23DD5" w:rsidP="008A6C63">
      <w:pPr>
        <w:pStyle w:val="Textbezslovn"/>
        <w:ind w:left="1097"/>
      </w:pPr>
      <w:r>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77777777" w:rsidR="00D23DD5" w:rsidRDefault="00D23DD5" w:rsidP="008A6C63">
      <w:pPr>
        <w:pStyle w:val="Textbezslovn"/>
        <w:ind w:left="1097"/>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DA1F8BB" w14:textId="77777777"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759EA0EA" w:rsidR="000E4762" w:rsidRDefault="00711804" w:rsidP="000E4762">
      <w:pPr>
        <w:pStyle w:val="Textbezslovn"/>
      </w:pPr>
      <w:r>
        <w:t xml:space="preserve">Zadavatel požaduje předložení seznamu níže uvedených členů odborného personálu dodavatele (resp. personálu Zhotovitele). Pro každou osobu odborného personálu v níže uvedené </w:t>
      </w:r>
      <w:r w:rsidRPr="00E80AA6">
        <w:t>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 praxe jednou osobou a pomocí jiné osoby odborná způsobilost. I v případě, že bude kvalifikace jednotlivých členů odborného personálu v plném rozsahu prokázána samostatně více fyzickými osobami, může být ve smlouvě uvedena, na</w:t>
      </w:r>
      <w:r>
        <w:t xml:space="preserve"> příslušné pozici člena odborného personálu pouze jedna fyzická osoba. Tuto osobu je dodavatel povinen určit nejpozději v rámci součinnosti před uzavřením smlouvy. Dodavatel je oprávněn svěřit jedné fyzické osobě výkon více funkcí člena odborného personálu dodavatele za předpokladu, že tato osoba splňuje všechna kvalifikační kritéria požadovaná na výkon těchto funkcí.</w:t>
      </w:r>
    </w:p>
    <w:p w14:paraId="4729B514" w14:textId="776511F8" w:rsidR="000E4762" w:rsidRDefault="000E4762" w:rsidP="000E4762">
      <w:pPr>
        <w:pStyle w:val="Textbezslovn"/>
      </w:pPr>
      <w:r>
        <w:t>Přílohou seznamu budou profesní životopisy každého člena odborného personálu</w:t>
      </w:r>
      <w:r w:rsidR="00020E8A">
        <w:t xml:space="preserve"> </w:t>
      </w:r>
      <w:r>
        <w:t xml:space="preserve">a doklady k prokázání odborné způsobilosti. Pro plnění této veřejné zakázky musí mít dodavatel k dispozici odborný personál (bez ohledu na to, zda jde o zaměstnance </w:t>
      </w:r>
      <w:r>
        <w:lastRenderedPageBreak/>
        <w:t xml:space="preserve">dodavatele nebo osoby v jiném vztahu k dodavateli, není-li v čl. 9.3 těchto Pokynů stanoveno jinak), který splňuje následující podmínky (což musí vyplývat z dodavatelem </w:t>
      </w:r>
      <w:r w:rsidRPr="00D7590F">
        <w:t>předkládaných dokumentů):</w:t>
      </w:r>
    </w:p>
    <w:p w14:paraId="5B204E6F" w14:textId="77777777" w:rsidR="00416098" w:rsidRPr="00D7590F" w:rsidRDefault="00416098" w:rsidP="000E4762">
      <w:pPr>
        <w:pStyle w:val="Textbezslovn"/>
      </w:pPr>
    </w:p>
    <w:p w14:paraId="01151C37" w14:textId="3D5EAA1F" w:rsidR="000E4762" w:rsidRPr="00D7590F" w:rsidRDefault="00DC21A0" w:rsidP="0031783A">
      <w:pPr>
        <w:pStyle w:val="Textbezslovn"/>
        <w:numPr>
          <w:ilvl w:val="0"/>
          <w:numId w:val="16"/>
        </w:numPr>
      </w:pPr>
      <w:r w:rsidRPr="00D7590F">
        <w:rPr>
          <w:b/>
        </w:rPr>
        <w:t>odpovědný projektant</w:t>
      </w:r>
    </w:p>
    <w:p w14:paraId="319D9EF4" w14:textId="77777777" w:rsidR="00D7590F" w:rsidRPr="00D7590F" w:rsidRDefault="00D7590F" w:rsidP="00D7590F">
      <w:pPr>
        <w:pStyle w:val="Odrka1-2-"/>
      </w:pPr>
      <w:r w:rsidRPr="00D7590F">
        <w:t xml:space="preserve">nejméně 5 let praxe v projektování staveb železničních drah, které obsahovaly alespoň následující činnosti: </w:t>
      </w:r>
      <w:r w:rsidRPr="00D7590F">
        <w:rPr>
          <w:b/>
          <w:bCs/>
        </w:rPr>
        <w:t>projektování sdělovacího zařízení staveb</w:t>
      </w:r>
      <w:r w:rsidRPr="00D7590F">
        <w:t>;</w:t>
      </w:r>
    </w:p>
    <w:p w14:paraId="60A50457" w14:textId="17129828" w:rsidR="000E4762" w:rsidRPr="00D7590F" w:rsidRDefault="00D7590F" w:rsidP="00D7590F">
      <w:pPr>
        <w:pStyle w:val="Odrka1-2-"/>
      </w:pPr>
      <w:r w:rsidRPr="00D7590F">
        <w:t xml:space="preserve">doklad o autorizaci v rozsahu dle § 5 odst. 3 písm. </w:t>
      </w:r>
      <w:r w:rsidRPr="00D7590F">
        <w:rPr>
          <w:b/>
          <w:bCs/>
        </w:rPr>
        <w:t>e)</w:t>
      </w:r>
      <w:r w:rsidRPr="00D7590F">
        <w:t xml:space="preserve"> autorizačního zákona, tedy v oboru </w:t>
      </w:r>
      <w:r w:rsidRPr="00D7590F">
        <w:rPr>
          <w:b/>
          <w:bCs/>
        </w:rPr>
        <w:t>technologická zařízení staveb</w:t>
      </w:r>
      <w:r w:rsidRPr="00D7590F">
        <w:t>;</w:t>
      </w:r>
    </w:p>
    <w:p w14:paraId="3FC81A0F" w14:textId="27B8616C" w:rsidR="00D7590F" w:rsidRPr="00D7590F" w:rsidRDefault="00D7590F" w:rsidP="00D7590F">
      <w:pPr>
        <w:pStyle w:val="Odrka1-2-"/>
      </w:pPr>
      <w:r w:rsidRPr="00E80AA6">
        <w:t xml:space="preserve">prokázat zkušenost s projektováním alespoň jedné zakázky na projektové práce spočívající ve zpracování dokumentace pro stavby železničních drah ve stupni DSP nebo DUSP/DUSL nebo DSP+PDPS nebo DUSP/DUSL+PDPS </w:t>
      </w:r>
      <w:r w:rsidR="005F17F9">
        <w:t>nebo PDPS</w:t>
      </w:r>
      <w:r w:rsidRPr="00E80AA6">
        <w:t xml:space="preserve"> s hodnotou projektových prací nejméně </w:t>
      </w:r>
      <w:r w:rsidR="00134E68" w:rsidRPr="00247C8B">
        <w:rPr>
          <w:b/>
          <w:bCs/>
        </w:rPr>
        <w:t>300 000</w:t>
      </w:r>
      <w:r w:rsidRPr="00247C8B">
        <w:rPr>
          <w:b/>
          <w:bCs/>
        </w:rPr>
        <w:t xml:space="preserve"> Kč bez DPH</w:t>
      </w:r>
      <w:r w:rsidRPr="00134E68">
        <w:t>, která</w:t>
      </w:r>
      <w:r>
        <w:t xml:space="preserve"> obsahovala mimo jiné alespoň následující činnosti – projektování sdělovacího zařízení, přičemž se musí </w:t>
      </w:r>
      <w:r w:rsidRPr="00E80AA6">
        <w:rPr>
          <w:rFonts w:ascii="Verdana" w:hAnsi="Verdana"/>
        </w:rPr>
        <w:t>jednat o zakázku dokončenou, avšak zadavatel nestanoví maximální lhůtu, ve které musela být zakázka dokončena</w:t>
      </w:r>
      <w:r w:rsidRPr="00E80AA6">
        <w:t xml:space="preserve">; pokud byla referovaná činnost součástí rozsáhlejšího plnění pro </w:t>
      </w:r>
      <w:r w:rsidRPr="00D7590F">
        <w:t>objednatele služby (např. kromě zpracování projektové dokumentace měl dodavatel vykonávat i dozor projektanta) postačí, pokud je dokončeno plnění odpovídající zadavatelem stanovené definici požadované zkušenosti;</w:t>
      </w:r>
    </w:p>
    <w:p w14:paraId="775DEA2D" w14:textId="77777777" w:rsidR="000E4762" w:rsidRPr="00D7590F" w:rsidRDefault="000E4762" w:rsidP="0031783A">
      <w:pPr>
        <w:pStyle w:val="Textbezslovn"/>
        <w:numPr>
          <w:ilvl w:val="0"/>
          <w:numId w:val="16"/>
        </w:numPr>
      </w:pPr>
      <w:r w:rsidRPr="00D7590F">
        <w:rPr>
          <w:b/>
        </w:rPr>
        <w:t>stavbyvedoucí</w:t>
      </w:r>
    </w:p>
    <w:p w14:paraId="01491245" w14:textId="77777777" w:rsidR="000E4762" w:rsidRPr="00D7590F" w:rsidRDefault="000E4762" w:rsidP="00B376E4">
      <w:pPr>
        <w:pStyle w:val="Odrka1-2-"/>
      </w:pPr>
      <w:r w:rsidRPr="00D7590F">
        <w:t xml:space="preserve">nejméně 5 let praxe v řízení provádění staveb železničních drah; </w:t>
      </w:r>
    </w:p>
    <w:p w14:paraId="6B4E9AE9" w14:textId="27C70DA6" w:rsidR="000E4762" w:rsidRPr="00D83DFA" w:rsidRDefault="000E4762" w:rsidP="00B376E4">
      <w:pPr>
        <w:pStyle w:val="Odrka1-2-"/>
      </w:pPr>
      <w:r w:rsidRPr="00D83DFA">
        <w:t xml:space="preserve">zkušenost s řízením realizace alespoň jedné zakázky - stavby železničních drah v hodnotě nejméně </w:t>
      </w:r>
      <w:r w:rsidR="00D83DFA">
        <w:rPr>
          <w:b/>
          <w:bCs/>
        </w:rPr>
        <w:t>12</w:t>
      </w:r>
      <w:r w:rsidR="00247C8B" w:rsidRPr="00D83DFA">
        <w:rPr>
          <w:b/>
          <w:bCs/>
        </w:rPr>
        <w:t xml:space="preserve"> 000 000</w:t>
      </w:r>
      <w:r w:rsidRPr="00D83DFA">
        <w:rPr>
          <w:b/>
          <w:bCs/>
        </w:rPr>
        <w:t xml:space="preserve"> Kč bez DPH</w:t>
      </w:r>
      <w:r w:rsidRPr="00D83DFA">
        <w:t xml:space="preserve">, jejímž předmětem byla mj. novostavba nebo rekonstrukce </w:t>
      </w:r>
      <w:r w:rsidR="00247C8B" w:rsidRPr="00020434">
        <w:rPr>
          <w:b/>
          <w:bCs/>
          <w:u w:val="single"/>
        </w:rPr>
        <w:t>sdělovacího zařízení</w:t>
      </w:r>
      <w:r w:rsidRPr="00D83DFA">
        <w:t>, a to v posledních 10 letech před zahájením zadávacího řízení;</w:t>
      </w:r>
    </w:p>
    <w:p w14:paraId="4199BF2D" w14:textId="2326CA52" w:rsidR="000E4762" w:rsidRPr="00D7590F" w:rsidRDefault="00D7590F" w:rsidP="00B376E4">
      <w:pPr>
        <w:pStyle w:val="Odrka1-2-"/>
      </w:pPr>
      <w:r w:rsidRPr="00D7590F">
        <w:t xml:space="preserve">musí předložit doklad o autorizaci v rozsahu dle § 5 odst. 3 písm. </w:t>
      </w:r>
      <w:r w:rsidRPr="00D7590F">
        <w:rPr>
          <w:b/>
          <w:bCs/>
        </w:rPr>
        <w:t>e)</w:t>
      </w:r>
      <w:r w:rsidRPr="00D7590F">
        <w:t xml:space="preserve"> autorizačního zákona, tedy v </w:t>
      </w:r>
      <w:r w:rsidRPr="0077043C">
        <w:t>oboru</w:t>
      </w:r>
      <w:r w:rsidRPr="00D7590F">
        <w:rPr>
          <w:b/>
          <w:bCs/>
        </w:rPr>
        <w:t xml:space="preserve"> technologická zařízení staveb</w:t>
      </w:r>
      <w:r w:rsidRPr="00D7590F">
        <w:t>;</w:t>
      </w:r>
    </w:p>
    <w:p w14:paraId="326DDD37" w14:textId="77777777" w:rsidR="000E4762" w:rsidRPr="00D7590F" w:rsidRDefault="000E4762" w:rsidP="0031783A">
      <w:pPr>
        <w:pStyle w:val="Textbezslovn"/>
        <w:numPr>
          <w:ilvl w:val="0"/>
          <w:numId w:val="16"/>
        </w:numPr>
      </w:pPr>
      <w:r w:rsidRPr="00D7590F">
        <w:rPr>
          <w:b/>
        </w:rPr>
        <w:t>specialista (vedoucí prací) na sdělovací zařízení</w:t>
      </w:r>
    </w:p>
    <w:p w14:paraId="2A12D0D1" w14:textId="77777777" w:rsidR="000E4762" w:rsidRPr="00D7590F" w:rsidRDefault="000E4762" w:rsidP="00B376E4">
      <w:pPr>
        <w:pStyle w:val="Odrka1-2-"/>
      </w:pPr>
      <w:r w:rsidRPr="00D7590F">
        <w:t xml:space="preserve">nejméně 5 let praxe v oboru své specializace </w:t>
      </w:r>
      <w:r w:rsidR="00FF2749" w:rsidRPr="00D7590F">
        <w:t xml:space="preserve">(sdělovací zařízení) </w:t>
      </w:r>
      <w:r w:rsidRPr="00D7590F">
        <w:t>při provádění staveb;</w:t>
      </w:r>
    </w:p>
    <w:p w14:paraId="2EE1AF8E" w14:textId="169CCDF6" w:rsidR="000E4762" w:rsidRPr="009772C1" w:rsidRDefault="000E4762" w:rsidP="00B376E4">
      <w:pPr>
        <w:pStyle w:val="Odrka1-2-"/>
      </w:pPr>
      <w:r w:rsidRPr="009772C1">
        <w:t xml:space="preserve">zkušenost s realizací alespoň jedné zakázky - stavby železničních drah v hodnotě nejméně </w:t>
      </w:r>
      <w:r w:rsidR="00020434" w:rsidRPr="00F825DB">
        <w:rPr>
          <w:b/>
          <w:bCs/>
        </w:rPr>
        <w:t>8 000 000</w:t>
      </w:r>
      <w:r w:rsidRPr="00F825DB">
        <w:rPr>
          <w:b/>
          <w:bCs/>
        </w:rPr>
        <w:t xml:space="preserve"> Kč bez DPH</w:t>
      </w:r>
      <w:r w:rsidRPr="009772C1">
        <w:t xml:space="preserve">, jejímž předmětem byla mj. novostavba nebo rekonstrukce sdělovacího </w:t>
      </w:r>
      <w:r w:rsidR="00020434" w:rsidRPr="009772C1">
        <w:t xml:space="preserve">zařízení </w:t>
      </w:r>
      <w:r w:rsidR="00020434" w:rsidRPr="00F825DB">
        <w:rPr>
          <w:b/>
          <w:bCs/>
          <w:u w:val="single"/>
        </w:rPr>
        <w:t>dálkové diagnostiky technologických systém</w:t>
      </w:r>
      <w:r w:rsidR="009772C1" w:rsidRPr="00F825DB">
        <w:rPr>
          <w:b/>
          <w:bCs/>
          <w:u w:val="single"/>
        </w:rPr>
        <w:t>ů</w:t>
      </w:r>
      <w:r w:rsidRPr="009772C1">
        <w:t xml:space="preserve"> železniční</w:t>
      </w:r>
      <w:r w:rsidR="009772C1" w:rsidRPr="009772C1">
        <w:t xml:space="preserve"> dopravní cesty</w:t>
      </w:r>
      <w:r w:rsidRPr="009772C1">
        <w:t>, a to v posledních 10 letech před zahájením zadávacího řízení;</w:t>
      </w:r>
    </w:p>
    <w:p w14:paraId="231894F5" w14:textId="2088FE38" w:rsidR="000E4762" w:rsidRPr="00F825DB" w:rsidRDefault="00D7590F" w:rsidP="00B376E4">
      <w:pPr>
        <w:pStyle w:val="Odrka1-2-"/>
      </w:pPr>
      <w:r w:rsidRPr="00D7590F">
        <w:t xml:space="preserve">musí předložit doklad o autorizaci v rozsahu dle § 5 odst. 3 písm. </w:t>
      </w:r>
      <w:r w:rsidRPr="00F825DB">
        <w:rPr>
          <w:b/>
          <w:bCs/>
        </w:rPr>
        <w:t>e)</w:t>
      </w:r>
      <w:r w:rsidRPr="00D7590F">
        <w:t xml:space="preserve"> </w:t>
      </w:r>
      <w:r w:rsidRPr="00F825DB">
        <w:t xml:space="preserve">autorizačního zákona, tedy v </w:t>
      </w:r>
      <w:r w:rsidRPr="0077043C">
        <w:t>oboru</w:t>
      </w:r>
      <w:r w:rsidRPr="00F825DB">
        <w:rPr>
          <w:b/>
          <w:bCs/>
        </w:rPr>
        <w:t xml:space="preserve"> technologická zařízení staveb</w:t>
      </w:r>
      <w:r w:rsidRPr="00F825DB">
        <w:t>;</w:t>
      </w:r>
    </w:p>
    <w:p w14:paraId="65D2CD03" w14:textId="77777777" w:rsidR="000E4762" w:rsidRPr="00F825DB" w:rsidRDefault="000E4762" w:rsidP="0031783A">
      <w:pPr>
        <w:pStyle w:val="Textbezslovn"/>
        <w:numPr>
          <w:ilvl w:val="0"/>
          <w:numId w:val="16"/>
        </w:numPr>
        <w:rPr>
          <w:b/>
        </w:rPr>
      </w:pPr>
      <w:r w:rsidRPr="00F825DB">
        <w:rPr>
          <w:b/>
        </w:rPr>
        <w:t>osoba odpovědná za kontrolu kvality</w:t>
      </w:r>
    </w:p>
    <w:p w14:paraId="74DA6B90" w14:textId="77777777" w:rsidR="000E4762" w:rsidRPr="00F825DB" w:rsidRDefault="000E4762" w:rsidP="00B376E4">
      <w:pPr>
        <w:pStyle w:val="Odrka1-2-"/>
      </w:pPr>
      <w:r w:rsidRPr="00F825DB">
        <w:t>nejméně 5 let praxe v oboru kontroly kvality, se znalostí ověřování kvality stavebních materiálů;</w:t>
      </w:r>
    </w:p>
    <w:p w14:paraId="7A5D614E" w14:textId="77777777" w:rsidR="000E4762" w:rsidRPr="00F825DB" w:rsidRDefault="000E4762" w:rsidP="0031783A">
      <w:pPr>
        <w:pStyle w:val="Textbezslovn"/>
        <w:numPr>
          <w:ilvl w:val="0"/>
          <w:numId w:val="16"/>
        </w:numPr>
        <w:rPr>
          <w:b/>
        </w:rPr>
      </w:pPr>
      <w:r w:rsidRPr="00F825DB">
        <w:rPr>
          <w:b/>
        </w:rPr>
        <w:t>osoba odpovědná za bezpečnost a ochranu zdraví při práci</w:t>
      </w:r>
    </w:p>
    <w:p w14:paraId="7E223028" w14:textId="77777777" w:rsidR="000E4762" w:rsidRPr="00F825DB" w:rsidRDefault="000E4762" w:rsidP="00B376E4">
      <w:pPr>
        <w:pStyle w:val="Odrka1-2-"/>
      </w:pPr>
      <w:r w:rsidRPr="00F825DB">
        <w:t>nejméně 5 let praxe v oboru bezpečnosti a ochrany zdraví při práci;</w:t>
      </w:r>
    </w:p>
    <w:p w14:paraId="63E3C787" w14:textId="77777777" w:rsidR="000E4762" w:rsidRPr="00F825DB" w:rsidRDefault="000E4762" w:rsidP="0031783A">
      <w:pPr>
        <w:pStyle w:val="Textbezslovn"/>
        <w:numPr>
          <w:ilvl w:val="0"/>
          <w:numId w:val="16"/>
        </w:numPr>
        <w:rPr>
          <w:b/>
        </w:rPr>
      </w:pPr>
      <w:r w:rsidRPr="00F825DB">
        <w:rPr>
          <w:b/>
        </w:rPr>
        <w:t>osoba odpovědná za odpadové hospodářství</w:t>
      </w:r>
    </w:p>
    <w:p w14:paraId="732ECD44" w14:textId="3AEAB18B" w:rsidR="000E4762" w:rsidRPr="00F825DB" w:rsidRDefault="000E4762" w:rsidP="0077043C">
      <w:pPr>
        <w:pStyle w:val="Odrka1-2-"/>
        <w:spacing w:after="240"/>
      </w:pPr>
      <w:r w:rsidRPr="00F825DB">
        <w:t xml:space="preserve">nejméně 5 let praxe </w:t>
      </w:r>
      <w:r w:rsidR="0066557C">
        <w:t>v oboru odpadového hospodářství.</w:t>
      </w:r>
    </w:p>
    <w:p w14:paraId="1ACA9C7A" w14:textId="6F9BD554" w:rsidR="000E4762" w:rsidRPr="00F825DB" w:rsidRDefault="000E4762" w:rsidP="000E4762">
      <w:pPr>
        <w:pStyle w:val="Textbezslovn"/>
      </w:pPr>
      <w:r w:rsidRPr="00F825DB">
        <w:rPr>
          <w:b/>
        </w:rPr>
        <w:t>Zkušeností s realizací</w:t>
      </w:r>
      <w:r w:rsidRPr="00F825DB">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69E1BE92" w14:textId="24EC6DB4" w:rsidR="000E4762" w:rsidRDefault="000E4762" w:rsidP="000E4762">
      <w:pPr>
        <w:pStyle w:val="Textbezslovn"/>
      </w:pPr>
      <w:r w:rsidRPr="00187039">
        <w:rPr>
          <w:b/>
        </w:rPr>
        <w:lastRenderedPageBreak/>
        <w:t>Zkušeností s řízením realizace</w:t>
      </w:r>
      <w:r>
        <w:t xml:space="preserve"> stavby nebo </w:t>
      </w:r>
      <w:r w:rsidRPr="00187039">
        <w:rPr>
          <w:b/>
        </w:rPr>
        <w:t>praxí v řízení</w:t>
      </w:r>
      <w:r>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1458E778" w14:textId="5E3EA0F3" w:rsidR="000E4762" w:rsidRDefault="000E4762" w:rsidP="000E4762">
      <w:pPr>
        <w:pStyle w:val="Textbezslovn"/>
      </w:pPr>
      <w:r>
        <w:t xml:space="preserve">Zadavatel výše </w:t>
      </w:r>
      <w:r w:rsidR="00290B63">
        <w:t xml:space="preserve">u jednotlivých členů odborného personálu zhotovitele </w:t>
      </w:r>
      <w:r>
        <w:t>stanovil maximální lhůtu, za kterou budou uznány zkušenosti příslušných členů odborného personálu s řízením realizace</w:t>
      </w:r>
      <w:r w:rsidR="000D4ABE">
        <w:t xml:space="preserve"> nebo</w:t>
      </w:r>
      <w:r>
        <w:t xml:space="preserve"> realizací </w:t>
      </w:r>
      <w:r w:rsidR="00A1408E">
        <w:t xml:space="preserve">požadované </w:t>
      </w:r>
      <w:r>
        <w:t>stavby. V této lhůtě tyto referenční stavby musely být dokončeny (mohly však být zahájeny dříve)</w:t>
      </w:r>
      <w:r w:rsidR="00290B63">
        <w:t xml:space="preserve">, rovněž obdobně jako u referenčních zakázek dodavatele budou uznány i referenční stavby </w:t>
      </w:r>
      <w:r w:rsidR="00A1408E">
        <w:t xml:space="preserve">(obdobně i referenční zakázky na projektové práce, jsou-li takové u členů personálu požadovány) </w:t>
      </w:r>
      <w:r w:rsidR="00290B63">
        <w:t>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t xml:space="preserve"> stavební práce</w:t>
      </w:r>
      <w:r w:rsidR="00290B63">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31B4A6CF" w14:textId="553AFEA8" w:rsidR="000E4762" w:rsidRDefault="000E4762" w:rsidP="000E4762">
      <w:pPr>
        <w:pStyle w:val="Textbezslovn"/>
      </w:pPr>
      <w:r w:rsidRPr="00187039">
        <w:rPr>
          <w:b/>
        </w:rPr>
        <w:t xml:space="preserve">Zadavatel uzná pouze takovou zkušenost člena odborného personálu, která </w:t>
      </w:r>
      <w:r w:rsidR="00290B63">
        <w:rPr>
          <w:rStyle w:val="Tun9b"/>
        </w:rPr>
        <w:t>v požadovaném období</w:t>
      </w:r>
      <w:r w:rsidR="00290B63" w:rsidRPr="005F34EC">
        <w:rPr>
          <w:rStyle w:val="Tun9b"/>
        </w:rPr>
        <w:t xml:space="preserve"> </w:t>
      </w:r>
      <w:r w:rsidRPr="00187039">
        <w:rPr>
          <w:b/>
        </w:rPr>
        <w:t xml:space="preserve">trvala nejméně </w:t>
      </w:r>
      <w:r w:rsidR="00AA4B2A">
        <w:rPr>
          <w:b/>
        </w:rPr>
        <w:t>6</w:t>
      </w:r>
      <w:r w:rsidRPr="00187039">
        <w:rPr>
          <w:b/>
        </w:rPr>
        <w:t xml:space="preserve"> měsíců</w:t>
      </w:r>
      <w:r>
        <w:t xml:space="preserve">. </w:t>
      </w:r>
      <w:r w:rsidR="00A1408E" w:rsidRPr="009C07A7">
        <w:t>Uvedený požadavek na délku trvání zkušenosti se nevyžaduje u osoby odpovědného projektanta,</w:t>
      </w:r>
      <w:r w:rsidR="009C07A7">
        <w:t xml:space="preserve"> </w:t>
      </w:r>
      <w:r>
        <w:t xml:space="preserve">Zkušenost člena odborného personálu lze splnit (posčítat) z více referenčních zakázek/staveb, jednotlivá zkušenost na jedné zakázce však musela trvat nepřetržitě nejméně </w:t>
      </w:r>
      <w:r w:rsidR="00AA4B2A">
        <w:rPr>
          <w:b/>
        </w:rPr>
        <w:t>4</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3A91206C" w14:textId="15E747C9" w:rsidR="000E4762" w:rsidRDefault="000E4762" w:rsidP="000E4762">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w:t>
      </w:r>
      <w:r w:rsidR="00FB4860" w:rsidRPr="000D74D8">
        <w:t>zpracováním dokumentace</w:t>
      </w:r>
      <w:r w:rsidR="00FB4860">
        <w:t xml:space="preserve"> </w:t>
      </w:r>
      <w:r>
        <w:t>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w:t>
      </w:r>
      <w:r>
        <w:lastRenderedPageBreak/>
        <w:t>Příloze č. 6 pod písm. l). Nesplnění této podmínky může být důvodem pro vyloučení dodavatele ze zadávacího řízení.</w:t>
      </w:r>
    </w:p>
    <w:p w14:paraId="4F1EA7CE"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66185E34" w14:textId="083208F5" w:rsidR="000E4762" w:rsidRDefault="000E4762" w:rsidP="000E4762">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0B2FB3">
        <w:t>ou</w:t>
      </w:r>
      <w:r>
        <w:t xml:space="preserve"> praxi, zkušenosti, odbornou způsobilost a požadavky na prevenci střetu zájmů.    </w:t>
      </w:r>
    </w:p>
    <w:p w14:paraId="4D9056B0" w14:textId="77777777" w:rsidR="0035531B" w:rsidRPr="0006499F" w:rsidRDefault="0035531B" w:rsidP="0035531B">
      <w:pPr>
        <w:pStyle w:val="Text1-1"/>
        <w:rPr>
          <w:rStyle w:val="Tun9b"/>
        </w:rPr>
      </w:pPr>
      <w:r w:rsidRPr="0006499F">
        <w:rPr>
          <w:rStyle w:val="Tun9b"/>
        </w:rPr>
        <w:t>Další technická kvalifikace</w:t>
      </w:r>
    </w:p>
    <w:p w14:paraId="64BA6E35" w14:textId="37E357DB" w:rsidR="0035531B" w:rsidRDefault="00F35DF9" w:rsidP="0006499F">
      <w:pPr>
        <w:pStyle w:val="Textbezslovn"/>
      </w:pPr>
      <w:r w:rsidRPr="00523165">
        <w:rPr>
          <w:rStyle w:val="Tun9b"/>
          <w:b w:val="0"/>
          <w:bCs/>
        </w:rPr>
        <w:t>Nepožaduje se.</w:t>
      </w:r>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5844BCE3" w:rsidR="00020E8A" w:rsidRDefault="00020E8A" w:rsidP="00020E8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437D257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371B6B" w:rsidRPr="00371B6B">
        <w:t xml:space="preserve"> </w:t>
      </w:r>
      <w:r w:rsidR="00371B6B" w:rsidRPr="0060313F">
        <w:t xml:space="preserve">v případě jeho nezpůsobilosti; důvody nezpůsobilosti se posuzují podle § 48 odst. 5 nebo 6 </w:t>
      </w:r>
      <w:r w:rsidR="00371B6B">
        <w:t xml:space="preserve">ZZVZ </w:t>
      </w:r>
      <w:r w:rsidR="00371B6B" w:rsidRPr="0060313F">
        <w:t>obdobně</w:t>
      </w:r>
      <w:r>
        <w:t xml:space="preserve">.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2029EEF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w:t>
      </w:r>
      <w:r>
        <w:lastRenderedPageBreak/>
        <w:t xml:space="preserve">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371B6B">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 xml:space="preserve">Dodavatel není oprávněn nahradit předložení požadovaných dokladů </w:t>
      </w:r>
      <w:r w:rsidR="00371B6B">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63D343E1"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EE0380">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29A8D180"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7A99B4EB"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EE0380">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7777777" w:rsidR="0035531B" w:rsidRDefault="0035531B" w:rsidP="0006499F">
      <w:pPr>
        <w:pStyle w:val="Odrka1-1"/>
      </w:pPr>
      <w:r>
        <w:lastRenderedPageBreak/>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0F3CCFD8"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1C12823E" w:rsidR="0035531B" w:rsidRDefault="00111D73" w:rsidP="0006499F">
      <w:pPr>
        <w:pStyle w:val="Textbezslovn"/>
      </w:pPr>
      <w:r w:rsidRPr="00111D73">
        <w:t xml:space="preserve"> </w:t>
      </w:r>
      <w:r>
        <w:t>Dodavatel může ekonomickou kvalifikaci, technickou kvalifikaci nebo profesní způsobilost s výjimkou kritéria podle § 77 odst. 1 ZZVZ prokázat prostřednictvím jiných osob.</w:t>
      </w:r>
      <w:r w:rsidR="0035531B">
        <w:t xml:space="preserve"> </w:t>
      </w:r>
      <w:r w:rsidR="004A3FB1">
        <w:t>Za jiné osoby považuje zadavatel jak poddodavatele, tak i osoby, které s dodavatelem tvoří koncern</w:t>
      </w:r>
      <w:r w:rsidR="00280663">
        <w:t>, případně i osoby, které poskytnou vě</w:t>
      </w:r>
      <w:r w:rsidR="00280663" w:rsidRPr="00A82AE5">
        <w:t>c</w:t>
      </w:r>
      <w:r w:rsidR="00280663">
        <w:t>i</w:t>
      </w:r>
      <w:r w:rsidR="00280663" w:rsidRPr="00A82AE5">
        <w:t xml:space="preserve"> nebo práv</w:t>
      </w:r>
      <w:r w:rsidR="00280663">
        <w:t>a</w:t>
      </w:r>
      <w:r w:rsidR="00280663" w:rsidRPr="00A82AE5">
        <w:t>, s nimiž bude dodavatel oprávněn disponovat při plnění veřejné zakázky</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3F970615" w:rsidR="0035531B" w:rsidRPr="0006499F" w:rsidRDefault="00371B6B"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7549CFC" w14:textId="1FD12501" w:rsidR="0035531B" w:rsidRDefault="00371B6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 xml:space="preserve">nimiž bude dodavatel oprávněn </w:t>
      </w:r>
      <w:r w:rsidR="0035531B">
        <w:lastRenderedPageBreak/>
        <w:t>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3417676F" w14:textId="4A4B6BCD" w:rsidR="0035531B" w:rsidRDefault="0035531B" w:rsidP="0006499F">
      <w:pPr>
        <w:pStyle w:val="Odrka1-2-"/>
      </w:pPr>
      <w:r>
        <w:t xml:space="preserve">Požadavek ohledně </w:t>
      </w:r>
      <w:r w:rsidR="00371B6B">
        <w:t xml:space="preserve">předložení smlouvy nebo potvrzení o její existenci, jejímž obsahem je závazek </w:t>
      </w:r>
      <w:r>
        <w:t>jiné osoby</w:t>
      </w:r>
      <w:r w:rsidR="00371B6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371B6B">
        <w:t xml:space="preserve"> </w:t>
      </w:r>
      <w:r w:rsidR="00371B6B" w:rsidRPr="00C66878">
        <w:t xml:space="preserve">z obsahu smlouvy nebo potvrzení o její existenci vyplývá závazek jiné osoby plnit veřejnou zakázku </w:t>
      </w:r>
      <w:r w:rsidR="00371B6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371B6B" w:rsidRPr="00371B6B">
        <w:rPr>
          <w:b/>
          <w:color w:val="000000"/>
        </w:rPr>
        <w:t xml:space="preserve"> </w:t>
      </w:r>
      <w:r w:rsidR="00371B6B">
        <w:rPr>
          <w:b/>
          <w:color w:val="000000"/>
        </w:rPr>
        <w:t xml:space="preserve">ze smlouvy nebo potvrzení o její existenci </w:t>
      </w:r>
      <w:r w:rsidR="00371B6B" w:rsidRPr="00E86BE3">
        <w:rPr>
          <w:b/>
          <w:color w:val="000000"/>
        </w:rPr>
        <w:t>vyplývat závazek, že jiná osoba bude vykonávat stavební práce</w:t>
      </w:r>
      <w:r w:rsidR="00371B6B">
        <w:rPr>
          <w:b/>
          <w:color w:val="000000"/>
        </w:rPr>
        <w:t>, resp. příslušné části plnění</w:t>
      </w:r>
      <w:r w:rsidR="00371B6B" w:rsidRPr="00E86BE3">
        <w:rPr>
          <w:b/>
          <w:color w:val="000000"/>
        </w:rPr>
        <w:t>, ke kterým se prokazované kritérium kvalifikace vztahuje</w:t>
      </w:r>
      <w:r w:rsidRPr="0006499F">
        <w:rPr>
          <w:rStyle w:val="Tun9b"/>
        </w:rPr>
        <w:t>.</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09EA4ECD" w:rsidR="0035531B" w:rsidRDefault="00371B6B"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4A736732"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FE0BAB">
        <w:t xml:space="preserve"> (viz níže, je-li tak v čl. 9.3 těchto Pokynů stanoveno)</w:t>
      </w:r>
      <w:r>
        <w:t>. Toto omezení se nevztahuje na osoby, které</w:t>
      </w:r>
      <w:r w:rsidR="00845C50">
        <w:t xml:space="preserve"> s </w:t>
      </w:r>
      <w:r>
        <w:t>dodavatelem tvoří koncern</w:t>
      </w:r>
      <w:r w:rsidR="00371B6B">
        <w:t xml:space="preserve"> (za splnění podmínek uvedených v čl. 9.3 těchto Pokynů)</w:t>
      </w:r>
      <w:r>
        <w:t>. Jejich prostřednictvím dodavatel může za splnění ostatních podmínek dle § 83 ZZVZ prokazovat i tyto části kvalifikace.</w:t>
      </w:r>
    </w:p>
    <w:p w14:paraId="6C94F0D1" w14:textId="77777777" w:rsidR="008F385E" w:rsidRDefault="008F385E" w:rsidP="00AD1771">
      <w:pPr>
        <w:pStyle w:val="Textbezslovn"/>
        <w:spacing w:after="0"/>
      </w:pPr>
    </w:p>
    <w:p w14:paraId="65BEEA1F" w14:textId="73EE9D0C" w:rsidR="004A3FB1" w:rsidRPr="004A3FB1" w:rsidRDefault="004A3FB1" w:rsidP="004A3FB1">
      <w:pPr>
        <w:pStyle w:val="Text1-1"/>
      </w:pPr>
      <w:r w:rsidRPr="00DC3174">
        <w:rPr>
          <w:rStyle w:val="Tun9b"/>
        </w:rPr>
        <w:t>Změny</w:t>
      </w:r>
      <w:r w:rsidRPr="00DC3174">
        <w:rPr>
          <w:b/>
        </w:rPr>
        <w:t xml:space="preserve"> v kvalifikaci </w:t>
      </w:r>
      <w:r w:rsidR="004B4EAC">
        <w:rPr>
          <w:b/>
        </w:rPr>
        <w:t>účastníka zadávacího řízení</w:t>
      </w:r>
    </w:p>
    <w:p w14:paraId="68288CB6" w14:textId="763D7959" w:rsidR="004A3FB1" w:rsidRDefault="004A3FB1" w:rsidP="004A3FB1">
      <w:pPr>
        <w:pStyle w:val="Text1-1"/>
        <w:numPr>
          <w:ilvl w:val="0"/>
          <w:numId w:val="0"/>
        </w:numPr>
        <w:ind w:left="737"/>
      </w:pPr>
      <w:r>
        <w:t xml:space="preserve">Pokud po předložení dokladů nebo prohlášení o kvalifikaci dojde v průběhu zadávacího řízení ke změně kvalifikace </w:t>
      </w:r>
      <w:r w:rsidR="004B4EAC">
        <w:t>účastníka zadávacího řízení</w:t>
      </w:r>
      <w:r>
        <w:t xml:space="preserve">, je </w:t>
      </w:r>
      <w:r w:rsidR="004B4EA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22715505" w:rsidR="004A3FB1" w:rsidRDefault="001B5C78" w:rsidP="004A3FB1">
      <w:pPr>
        <w:pStyle w:val="Text1-1"/>
        <w:numPr>
          <w:ilvl w:val="0"/>
          <w:numId w:val="0"/>
        </w:numPr>
        <w:ind w:left="737"/>
      </w:pPr>
      <w:r w:rsidRPr="0062553C">
        <w:t xml:space="preserve">Zadavatel může vyloučit účastníka zadávacího řízení, pokud prokáže, že účastník zadávacího řízení nesplnil povinnost podle </w:t>
      </w:r>
      <w:r>
        <w:t>předchozího odstavce.</w:t>
      </w:r>
    </w:p>
    <w:p w14:paraId="18F9911F" w14:textId="77777777" w:rsidR="0035531B" w:rsidRDefault="0035531B" w:rsidP="00193D8F">
      <w:pPr>
        <w:pStyle w:val="Nadpis1-1"/>
      </w:pPr>
      <w:bookmarkStart w:id="14" w:name="_Toc159419872"/>
      <w:r>
        <w:t>DALŠÍ INFORMACE/DOKUMENTY PŘEDKLÁDANÉ DODAVATELEM</w:t>
      </w:r>
      <w:r w:rsidR="00092CC9">
        <w:t xml:space="preserve"> v </w:t>
      </w:r>
      <w:r>
        <w:t>NABÍDCE</w:t>
      </w:r>
      <w:bookmarkEnd w:id="14"/>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lastRenderedPageBreak/>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2F654338"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FB4860">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4BB0870" w14:textId="62A6A6CA" w:rsidR="00645BDD" w:rsidRDefault="00645BDD" w:rsidP="00645BDD">
      <w:pPr>
        <w:pStyle w:val="Odrka1-1"/>
      </w:pPr>
      <w:r>
        <w:t>Harmonogram postupu prací uvádějící grafické znázornění, pořadí a načasování hlavních činností</w:t>
      </w:r>
      <w:r w:rsidR="00B43ED5">
        <w:t>, tj.</w:t>
      </w:r>
      <w:r>
        <w:t xml:space="preserve"> zpracování projektové dokumentace, její schválení, vydání povolení </w:t>
      </w:r>
      <w:r w:rsidR="00B43ED5">
        <w:t xml:space="preserve">záměru (povolení </w:t>
      </w:r>
      <w:r w:rsidR="0091498F">
        <w:t>stavby</w:t>
      </w:r>
      <w:r w:rsidR="00B43ED5">
        <w:t>)</w:t>
      </w:r>
      <w:r w:rsidR="0091498F">
        <w:t xml:space="preserve"> </w:t>
      </w:r>
      <w:r>
        <w:t>v právní moci</w:t>
      </w:r>
      <w:r w:rsidR="0091498F">
        <w:t xml:space="preserve"> (je-li pro plnění veřejné zakázky nezbytné)</w:t>
      </w:r>
      <w:r>
        <w:t>, realizace PS a SO a dozor</w:t>
      </w:r>
      <w:r w:rsidR="00F11E07">
        <w:t xml:space="preserve"> projektanta</w:t>
      </w:r>
      <w:r>
        <w:t xml:space="preserve">,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w:t>
      </w:r>
      <w:r w:rsidR="008C79F9" w:rsidRPr="008C79F9">
        <w:t>D</w:t>
      </w:r>
      <w:r w:rsidRPr="008C79F9">
        <w:t xml:space="preserve">okumentace pro </w:t>
      </w:r>
      <w:r w:rsidR="006171DF" w:rsidRPr="008C79F9">
        <w:t>územní řízení stavby (Stavba 1 a Stavba 2)</w:t>
      </w:r>
      <w:r w:rsidR="001535F1" w:rsidRPr="008C79F9">
        <w:t xml:space="preserve"> </w:t>
      </w:r>
      <w:r w:rsidRPr="008C79F9">
        <w:t xml:space="preserve">mají </w:t>
      </w:r>
      <w:r>
        <w:t xml:space="preserve">pro uchazeče při zpracování harmonogramu pouze podpůrný charakter. Zhotovitel je povinen předložit Harmonogram postupu prací respektující předpokládaný termín zahájení a ukončení </w:t>
      </w:r>
      <w:r w:rsidR="00881B57">
        <w:t xml:space="preserve">předmětu plnění </w:t>
      </w:r>
      <w:r>
        <w:t>stanovený v zadávacích podmínkách.</w:t>
      </w:r>
    </w:p>
    <w:p w14:paraId="0152D075" w14:textId="01EDF51C" w:rsidR="00645BDD" w:rsidRDefault="00645BDD" w:rsidP="00645BDD">
      <w:pPr>
        <w:pStyle w:val="Odrka1-1"/>
      </w:pPr>
      <w:r>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w:t>
      </w:r>
      <w:r w:rsidR="008C79F9" w:rsidRPr="008C79F9">
        <w:t>Dokumentace pro územní řízení stavby (Stavba 1 a Stavba 2)</w:t>
      </w:r>
      <w:r w:rsidR="008C79F9">
        <w:t xml:space="preserve"> </w:t>
      </w:r>
      <w:r>
        <w:t>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4EAAB7AF" w14:textId="13493E7C" w:rsidR="00645BDD" w:rsidRDefault="00645BDD" w:rsidP="00645BDD">
      <w:pPr>
        <w:pStyle w:val="Odrka1-1"/>
      </w:pPr>
      <w:r>
        <w:t xml:space="preserve">Specifikaci </w:t>
      </w:r>
      <w:r w:rsidRPr="008C79F9">
        <w:t xml:space="preserve">typu </w:t>
      </w:r>
      <w:r w:rsidR="001C7465" w:rsidRPr="008C79F9">
        <w:t xml:space="preserve">sdělovacího zařízení, </w:t>
      </w:r>
      <w:r w:rsidRPr="008C79F9">
        <w:t>které bude dodavatelem určeno k použití pro plnění předmětné veřejné zakázky a které</w:t>
      </w:r>
      <w:r>
        <w:t xml:space="preserve">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w:t>
      </w:r>
      <w:r w:rsidR="00464C3B">
        <w:t xml:space="preserve">Specifikaci typu zařízení předloží všichni dodavatelé v nabídce. </w:t>
      </w:r>
      <w:r>
        <w:t xml:space="preserve">Nebude-li dodavatel současně i výrobcem nebo dodavatelem takto určeného </w:t>
      </w:r>
      <w:r w:rsidR="001C7465">
        <w:t>zařízení</w:t>
      </w:r>
      <w:r>
        <w:t xml:space="preserve">, předloží </w:t>
      </w:r>
      <w:r w:rsidR="00464C3B">
        <w:t xml:space="preserve">následně vybraný </w:t>
      </w:r>
      <w:r>
        <w:t xml:space="preserve">dodavatel </w:t>
      </w:r>
      <w:r w:rsidR="00464C3B">
        <w:t xml:space="preserve">v rámci poskytnutí součinnosti před uzavřením smlouvy postupem dle čl. 19 těchto Pokynů </w:t>
      </w:r>
      <w:r>
        <w:t>smlouv</w:t>
      </w:r>
      <w:r w:rsidR="00464C3B">
        <w:t>u</w:t>
      </w:r>
      <w:r>
        <w:t xml:space="preserve"> uzavřen</w:t>
      </w:r>
      <w:r w:rsidR="00464C3B">
        <w:t>ou</w:t>
      </w:r>
      <w:r>
        <w:t xml:space="preserve"> s výrobcem nebo dodavatelem tohoto</w:t>
      </w:r>
      <w:r w:rsidR="001C7465">
        <w:t xml:space="preserve"> zařízení</w:t>
      </w:r>
      <w:r w:rsidR="00020E8A">
        <w:t xml:space="preserve"> či jednostranné písemné </w:t>
      </w:r>
      <w:r w:rsidR="00020E8A">
        <w:lastRenderedPageBreak/>
        <w:t xml:space="preserve">vyjádření závazku </w:t>
      </w:r>
      <w:r w:rsidR="00020E8A" w:rsidRPr="0031722E">
        <w:t xml:space="preserve">výrobce nebo dodavatele tohoto </w:t>
      </w:r>
      <w:r w:rsidR="00020E8A">
        <w:t>zařízení</w:t>
      </w:r>
      <w:r>
        <w:t>, kter</w:t>
      </w:r>
      <w:r w:rsidR="00020E8A">
        <w:t>ými dodavatel</w:t>
      </w:r>
      <w:r>
        <w:t xml:space="preserve"> prokáže, že bude mít toto </w:t>
      </w:r>
      <w:r w:rsidR="001C7465">
        <w:t>zařízení</w:t>
      </w:r>
      <w:r>
        <w:t xml:space="preserve"> k jeho použití pro plnění předmětné veřejné zakázky k dispozici a že bude mít zajištěnu i jeho odbornou montáž, případně bude smlouva </w:t>
      </w:r>
      <w:r w:rsidR="00020E8A">
        <w:t>či závazek</w:t>
      </w:r>
      <w:r w:rsidR="00020E8A" w:rsidRPr="007D3806">
        <w:t xml:space="preserve"> </w:t>
      </w:r>
      <w:r>
        <w:t xml:space="preserve">obsahovat souhlas výrobce nebo dodavatele </w:t>
      </w:r>
      <w:r w:rsidR="001C7465">
        <w:t>zařízení</w:t>
      </w:r>
      <w:r>
        <w:t xml:space="preserve"> s tím, že je dodavatel schopen toto zařízení odborně sestavit a namontovat. Specifikace typu, případně smlouva s výrobcem nebo dodavatelem </w:t>
      </w:r>
      <w:r w:rsidR="00020E8A">
        <w:t xml:space="preserve">či závazek </w:t>
      </w:r>
      <w:r>
        <w:t>bud</w:t>
      </w:r>
      <w:r w:rsidR="00020E8A">
        <w:t>ou</w:t>
      </w:r>
      <w:r>
        <w:t xml:space="preserve"> požadován</w:t>
      </w:r>
      <w:r w:rsidR="00020E8A">
        <w:t>y</w:t>
      </w:r>
      <w:r>
        <w:t xml:space="preserve"> pro následující zařízení: </w:t>
      </w:r>
      <w:r w:rsidR="00380C94" w:rsidRPr="008C79F9">
        <w:t>sdělovacího zařízení</w:t>
      </w:r>
      <w:r w:rsidR="0099435E">
        <w:t>.</w:t>
      </w:r>
    </w:p>
    <w:p w14:paraId="06559FBA" w14:textId="004FA09E"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3CF6B96C" w:rsidR="001C7465" w:rsidRDefault="001C7465" w:rsidP="001C7465">
      <w:pPr>
        <w:pStyle w:val="Odrka1-1"/>
      </w:pPr>
      <w:r>
        <w:t xml:space="preserve">Dodavatel je povinen předložit ve své nabídce čestné prohlášení </w:t>
      </w:r>
      <w:r w:rsidRPr="00010882">
        <w:rPr>
          <w:lang w:eastAsia="cs-CZ"/>
        </w:rPr>
        <w:t xml:space="preserve">o splnění podmínek v souvislosti </w:t>
      </w:r>
      <w:r w:rsidR="00FB4860">
        <w:rPr>
          <w:lang w:eastAsia="cs-CZ"/>
        </w:rPr>
        <w:t>s mezinárodními sankcemi</w:t>
      </w:r>
      <w:r w:rsidR="00FB4860">
        <w:t xml:space="preserve">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77777777" w:rsidR="00645BDD" w:rsidRDefault="00645BDD" w:rsidP="00645BDD">
      <w:pPr>
        <w:pStyle w:val="Odrka1-1"/>
      </w:pPr>
      <w:r>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77777777" w:rsidR="00645BDD" w:rsidRDefault="00645BDD" w:rsidP="00645BDD">
      <w:pPr>
        <w:pStyle w:val="Odrka1-1"/>
      </w:pPr>
      <w:r w:rsidRPr="00645BDD">
        <w:rPr>
          <w:b/>
        </w:rPr>
        <w:lastRenderedPageBreak/>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14:paraId="52AF7447" w14:textId="77777777" w:rsidR="0035531B" w:rsidRPr="0060115D" w:rsidRDefault="0035531B" w:rsidP="0035531B">
      <w:pPr>
        <w:pStyle w:val="Text1-1"/>
        <w:rPr>
          <w:rStyle w:val="Tun9b"/>
        </w:rPr>
      </w:pPr>
      <w:r w:rsidRPr="0060115D">
        <w:rPr>
          <w:rStyle w:val="Tun9b"/>
        </w:rPr>
        <w:t>Poddodavatelské omezení</w:t>
      </w:r>
    </w:p>
    <w:p w14:paraId="6EB02062" w14:textId="77777777" w:rsidR="00645BDD" w:rsidRDefault="00645BDD" w:rsidP="00645BDD">
      <w:pPr>
        <w:pStyle w:val="Odrka1-1"/>
      </w:pPr>
      <w:r>
        <w:t>Zadavatel nevymezuje žádné činnosti při plnění veřejné zakázky, které musí být plněny přímo vybraným dodavatelem.</w:t>
      </w:r>
    </w:p>
    <w:p w14:paraId="42646A53" w14:textId="3777209E" w:rsidR="00BC6D2B" w:rsidRDefault="00BC6D2B" w:rsidP="00BC6D2B">
      <w:pPr>
        <w:pStyle w:val="Text1-1"/>
      </w:pPr>
      <w:r>
        <w:t xml:space="preserve">Dopis nabídky a </w:t>
      </w:r>
      <w:r w:rsidR="00811F25">
        <w:t xml:space="preserve">závazný </w:t>
      </w:r>
      <w:r>
        <w:t>návrh smlouvy na plnění této veřejné zakázky:</w:t>
      </w:r>
    </w:p>
    <w:p w14:paraId="214FBAE9" w14:textId="77777777"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0AC23E6F" w14:textId="77777777"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58E1EE3B" w14:textId="77777777" w:rsidR="0035531B" w:rsidRDefault="0035531B" w:rsidP="00BC6D2B">
      <w:pPr>
        <w:pStyle w:val="Nadpis1-1"/>
      </w:pPr>
      <w:bookmarkStart w:id="15" w:name="_Toc159419873"/>
      <w:r>
        <w:t>PROHLÍDKA MÍSTA PLNĚNÍ (STAVENIŠTĚ)</w:t>
      </w:r>
      <w:bookmarkEnd w:id="15"/>
    </w:p>
    <w:p w14:paraId="6E7D3954"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550D3AEF" w14:textId="77777777" w:rsidR="0035531B" w:rsidRDefault="0035531B" w:rsidP="00BC6D2B">
      <w:pPr>
        <w:pStyle w:val="Nadpis1-1"/>
      </w:pPr>
      <w:bookmarkStart w:id="16" w:name="_Toc159419874"/>
      <w:r>
        <w:t>JAZYK NABÍDEK</w:t>
      </w:r>
      <w:r w:rsidR="007F7463" w:rsidRPr="007F7463">
        <w:t xml:space="preserve"> </w:t>
      </w:r>
      <w:r w:rsidR="007F7463">
        <w:t>A KOMUNIKAČNÍ JAZYK</w:t>
      </w:r>
      <w:bookmarkEnd w:id="16"/>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526086C6"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610148">
        <w:t xml:space="preserve">písemným </w:t>
      </w:r>
      <w:r>
        <w:t>čestným prohlášením</w:t>
      </w:r>
      <w:r w:rsidR="0035531B">
        <w:t>.</w:t>
      </w:r>
    </w:p>
    <w:p w14:paraId="76BFB2D0" w14:textId="77777777" w:rsidR="0035531B" w:rsidRDefault="0035531B" w:rsidP="00BC6D2B">
      <w:pPr>
        <w:pStyle w:val="Nadpis1-1"/>
      </w:pPr>
      <w:bookmarkStart w:id="17" w:name="_Toc159419875"/>
      <w:r>
        <w:lastRenderedPageBreak/>
        <w:t>OBSAH</w:t>
      </w:r>
      <w:r w:rsidR="00845C50">
        <w:t xml:space="preserve"> a </w:t>
      </w:r>
      <w:r>
        <w:t>PODÁVÁNÍ NABÍDEK</w:t>
      </w:r>
      <w:bookmarkEnd w:id="17"/>
    </w:p>
    <w:p w14:paraId="333BC535" w14:textId="603436CE"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2F2D47">
        <w:t xml:space="preserve"> sektorová veřejná zakázka</w:t>
      </w:r>
      <w:r>
        <w:t>, a to prostřednictvím elektronického nástroje E-ZAK na níže uvedenou elektronickou adresu</w:t>
      </w:r>
      <w:r w:rsidR="00F24F8E">
        <w:t xml:space="preserve">: </w:t>
      </w:r>
      <w:hyperlink r:id="rId20"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572C3165"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1" w:history="1">
        <w:r w:rsidR="007F7463">
          <w:rPr>
            <w:rStyle w:val="Hypertextovodkaz"/>
          </w:rPr>
          <w:t>https://zakazky.spravazeleznic.cz/manual.html</w:t>
        </w:r>
      </w:hyperlink>
      <w:r>
        <w:t xml:space="preserve">. Nabídka nemusí být opatřena elektronickým podpisem osoby oprávněné jednat za dodavatele. </w:t>
      </w:r>
      <w:r w:rsidR="00610148" w:rsidRPr="00683213">
        <w:t>Uznávaný</w:t>
      </w:r>
      <w:r w:rsidR="00610148">
        <w:t xml:space="preserve"> e</w:t>
      </w:r>
      <w:r>
        <w:t xml:space="preserve">lektronický podpis </w:t>
      </w:r>
      <w:r w:rsidR="00610148" w:rsidRPr="00683213">
        <w:t>založený na kvalifikovaném certifikátu</w:t>
      </w:r>
      <w:r w:rsidR="00610148">
        <w:t xml:space="preserve"> </w:t>
      </w:r>
      <w:r>
        <w:t>je vyžadován pouze při registraci dodavatele do elektronického nástroje</w:t>
      </w:r>
      <w:r w:rsidR="00610148">
        <w:t xml:space="preserve"> zadavatele</w:t>
      </w:r>
      <w: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w:t>
      </w:r>
      <w:r w:rsidR="00FB4860">
        <w:t>11</w:t>
      </w:r>
      <w:r w:rsidR="007F7463" w:rsidRPr="002C4A72">
        <w:t xml:space="preserve"> odst. 2 a 3 vyhl</w:t>
      </w:r>
      <w:r w:rsidR="007F7463">
        <w:t>.</w:t>
      </w:r>
      <w:r w:rsidR="007F7463" w:rsidRPr="002C4A72">
        <w:t xml:space="preserve"> č. </w:t>
      </w:r>
      <w:r w:rsidR="00FB4860">
        <w:t>345/2023</w:t>
      </w:r>
      <w:r w:rsidR="007F7463" w:rsidRPr="002C4A72">
        <w:t xml:space="preserve"> Sb., ve znění pozdějších předpisů</w:t>
      </w:r>
      <w:r w:rsidR="007F7463">
        <w:t xml:space="preserve">) </w:t>
      </w:r>
      <w:r>
        <w:t xml:space="preserve">nebo více souborů </w:t>
      </w:r>
      <w:r w:rsidR="00FB5319">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FF2749">
        <w:t>50</w:t>
      </w:r>
      <w:r>
        <w:t xml:space="preserve">MB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79911F65" w14:textId="77777777" w:rsidR="00177A1C" w:rsidRDefault="00177A1C" w:rsidP="00177A1C">
      <w:pPr>
        <w:pStyle w:val="Odrka1-1"/>
      </w:pPr>
      <w:r>
        <w:t>Dopis nabídky a Příloha k nabídce, zpracované dle instrukcí obsažených v čl. 9.4 těchto Pokynů.</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58EEB7DF" w14:textId="77777777"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w:t>
      </w:r>
      <w:r>
        <w:lastRenderedPageBreak/>
        <w:t>od svého vzniku) dosáhl alespoň minimální požadované výše celkového ročního obratu.</w:t>
      </w:r>
    </w:p>
    <w:p w14:paraId="24DAC6D3" w14:textId="0B3DE54D"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Default="00177A1C" w:rsidP="00177A1C">
      <w:pPr>
        <w:pStyle w:val="Odrka1-1"/>
      </w:pPr>
      <w:r>
        <w:t>Harmonogram postupu prací zpracovaný podle požadavků zadavatele stanovených v článku 9.1 těchto Pokynů.</w:t>
      </w:r>
    </w:p>
    <w:p w14:paraId="1E06A3C4" w14:textId="67DB68F7" w:rsidR="00177A1C" w:rsidRPr="0099435E" w:rsidRDefault="00177A1C" w:rsidP="00177A1C">
      <w:pPr>
        <w:pStyle w:val="Odrka1-1"/>
      </w:pPr>
      <w:r w:rsidRPr="0099435E">
        <w:t xml:space="preserve">Specifikace typu </w:t>
      </w:r>
      <w:r w:rsidR="001C7465" w:rsidRPr="0099435E">
        <w:t xml:space="preserve">sdělovacího zařízení, </w:t>
      </w:r>
      <w:r w:rsidRPr="0099435E">
        <w:t xml:space="preserve">dle č. 9.1 těchto Pokynů. </w:t>
      </w:r>
    </w:p>
    <w:p w14:paraId="7FC554FD" w14:textId="6ADF4AE6" w:rsidR="00177A1C" w:rsidRPr="0099435E" w:rsidRDefault="00177A1C" w:rsidP="00177A1C">
      <w:pPr>
        <w:pStyle w:val="Odrka1-1"/>
      </w:pPr>
      <w:r w:rsidRPr="0099435E">
        <w:t xml:space="preserve">Specifikace způsobu plnění předmětu veřejné zakázky dle čl. 9.1 těchto Pokynů. </w:t>
      </w:r>
    </w:p>
    <w:p w14:paraId="61197F1D" w14:textId="445EB91E" w:rsidR="001C7465" w:rsidRDefault="001C7465" w:rsidP="001C7465">
      <w:pPr>
        <w:pStyle w:val="Odrka1-1"/>
      </w:pPr>
      <w:r w:rsidRPr="00010882">
        <w:rPr>
          <w:lang w:eastAsia="cs-CZ"/>
        </w:rPr>
        <w:t xml:space="preserve">Čestné prohlášení o splnění podmínek v souvislosti </w:t>
      </w:r>
      <w:r w:rsidR="00FB4860">
        <w:rPr>
          <w:lang w:eastAsia="cs-CZ"/>
        </w:rPr>
        <w:t>s mezinárodními sankcemi</w:t>
      </w:r>
      <w:r w:rsidR="00FB4860">
        <w:t xml:space="preserve"> </w:t>
      </w:r>
      <w:r>
        <w:t>zpracované ve formě formuláře obsaženého v příloze č. 11 těchto Pokynů.</w:t>
      </w:r>
    </w:p>
    <w:p w14:paraId="505A765B" w14:textId="16C5CE96" w:rsidR="00177A1C" w:rsidRDefault="00177A1C" w:rsidP="00177A1C">
      <w:pPr>
        <w:pStyle w:val="Odrka1-1"/>
      </w:pPr>
      <w:r>
        <w:t>Doklad o poskytnutí jistoty za nabídku.</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55989015" w:rsidR="00177A1C" w:rsidRDefault="00177A1C" w:rsidP="00177A1C">
      <w:pPr>
        <w:pStyle w:val="Text1-1"/>
      </w:pPr>
      <w:r>
        <w:t>Nabídky podané po uplynutí lhůty pro podání nabídky nebo podané jiným, než výše uvedeným způsobem, nebudou otevřeny</w:t>
      </w:r>
      <w:r w:rsidR="00610148">
        <w:t xml:space="preserve"> </w:t>
      </w:r>
      <w:r>
        <w:t>a v zadávacím řízení se k nim nepřihlíží.</w:t>
      </w:r>
    </w:p>
    <w:p w14:paraId="02FEBA2C"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w:t>
      </w:r>
      <w:r>
        <w:lastRenderedPageBreak/>
        <w:t>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18" w:name="_Toc159419876"/>
      <w:r>
        <w:t>POŽADAVKY NA ZPRACOVÁNÍ NABÍDKOVÉ CENY</w:t>
      </w:r>
      <w:bookmarkEnd w:id="18"/>
      <w:r>
        <w:t xml:space="preserve"> </w:t>
      </w:r>
    </w:p>
    <w:p w14:paraId="48A74D7A"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5554263F" w14:textId="6E8349A9" w:rsidR="00A5091E"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w:t>
      </w:r>
    </w:p>
    <w:p w14:paraId="2361FC62" w14:textId="222AA0C0" w:rsidR="001F0289" w:rsidRPr="00B00727" w:rsidRDefault="001F0289" w:rsidP="00B00727">
      <w:pPr>
        <w:pStyle w:val="Text1-1"/>
      </w:pPr>
      <w:r w:rsidRPr="00B00727">
        <w:rPr>
          <w:b/>
        </w:rPr>
        <w:t xml:space="preserve">Zadavatel nesděluje výši předpokládané hodnoty zakázky. Zadavatel stanovuje závaznou zadávací podmínku tak, že částka </w:t>
      </w:r>
      <w:r w:rsidR="00B00727" w:rsidRPr="00B00727">
        <w:rPr>
          <w:b/>
        </w:rPr>
        <w:t>41 616 117</w:t>
      </w:r>
      <w:r w:rsidRPr="00B00727">
        <w:rPr>
          <w:b/>
        </w:rPr>
        <w:t>,- Kč je nejvyšší přípustnou nabídkovou cenou (bez DPH), a to pod sankcí vyloučení z další účasti v zadávacím řízení.</w:t>
      </w:r>
      <w:r w:rsidRPr="00B00727">
        <w:t xml:space="preserve"> Nabídková cena bude v Dopise nabídky uvedena v Kč bez DPH, a to jako součet ceny za zpracování projektové dokumentace bez DPH, ceny za výkon dozoru </w:t>
      </w:r>
      <w:r w:rsidR="0089478B" w:rsidRPr="00B00727">
        <w:t xml:space="preserve">projektanta </w:t>
      </w:r>
      <w:r w:rsidRPr="00B00727">
        <w:t>bez DPH a ceny za zhotovení stavby bez DPH. Nabídková cena bude v nabídce zaokrouhlená na dvě desetinná místa. V případě rozporu mezi nabídkovou cenou uvedenou v Dopise nabídky a nabídkovou cenou uvedenou v Rekapitulaci ceny bude mít přednost nabídková cena uvedená v Dopise nabídky.</w:t>
      </w:r>
    </w:p>
    <w:p w14:paraId="3E375CE2" w14:textId="77777777" w:rsidR="0035531B" w:rsidRDefault="0035531B" w:rsidP="007038DC">
      <w:pPr>
        <w:pStyle w:val="Nadpis1-1"/>
      </w:pPr>
      <w:bookmarkStart w:id="19" w:name="_Toc159419877"/>
      <w:r>
        <w:t>VARIANTY NABÍDKY</w:t>
      </w:r>
      <w:bookmarkEnd w:id="19"/>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20" w:name="_Toc159419878"/>
      <w:r>
        <w:t>OTEVÍRÁNÍ NABÍDEK</w:t>
      </w:r>
      <w:bookmarkEnd w:id="20"/>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21" w:name="_Toc159419879"/>
      <w:r>
        <w:t>POSOUZENÍ SPLNĚNÍ PODMÍNEK ÚČASTI</w:t>
      </w:r>
      <w:bookmarkEnd w:id="21"/>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58DC50F7" w:rsidR="001A4B1E" w:rsidRDefault="001A4B1E" w:rsidP="001A4B1E">
      <w:pPr>
        <w:pStyle w:val="Text1-1"/>
      </w:pPr>
      <w:r>
        <w:t xml:space="preserve">Zadavatel je oprávněn ověřovat věrohodnost </w:t>
      </w:r>
      <w:r w:rsidR="00610148">
        <w:t xml:space="preserve">účastníkem </w:t>
      </w:r>
      <w:r>
        <w:t>poskytnutých údajů a dokladů a rovněž si je i sám opatřovat</w:t>
      </w:r>
      <w:r w:rsidR="00610148">
        <w:t xml:space="preserve">, </w:t>
      </w:r>
      <w:r w:rsidR="00610148" w:rsidRPr="004039B9">
        <w:t>pokud nejde o údaje</w:t>
      </w:r>
      <w:r w:rsidR="00610148">
        <w:t xml:space="preserve"> a</w:t>
      </w:r>
      <w:r w:rsidR="00610148" w:rsidRPr="004039B9">
        <w:t xml:space="preserve"> doklady, které budou hodnoceny </w:t>
      </w:r>
      <w:r w:rsidR="00610148" w:rsidRPr="004039B9">
        <w:lastRenderedPageBreak/>
        <w:t>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610148">
        <w:t>, to však neplatí pro</w:t>
      </w:r>
      <w:r w:rsidR="00610148" w:rsidRPr="00E86BE3">
        <w:rPr>
          <w:b/>
        </w:rPr>
        <w:t xml:space="preserve"> </w:t>
      </w:r>
      <w:r w:rsidR="00610148" w:rsidRPr="000C68DF">
        <w:t>posouzení skutečností rozhodných pro složení jistoty</w:t>
      </w:r>
      <w:r w:rsidR="00610148">
        <w:t xml:space="preserve"> za nabídku</w:t>
      </w:r>
      <w:r>
        <w:t>.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2" w:name="_Toc159419880"/>
      <w:r>
        <w:t>HODNOCENÍ NABÍDEK</w:t>
      </w:r>
      <w:bookmarkEnd w:id="22"/>
    </w:p>
    <w:p w14:paraId="6C05F4FA" w14:textId="77777777" w:rsidR="001A4B1E" w:rsidRDefault="001A4B1E" w:rsidP="001A4B1E">
      <w:pPr>
        <w:pStyle w:val="Text1-1"/>
      </w:pPr>
      <w:r>
        <w:t>Nabídky budou hodnoceny podle jejich ekonomické výhodnosti. Ekonomickou výhodnost bude zadavatel hodnotit podle nejnižší nabídkové ceny.</w:t>
      </w:r>
    </w:p>
    <w:p w14:paraId="3B9412EE"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3" w:name="_Toc159419881"/>
      <w:r>
        <w:t>ZRUŠENÍ ZADÁVACÍHO ŘÍZENÍ</w:t>
      </w:r>
      <w:bookmarkEnd w:id="23"/>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3ADAAB7B" w14:textId="22C60A32" w:rsidR="00D60F62" w:rsidRPr="00EE6409" w:rsidRDefault="00D60F62" w:rsidP="00EE6409">
      <w:pPr>
        <w:pStyle w:val="Text1-1"/>
      </w:pPr>
      <w:r w:rsidRPr="00EE6409">
        <w:t>Zadavatel si mimo jiné vyhrazuje právo zrušit zadávací řízení v případě, že k hodnocení připadnou pouze nabídky s nabídkovou cenou převyšující nejvyšší přípustnou nabídkovou cenu uvedenou v čl. 5.3 těchto Pokynů.</w:t>
      </w:r>
    </w:p>
    <w:p w14:paraId="28E1FF09" w14:textId="77777777" w:rsidR="0035531B" w:rsidRDefault="0035531B" w:rsidP="007038DC">
      <w:pPr>
        <w:pStyle w:val="Nadpis1-1"/>
      </w:pPr>
      <w:bookmarkStart w:id="24" w:name="_Toc159419882"/>
      <w:r>
        <w:t>UZAVŘENÍ SMLOUVY</w:t>
      </w:r>
      <w:bookmarkEnd w:id="24"/>
    </w:p>
    <w:p w14:paraId="0101BE10" w14:textId="77777777"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3AE50B5C" w14:textId="0B885F8C" w:rsidR="001A4B1E" w:rsidRPr="00811F25" w:rsidRDefault="001A4B1E" w:rsidP="001A4B1E">
      <w:pPr>
        <w:pStyle w:val="Text1-1"/>
      </w:pPr>
      <w:r>
        <w:lastRenderedPageBreak/>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2"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 </w:t>
      </w:r>
      <w:r w:rsidR="00555747">
        <w:t>19.9</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610148">
        <w:t xml:space="preserve">Bez ohledu na výše uvedené si však zadavatel vyhrazuje možnost v případě potřeby postupovat v souladu s § 123 odst. 2 ZZVZ. </w:t>
      </w:r>
      <w:r w:rsidR="00610148" w:rsidRPr="007B3D4D">
        <w:t xml:space="preserve">Pokud vybraný dodavatel odmítne uzavřít smlouvu nebo zadavateli neposkytne </w:t>
      </w:r>
      <w:r w:rsidR="00610148">
        <w:t xml:space="preserve">řádnou </w:t>
      </w:r>
      <w:r w:rsidR="00610148" w:rsidRPr="007B3D4D">
        <w:t xml:space="preserve">součinnost k jejímu uzavření </w:t>
      </w:r>
      <w:r>
        <w:t>(</w:t>
      </w:r>
      <w:r w:rsidR="00610148">
        <w:t xml:space="preserve">např. nepředloží některý </w:t>
      </w:r>
      <w:r>
        <w:t>z požadovaných dokumentů vůbec nebo v náležité podobě)</w:t>
      </w:r>
      <w:r w:rsidR="00610148">
        <w:t>,</w:t>
      </w:r>
      <w:r>
        <w:t xml:space="preserve"> zadavatel vyloučí vybraného dodavatele z účasti v zadávacím řízení a zadavatel může v souladu s § 125 odst. 1 ZZVZ uzavřít Smlouvu s účastníkem zadávacího řízení, který se umístil jako další v pořadí</w:t>
      </w:r>
      <w:r w:rsidRPr="00811F25">
        <w:t xml:space="preserve">. </w:t>
      </w:r>
      <w:r w:rsidR="00811F25" w:rsidRPr="00811F25">
        <w:rPr>
          <w:rStyle w:val="Tun9b"/>
          <w:b w:val="0"/>
        </w:rPr>
        <w:t>Zadavatel je oprávněn v písemné výzvě určit další doklady, které je vybraný dodavatel povinen předložit v souladu s § 122 odst. 4 ZZVZ.</w:t>
      </w:r>
      <w:r w:rsidR="00811F25" w:rsidRPr="00811F25">
        <w:rPr>
          <w:rStyle w:val="Tun9b"/>
        </w:rPr>
        <w:t xml:space="preserve"> </w:t>
      </w:r>
      <w:r w:rsidRPr="00811F25">
        <w:t xml:space="preserve">Zadavatel upozorňuje, že je vázán § 211 ZZVZ stanovujícím povinnost písemné elektronické komunikace mezi zadavatelem a dodavatelem, která se vztahuje na veškeré předkládané doklady, včetně dokladů předkládaných vybraným dodavatelem na základě výzvy dle § 122 ZZVZ. </w:t>
      </w:r>
      <w:r w:rsidR="001C6C39" w:rsidRPr="00811F25">
        <w:rPr>
          <w:rStyle w:val="Tun9b"/>
          <w:b w:val="0"/>
        </w:rPr>
        <w:t>Pokud je požadován</w:t>
      </w:r>
      <w:r w:rsidR="001C6C39" w:rsidRPr="00811F25">
        <w:rPr>
          <w:rStyle w:val="Tun9b"/>
        </w:rPr>
        <w:t xml:space="preserve"> </w:t>
      </w:r>
      <w:r w:rsidR="001C6C39" w:rsidRPr="00811F25">
        <w:t>o</w:t>
      </w:r>
      <w:r w:rsidRPr="00811F25">
        <w:t>riginál nebo úředně ověřená kopie dokladu</w:t>
      </w:r>
      <w:r w:rsidR="001C6C39" w:rsidRPr="00811F25">
        <w:t>,</w:t>
      </w:r>
      <w:r w:rsidRPr="00811F25">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FF18DF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205659F" w14:textId="005DD399" w:rsidR="001C6C39" w:rsidRDefault="001C6C39" w:rsidP="009F15E5">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53831E52" w14:textId="66A67C35" w:rsidR="001A4B1E" w:rsidRDefault="001A4B1E" w:rsidP="009F15E5">
      <w:pPr>
        <w:pStyle w:val="Odrka1-1"/>
      </w:pPr>
      <w:r>
        <w:t xml:space="preserve">originálu </w:t>
      </w:r>
      <w:r w:rsidR="001C6C39" w:rsidRPr="005D6606">
        <w:t>nebo úředně ověřené kopi</w:t>
      </w:r>
      <w:r w:rsidR="001C6C39">
        <w:t>e</w:t>
      </w:r>
      <w:r w:rsidR="001C6C39" w:rsidRPr="005D6606">
        <w:t xml:space="preserve"> </w:t>
      </w:r>
      <w:r>
        <w:t xml:space="preserve">bankovní </w:t>
      </w:r>
      <w:r w:rsidR="00800D6C">
        <w:t xml:space="preserve">nebo pojistné </w:t>
      </w:r>
      <w:r>
        <w:t xml:space="preserve">záruky za provedení díla ve výši stanovené </w:t>
      </w:r>
      <w:r w:rsidR="00800164">
        <w:t>v Příloze k nabídce a splňující požadavky stanovené v pod-článku 4.2 Zvláštních podmínek</w:t>
      </w:r>
      <w:r>
        <w:t xml:space="preserve">; bankovní </w:t>
      </w:r>
      <w:r w:rsidR="00800D6C">
        <w:t xml:space="preserve">nebo pojistnou </w:t>
      </w:r>
      <w:r>
        <w:t>záruku vybraný dodavatel předloží až po uplynutí lhůty ve smyslu § 246 ZZVZ, ve které zadavatel nesmí uzavřít smlouvu;</w:t>
      </w:r>
    </w:p>
    <w:p w14:paraId="682F214E" w14:textId="6620E4B1"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731D8E4A" w14:textId="77777777" w:rsidR="001A4B1E" w:rsidRDefault="001A4B1E" w:rsidP="009F15E5">
      <w:pPr>
        <w:pStyle w:val="Odrka1-1"/>
      </w:pPr>
      <w:r>
        <w:t xml:space="preserve">vybraným dodavatelem vyplněné Přílohy č. </w:t>
      </w:r>
      <w:r w:rsidR="00800164">
        <w:t>3</w:t>
      </w:r>
      <w:r>
        <w:t xml:space="preserve"> Smlouvy o dílo s názvem Seznam poddodavatelů, a to ve formátu umožňujícím editaci;</w:t>
      </w:r>
    </w:p>
    <w:p w14:paraId="2C8433E5" w14:textId="0E80CE4E" w:rsidR="001A4B1E" w:rsidRPr="0099435E" w:rsidRDefault="001A4B1E" w:rsidP="009F15E5">
      <w:pPr>
        <w:pStyle w:val="Odrka1-1"/>
      </w:pPr>
      <w:r>
        <w:t xml:space="preserve">kopií </w:t>
      </w:r>
      <w:r w:rsidR="001C6C39">
        <w:t xml:space="preserve">smluv s poddodavateli nebo poddodavateli </w:t>
      </w:r>
      <w:r w:rsidR="001C6C39" w:rsidRPr="008578B0">
        <w:t>podepsan</w:t>
      </w:r>
      <w:r w:rsidR="001C6C39">
        <w:t>ých</w:t>
      </w:r>
      <w:r w:rsidR="001C6C39" w:rsidRPr="008578B0">
        <w:t xml:space="preserve"> potvrzení o jej</w:t>
      </w:r>
      <w:r w:rsidR="001C6C39">
        <w:t>ich</w:t>
      </w:r>
      <w:r w:rsidR="001C6C39" w:rsidRPr="008578B0">
        <w:t xml:space="preserve"> existenci</w:t>
      </w:r>
      <w:r w:rsidR="001C6C39">
        <w:t xml:space="preserve"> nebo </w:t>
      </w:r>
      <w:r>
        <w:t xml:space="preserve">písemných závazků poddodavatelů uvedených v Příloze č. </w:t>
      </w:r>
      <w:r w:rsidR="00800164">
        <w:t>3</w:t>
      </w:r>
      <w:r>
        <w:t xml:space="preserve">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w:t>
      </w:r>
      <w:r w:rsidR="00800164">
        <w:t>3</w:t>
      </w:r>
      <w:r>
        <w:t xml:space="preserve"> Smlouvy o dílo souhlasí se svým budoucím </w:t>
      </w:r>
      <w:r>
        <w:lastRenderedPageBreak/>
        <w:t xml:space="preserve">zapojením do plnění předmětu veřejné zakázky a jsou připraveni své konkrétně specifikované </w:t>
      </w:r>
      <w:r w:rsidRPr="0099435E">
        <w:t>plnění poskytnout;</w:t>
      </w:r>
    </w:p>
    <w:p w14:paraId="14E91B62" w14:textId="17528FDE" w:rsidR="001A4B1E" w:rsidRPr="0099435E" w:rsidRDefault="001A4B1E" w:rsidP="009F15E5">
      <w:pPr>
        <w:pStyle w:val="Odrka1-1"/>
      </w:pPr>
      <w:r w:rsidRPr="0099435E">
        <w:t xml:space="preserve">kopie smlouvy uzavřené s výrobcem nebo dodavatelem </w:t>
      </w:r>
      <w:r w:rsidR="009246F5" w:rsidRPr="0099435E">
        <w:t xml:space="preserve">sdělovacího zařízení, </w:t>
      </w:r>
      <w:r w:rsidR="004B05DC" w:rsidRPr="0099435E">
        <w:t xml:space="preserve">či jednostranného vyjádření závazku výrobce nebo dodavatele tohoto zařízení </w:t>
      </w:r>
      <w:r w:rsidRPr="0099435E">
        <w:t>ve smyslu čl. 9.1 těchto Pokynů, nebude-li dodavatel současně i výrobcem nebo dodavatelem tohoto zařízení, kter</w:t>
      </w:r>
      <w:r w:rsidR="004B05DC" w:rsidRPr="0099435E">
        <w:t>ými dodavatel</w:t>
      </w:r>
      <w:r w:rsidRPr="0099435E">
        <w:t xml:space="preserve"> prokáže, že bude mít toto </w:t>
      </w:r>
      <w:r w:rsidR="00A8087A" w:rsidRPr="0099435E">
        <w:t>zařízení</w:t>
      </w:r>
      <w:r w:rsidRPr="0099435E">
        <w:t xml:space="preserve"> k jeho použití pro plnění předmětné veřejné zakázky k dispozici a že bude mít zajištěnu i jeho odbornou montáž, případně bude smlouva </w:t>
      </w:r>
      <w:r w:rsidR="004B05DC" w:rsidRPr="0099435E">
        <w:t xml:space="preserve">či závazek </w:t>
      </w:r>
      <w:r w:rsidRPr="0099435E">
        <w:t xml:space="preserve">obsahovat souhlas výrobce nebo dodavatele </w:t>
      </w:r>
      <w:r w:rsidR="00A8087A" w:rsidRPr="0099435E">
        <w:t>zařízení</w:t>
      </w:r>
      <w:r w:rsidRPr="0099435E">
        <w:t xml:space="preserve"> s tím, že je dodavatel schopen toto zařízení odborně sestavit a namontovat;</w:t>
      </w:r>
    </w:p>
    <w:p w14:paraId="313EF1AF" w14:textId="0C65C005" w:rsidR="001A4B1E" w:rsidRDefault="001A4B1E" w:rsidP="009F15E5">
      <w:pPr>
        <w:pStyle w:val="Odrka1-1"/>
      </w:pPr>
      <w:r>
        <w:t>kopie</w:t>
      </w:r>
      <w:r w:rsidR="004B05DC" w:rsidRPr="004B05DC">
        <w:t xml:space="preserve"> </w:t>
      </w:r>
      <w:r w:rsidR="004B05DC">
        <w:t xml:space="preserve">dokladu </w:t>
      </w:r>
      <w:r w:rsidR="004B05DC" w:rsidRPr="00B118B5">
        <w:t>o úspěšném složení zkoušky z odborné způsobilosti k výkonu činností v</w:t>
      </w:r>
      <w:r w:rsidR="004B05DC">
        <w:t> </w:t>
      </w:r>
      <w:r w:rsidR="004B05DC" w:rsidRPr="00B118B5">
        <w:t>elektrotechnice</w:t>
      </w:r>
      <w:r w:rsidR="004B05DC">
        <w:t xml:space="preserve"> pro osobu znalou pro řízení činnosti dle § 19 odst. 2 zák. 250/2021 Sb., </w:t>
      </w:r>
      <w:r w:rsidR="004B05DC" w:rsidRPr="008979C9">
        <w:t>o bezpečnosti práce v souvislosti s provozem vyhrazených technických zařízení a o změně souvisejících zákonů</w:t>
      </w:r>
      <w:r w:rsidR="004B05DC">
        <w:t xml:space="preserve">, </w:t>
      </w:r>
      <w:r w:rsidR="00803E68">
        <w:t xml:space="preserve">resp. pro vedoucího elektrotechnika dle § 7 nařízení vlády </w:t>
      </w:r>
      <w:r w:rsidR="00803E68" w:rsidRPr="00705E91">
        <w:t>č. 194/2022 Sb., o požadavcích na odbornou způsobilost k výkonu činnosti na elektrických zařízeních a na odbornou způsobilost v elektrotechnice</w:t>
      </w:r>
      <w:r w:rsidR="00803E68">
        <w:t xml:space="preserve">, </w:t>
      </w:r>
      <w:r w:rsidR="004B05DC">
        <w:t>nebo</w:t>
      </w:r>
      <w:r>
        <w:t xml:space="preserve"> dokladu o elektrotechnické kvalifikaci při činnostech na </w:t>
      </w:r>
      <w:r w:rsidR="00803E68">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56CA95B3" w14:textId="09A4B5F8" w:rsidR="001A4B1E" w:rsidRDefault="001A4B1E" w:rsidP="009F15E5">
      <w:pPr>
        <w:pStyle w:val="Odrka1-1"/>
      </w:pPr>
      <w:r>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906099">
        <w:t>;</w:t>
      </w:r>
    </w:p>
    <w:p w14:paraId="2D3260AD" w14:textId="5E95DF59" w:rsidR="001A4B1E" w:rsidRDefault="001A4B1E" w:rsidP="009F15E5">
      <w:pPr>
        <w:pStyle w:val="Text1-1"/>
        <w:numPr>
          <w:ilvl w:val="0"/>
          <w:numId w:val="0"/>
        </w:numPr>
        <w:ind w:left="737"/>
      </w:pPr>
      <w:r>
        <w:t xml:space="preserve">Zadavatel upřesňuje, že pokud bude </w:t>
      </w:r>
      <w:r w:rsidR="001C6C39">
        <w:t>některý doklad</w:t>
      </w:r>
      <w:r>
        <w:t xml:space="preserve"> doložen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lastRenderedPageBreak/>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2F26760A"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24843" w:rsidRPr="00824843">
        <w:t xml:space="preserve"> </w:t>
      </w:r>
      <w:r w:rsidR="00824843">
        <w:t xml:space="preserve">mezinárodní </w:t>
      </w:r>
      <w:r w:rsidR="00824843" w:rsidRPr="000C72CF">
        <w:t>sankce, zákaz zadání veřejné zakázky</w:t>
      </w:r>
      <w:r>
        <w:t>).</w:t>
      </w:r>
    </w:p>
    <w:p w14:paraId="718B3299" w14:textId="5565EC9F" w:rsidR="00555747" w:rsidRDefault="00555747" w:rsidP="001A4B1E">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99435E">
        <w:t>čl. 8.11 těchto</w:t>
      </w:r>
      <w:r>
        <w:t xml:space="preserve"> Pokynů ve vztahu k této jiné osobě.</w:t>
      </w:r>
    </w:p>
    <w:p w14:paraId="73A0951A" w14:textId="77777777" w:rsidR="0035531B" w:rsidRDefault="0035531B" w:rsidP="00B77C6D">
      <w:pPr>
        <w:pStyle w:val="Nadpis1-1"/>
      </w:pPr>
      <w:bookmarkStart w:id="25" w:name="_Toc159419883"/>
      <w:r>
        <w:t>OCHRANA INFORMACÍ</w:t>
      </w:r>
      <w:bookmarkEnd w:id="25"/>
    </w:p>
    <w:p w14:paraId="7284F21D" w14:textId="728E6185" w:rsidR="009F15E5" w:rsidRDefault="009F15E5" w:rsidP="009F15E5">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w:t>
      </w:r>
      <w:r w:rsidR="00DE4CEF">
        <w:t>,</w:t>
      </w:r>
      <w:r w:rsidR="00CF34D7">
        <w:t xml:space="preserve"> a souhrnný seznam těchto údajů a sdělení také uvést v Dopisu nabídky</w:t>
      </w:r>
      <w:r>
        <w:t>.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w:t>
      </w:r>
      <w:r>
        <w:lastRenderedPageBreak/>
        <w:t>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6" w:name="_Toc159419884"/>
      <w:r>
        <w:t>ZADÁVACÍ LHŮTA</w:t>
      </w:r>
      <w:r w:rsidR="00845C50">
        <w:t xml:space="preserve"> </w:t>
      </w:r>
      <w:r w:rsidR="00092CC9">
        <w:t>A</w:t>
      </w:r>
      <w:r w:rsidR="00845C50">
        <w:t> </w:t>
      </w:r>
      <w:r>
        <w:t>JISTOTA ZA NABÍDKU</w:t>
      </w:r>
      <w:bookmarkEnd w:id="26"/>
    </w:p>
    <w:p w14:paraId="35CA9D15" w14:textId="386BB136" w:rsidR="0035531B" w:rsidRDefault="001C6C39"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8F8F9C8" w14:textId="530379CE"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zadávacím řízení poskytli jistotu ve výš</w:t>
      </w:r>
      <w:r w:rsidR="009B7E5B">
        <w:t xml:space="preserve"> </w:t>
      </w:r>
      <w:r w:rsidR="009B7E5B" w:rsidRPr="009B7E5B">
        <w:rPr>
          <w:b/>
        </w:rPr>
        <w:t>600 000</w:t>
      </w:r>
      <w:r w:rsidRPr="00FD0C16">
        <w:rPr>
          <w:b/>
        </w:rPr>
        <w:t xml:space="preserve"> Kč</w:t>
      </w:r>
      <w:r>
        <w:t xml:space="preserve"> (slovy: </w:t>
      </w:r>
      <w:r w:rsidR="009B7E5B">
        <w:t>šest</w:t>
      </w:r>
      <w:r w:rsidR="00D61FB6">
        <w:t xml:space="preserve"> </w:t>
      </w:r>
      <w:r w:rsidR="009B7E5B">
        <w:t>set</w:t>
      </w:r>
      <w:r w:rsidR="00D61FB6">
        <w:t xml:space="preserve"> </w:t>
      </w:r>
      <w:r w:rsidR="009B7E5B">
        <w:t>tisíc</w:t>
      </w:r>
      <w:r>
        <w:t xml:space="preserve"> korun českých).</w:t>
      </w:r>
    </w:p>
    <w:p w14:paraId="42934E9D" w14:textId="77777777" w:rsidR="0035531B" w:rsidRDefault="0035531B" w:rsidP="0035531B">
      <w:pPr>
        <w:pStyle w:val="Text1-1"/>
      </w:pPr>
      <w:r>
        <w:t>Jistota bude poskytnuta</w:t>
      </w:r>
      <w:r w:rsidR="00092CC9">
        <w:t xml:space="preserve"> v </w:t>
      </w:r>
      <w:r>
        <w:t xml:space="preserve">elektronické podobě formou: </w:t>
      </w:r>
    </w:p>
    <w:p w14:paraId="283BB886" w14:textId="77777777" w:rsidR="0035531B" w:rsidRDefault="0035531B" w:rsidP="00564DDD">
      <w:pPr>
        <w:pStyle w:val="Odrka1-1"/>
      </w:pPr>
      <w:r>
        <w:t xml:space="preserve">složení peněžní částky na účet zadavatele („peněžní jistota“), nebo </w:t>
      </w:r>
    </w:p>
    <w:p w14:paraId="1622BE34" w14:textId="77777777" w:rsidR="0035531B" w:rsidRDefault="0035531B" w:rsidP="00564DDD">
      <w:pPr>
        <w:pStyle w:val="Odrka1-1"/>
      </w:pPr>
      <w:r>
        <w:t xml:space="preserve">bankovní záruky ve prospěch zadavatele, nebo </w:t>
      </w:r>
    </w:p>
    <w:p w14:paraId="4DE79C58" w14:textId="77777777" w:rsidR="0035531B" w:rsidRDefault="0035531B" w:rsidP="00564DDD">
      <w:pPr>
        <w:pStyle w:val="Odrka1-1"/>
      </w:pPr>
      <w:r>
        <w:t>pojištění záruky ve prospěch zadavatele.</w:t>
      </w:r>
    </w:p>
    <w:p w14:paraId="4965B270" w14:textId="482130E5"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11784A" w:rsidRPr="00A76F7A">
        <w:rPr>
          <w:b/>
        </w:rPr>
        <w:t>30007-22307011/0710</w:t>
      </w:r>
      <w:r>
        <w:t xml:space="preserve">, </w:t>
      </w:r>
      <w:r w:rsidR="0011784A">
        <w:t xml:space="preserve">Česká národní banka, se sídlem Na Příkopě 28, 115 03 Praha 1, variabilní symbol </w:t>
      </w:r>
      <w:r w:rsidR="0011784A" w:rsidRPr="00044BE4">
        <w:rPr>
          <w:b/>
          <w:bCs/>
        </w:rPr>
        <w:t>5003520228</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D7B3DB0" w14:textId="068E93E9" w:rsidR="0035531B" w:rsidRDefault="001C6C39"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34666785"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79E2A17" w14:textId="2FDECBE1" w:rsidR="001B40E6" w:rsidRDefault="001B40E6" w:rsidP="00966191">
      <w:pPr>
        <w:pStyle w:val="Nadpis1-1"/>
        <w:jc w:val="both"/>
      </w:pPr>
      <w:bookmarkStart w:id="27" w:name="_Toc159419885"/>
      <w:r>
        <w:t>SOCIÁLNĚ A ENVIRO</w:t>
      </w:r>
      <w:r w:rsidR="00872683">
        <w:t>N</w:t>
      </w:r>
      <w:r>
        <w:t>MENTÁLNĚ ODPOVĚDNÉ ZADÁVÁNÍ, INOVACE</w:t>
      </w:r>
      <w:bookmarkEnd w:id="27"/>
    </w:p>
    <w:p w14:paraId="69C186D9" w14:textId="424B9899"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824843">
        <w:t>2001</w:t>
      </w:r>
      <w:r>
        <w:t xml:space="preserve">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4F3DDFBA" w:rsidR="001B40E6" w:rsidRDefault="001B40E6" w:rsidP="001B40E6">
      <w:pPr>
        <w:pStyle w:val="Odrka1-1"/>
      </w:pPr>
      <w:r>
        <w:t xml:space="preserve">porady a jednání vedená </w:t>
      </w:r>
      <w:r w:rsidRPr="000C3276">
        <w:t>primárně distančním způsobem</w:t>
      </w:r>
      <w:r w:rsidR="002F5204">
        <w:t>.</w:t>
      </w:r>
    </w:p>
    <w:p w14:paraId="5D4AFBFD" w14:textId="1C0BAC4C"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C30688">
        <w:t>16</w:t>
      </w:r>
      <w:r w:rsidRPr="009657CD">
        <w:t xml:space="preserve"> závazného</w:t>
      </w:r>
      <w:r>
        <w:t xml:space="preserve"> vzoru Smlouvy o dílo, jež tvoří díl 2, část 1 zadávací dokumentace.</w:t>
      </w:r>
    </w:p>
    <w:p w14:paraId="5B20B741" w14:textId="613BA32B" w:rsidR="00A8087A" w:rsidRDefault="00A8087A" w:rsidP="00966191">
      <w:pPr>
        <w:pStyle w:val="Nadpis1-1"/>
        <w:jc w:val="both"/>
      </w:pPr>
      <w:bookmarkStart w:id="28" w:name="_Toc102380477"/>
      <w:bookmarkStart w:id="29" w:name="_Toc103683200"/>
      <w:bookmarkStart w:id="30" w:name="_Toc103932243"/>
      <w:bookmarkStart w:id="31" w:name="_Toc106967229"/>
      <w:bookmarkStart w:id="32" w:name="_Toc159419886"/>
      <w:r>
        <w:lastRenderedPageBreak/>
        <w:t>Další zadávací podmínky v návaznosti na</w:t>
      </w:r>
      <w:bookmarkEnd w:id="28"/>
      <w:bookmarkEnd w:id="29"/>
      <w:bookmarkEnd w:id="30"/>
      <w:bookmarkEnd w:id="31"/>
      <w:r w:rsidR="00824843" w:rsidRPr="00824843">
        <w:t xml:space="preserve"> </w:t>
      </w:r>
      <w:r w:rsidR="00824843">
        <w:t>MEZINÁRODNÍ sankce, zákaz zadání veřejné zakázky</w:t>
      </w:r>
      <w:bookmarkEnd w:id="32"/>
    </w:p>
    <w:p w14:paraId="13A00F46" w14:textId="7B0E83E2" w:rsidR="001C6C39" w:rsidRDefault="001C6C39" w:rsidP="00A8087A">
      <w:pPr>
        <w:pStyle w:val="Text1-1"/>
      </w:pPr>
      <w:r>
        <w:t xml:space="preserve">Zadavatel v tomto </w:t>
      </w:r>
      <w:r w:rsidR="00824843">
        <w:t xml:space="preserve">zadávacím </w:t>
      </w:r>
      <w:r>
        <w:t xml:space="preserve">řízení postupuje v souladu s § 48a ZZVZ. </w:t>
      </w:r>
      <w:r w:rsidRPr="001A0918">
        <w:t>Zadavatel nezadá veřejnou zakázku účastníku zadávacího řízení, pokud je to v rozporu s mezinárodními sankcemi podle zákona upravujícího provádění mezinárodních sankcí.</w:t>
      </w:r>
    </w:p>
    <w:p w14:paraId="5BB406B8" w14:textId="4F4682AB"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824843">
        <w:t xml:space="preserve">článku </w:t>
      </w:r>
      <w:r>
        <w:t xml:space="preserve">7 </w:t>
      </w:r>
      <w:r w:rsidR="00824843" w:rsidRPr="004A650A">
        <w:t>písm. a) až d)</w:t>
      </w:r>
      <w:r w:rsidR="00824843">
        <w:t>, článku</w:t>
      </w:r>
      <w:r>
        <w:t xml:space="preserve"> 8, čl. 10 písm. b) až f) a písm. h) až j) směrnice 2014/24/EU, článku 18, čl. 21 písm. b) až e) a písm. g</w:t>
      </w:r>
      <w:r w:rsidR="00824843">
        <w:t>)</w:t>
      </w:r>
      <w:r>
        <w:t xml:space="preserve"> až i), článků 29 a 30 směrnice 2014/25/EU a čl. 13 písm. a) až d), f) až h) a j) směrnice 2009/81/EC</w:t>
      </w:r>
      <w:r w:rsidR="00824843">
        <w:t xml:space="preserve"> </w:t>
      </w:r>
      <w:r w:rsidR="00824843" w:rsidRPr="004A650A">
        <w:t>a hlavy VII na</w:t>
      </w:r>
      <w:r w:rsidR="00824843" w:rsidRPr="004A650A">
        <w:rPr>
          <w:rFonts w:hint="eastAsia"/>
        </w:rPr>
        <w:t>ří</w:t>
      </w:r>
      <w:r w:rsidR="00824843" w:rsidRPr="004A650A">
        <w:t>zení Evropského parlamentu a Rady (EU, Euratom) 2018/1046 následujícím osobám, subjekt</w:t>
      </w:r>
      <w:r w:rsidR="00824843" w:rsidRPr="004A650A">
        <w:rPr>
          <w:rFonts w:hint="eastAsia"/>
        </w:rPr>
        <w:t>ů</w:t>
      </w:r>
      <w:r w:rsidR="00824843" w:rsidRPr="004A650A">
        <w:t>m nebo orgán</w:t>
      </w:r>
      <w:r w:rsidR="00824843" w:rsidRPr="004A650A">
        <w:rPr>
          <w:rFonts w:hint="eastAsia"/>
        </w:rPr>
        <w:t>ů</w:t>
      </w:r>
      <w:r w:rsidR="00824843" w:rsidRPr="004A650A">
        <w:t>m, nebo pokra</w:t>
      </w:r>
      <w:r w:rsidR="00824843" w:rsidRPr="004A650A">
        <w:rPr>
          <w:rFonts w:hint="eastAsia"/>
        </w:rPr>
        <w:t>č</w:t>
      </w:r>
      <w:r w:rsidR="00824843" w:rsidRPr="004A650A">
        <w:t>ovat v jejich pln</w:t>
      </w:r>
      <w:r w:rsidR="00824843" w:rsidRPr="004A650A">
        <w:rPr>
          <w:rFonts w:hint="eastAsia"/>
        </w:rPr>
        <w:t>ě</w:t>
      </w:r>
      <w:r w:rsidR="00824843" w:rsidRPr="004A650A">
        <w:t>ní s následujícími osobami, subjekty a orgány</w:t>
      </w:r>
      <w:r>
        <w:t>:</w:t>
      </w:r>
    </w:p>
    <w:p w14:paraId="2472AB9E" w14:textId="5F0FCA4A" w:rsidR="00A8087A" w:rsidRDefault="00824843" w:rsidP="00A8087A">
      <w:pPr>
        <w:pStyle w:val="Text1-1"/>
        <w:numPr>
          <w:ilvl w:val="0"/>
          <w:numId w:val="29"/>
        </w:numPr>
      </w:pPr>
      <w:r>
        <w:t>jakýkoli ruský státní příslušník, fyzická osoba s bydlištěm v Rusku nebo právnická osoba, subjekt či orgán usazené v Rusku</w:t>
      </w:r>
      <w:r w:rsidR="00A8087A">
        <w:t>,</w:t>
      </w:r>
    </w:p>
    <w:p w14:paraId="5E2EA004" w14:textId="4E8BC85E" w:rsidR="00A8087A" w:rsidRDefault="00A8087A" w:rsidP="00A8087A">
      <w:pPr>
        <w:pStyle w:val="Text1-1"/>
        <w:numPr>
          <w:ilvl w:val="0"/>
          <w:numId w:val="29"/>
        </w:numPr>
        <w:spacing w:before="120"/>
      </w:pPr>
      <w:r>
        <w:t>právnick</w:t>
      </w:r>
      <w:r w:rsidR="00824843">
        <w:t>á</w:t>
      </w:r>
      <w:r>
        <w:t xml:space="preserve"> osob</w:t>
      </w:r>
      <w:r w:rsidR="00824843">
        <w:t>a</w:t>
      </w:r>
      <w:r>
        <w:t>, subjekt nebo orgán, které jsou z více než 50 % přímo či nepřímo vlastněny některým ze subjektů uvedených v písmeni a) tohoto odstavce, nebo</w:t>
      </w:r>
    </w:p>
    <w:p w14:paraId="3DBDAE91" w14:textId="59BD54DC" w:rsidR="00A8087A" w:rsidRDefault="00A8087A" w:rsidP="00A8087A">
      <w:pPr>
        <w:pStyle w:val="Text1-1"/>
        <w:numPr>
          <w:ilvl w:val="0"/>
          <w:numId w:val="29"/>
        </w:numPr>
      </w:pPr>
      <w:r>
        <w:t>fyzick</w:t>
      </w:r>
      <w:r w:rsidR="00824843">
        <w:t>á</w:t>
      </w:r>
      <w:r>
        <w:t xml:space="preserve"> nebo právnick</w:t>
      </w:r>
      <w:r w:rsidR="00824843">
        <w:t>á</w:t>
      </w:r>
      <w:r>
        <w:t xml:space="preserve"> osob</w:t>
      </w:r>
      <w:r w:rsidR="00824843">
        <w:t>a</w:t>
      </w:r>
      <w:r>
        <w:t>, subjekt nebo orgán, které jednají jménem nebo na pokyn některého ze subjektů uvedených v písmeni a) nebo b) tohoto odstavce,</w:t>
      </w:r>
    </w:p>
    <w:p w14:paraId="30DEC6D8" w14:textId="34541F6A"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D7F21F6" w14:textId="1A45E6B3"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2A15D3">
        <w:t xml:space="preserve">předchozího </w:t>
      </w:r>
      <w:r>
        <w:t>odst</w:t>
      </w:r>
      <w:r w:rsidR="002A15D3">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0C3777E6" w:rsidR="00A8087A" w:rsidRPr="00666E83" w:rsidRDefault="00A8087A" w:rsidP="00A8087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067AA">
        <w:t>n</w:t>
      </w:r>
      <w:r w:rsidRPr="00666E83">
        <w:t>ařízení č. 269/2014</w:t>
      </w:r>
      <w:r w:rsidRPr="00666E83">
        <w:rPr>
          <w:rStyle w:val="Znakapoznpodarou"/>
        </w:rPr>
        <w:footnoteReference w:id="4"/>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067AA">
        <w:t xml:space="preserve">; </w:t>
      </w:r>
      <w:r w:rsidR="00D067AA">
        <w:rPr>
          <w:rStyle w:val="normaltextrun"/>
          <w:rFonts w:ascii="Verdana" w:hAnsi="Verdana"/>
          <w:shd w:val="clear" w:color="auto" w:fill="FFFFFF"/>
        </w:rPr>
        <w:t xml:space="preserve">dle čl. 2 </w:t>
      </w:r>
      <w:r w:rsidR="00D067AA" w:rsidRPr="00D4247C">
        <w:rPr>
          <w:rStyle w:val="normaltextrun"/>
          <w:rFonts w:ascii="Verdana" w:hAnsi="Verdana"/>
          <w:bCs/>
          <w:shd w:val="clear" w:color="auto" w:fill="FFFFFF"/>
        </w:rPr>
        <w:t>nařízení Rady (ES) č. 765/2006</w:t>
      </w:r>
      <w:r w:rsidR="00D067AA">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067AA">
        <w:rPr>
          <w:rStyle w:val="normaltextrun"/>
          <w:rFonts w:ascii="Verdana" w:hAnsi="Verdana"/>
          <w:bdr w:val="none" w:sz="0" w:space="0" w:color="auto" w:frame="1"/>
        </w:rPr>
        <w:t xml:space="preserve">dle čl. 2 </w:t>
      </w:r>
      <w:r w:rsidR="00D067AA" w:rsidRPr="00D4247C">
        <w:rPr>
          <w:rStyle w:val="normaltextrun"/>
          <w:rFonts w:ascii="Verdana" w:hAnsi="Verdana"/>
          <w:bCs/>
          <w:bdr w:val="none" w:sz="0" w:space="0" w:color="auto" w:frame="1"/>
        </w:rPr>
        <w:t>nařízení Rady (EU) č. 208/2014</w:t>
      </w:r>
      <w:r w:rsidR="00D067AA">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067AA">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lastRenderedPageBreak/>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2C37A8BA" w:rsidR="00A8087A" w:rsidRPr="00A8087A" w:rsidRDefault="00A8087A" w:rsidP="00A8087A">
      <w:pPr>
        <w:pStyle w:val="Text1-1"/>
      </w:pPr>
      <w:r w:rsidRPr="00FA4410">
        <w:t xml:space="preserve">V případě postupu </w:t>
      </w:r>
      <w:r w:rsidR="002A15D3">
        <w:t xml:space="preserve">vybraného dodavatele </w:t>
      </w:r>
      <w:r w:rsidRPr="00FA4410">
        <w:t>v rozporu s</w:t>
      </w:r>
      <w:r>
        <w:t xml:space="preserve"> tímto článkem </w:t>
      </w:r>
      <w:r w:rsidRPr="00FA4410">
        <w:t xml:space="preserve">bude </w:t>
      </w:r>
      <w:r w:rsidR="002A15D3">
        <w:t xml:space="preserve">vybraný dodavatel </w:t>
      </w:r>
      <w:r w:rsidRPr="00FA4410">
        <w:t>vyloučen ze zadávacího řízení</w:t>
      </w:r>
      <w:r>
        <w:t>.</w:t>
      </w:r>
    </w:p>
    <w:p w14:paraId="20B2130C" w14:textId="50AEC0A1" w:rsidR="0035531B" w:rsidRDefault="0035531B" w:rsidP="00564DDD">
      <w:pPr>
        <w:pStyle w:val="Nadpis1-1"/>
      </w:pPr>
      <w:bookmarkStart w:id="33" w:name="_Toc159419887"/>
      <w:r>
        <w:t>PŘÍLOHY TĚCHTO POKYNŮ</w:t>
      </w:r>
      <w:bookmarkEnd w:id="33"/>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4D7BC3C7" w:rsidR="00A8087A" w:rsidRDefault="00A8087A" w:rsidP="00564DDD">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EECF852" w14:textId="77777777" w:rsidR="0081404D" w:rsidRDefault="0081404D" w:rsidP="00564DDD">
      <w:pPr>
        <w:pStyle w:val="Textbezslovn"/>
        <w:spacing w:after="0"/>
      </w:pPr>
    </w:p>
    <w:p w14:paraId="2A95D706" w14:textId="77777777" w:rsidR="00F84282" w:rsidRDefault="00F84282" w:rsidP="00564DDD">
      <w:pPr>
        <w:pStyle w:val="Textbezslovn"/>
        <w:spacing w:after="0"/>
      </w:pPr>
    </w:p>
    <w:p w14:paraId="336FBF83" w14:textId="2821CCF6" w:rsidR="0035531B" w:rsidRDefault="0035531B" w:rsidP="00564DDD">
      <w:pPr>
        <w:pStyle w:val="Textbezslovn"/>
        <w:spacing w:after="0"/>
      </w:pPr>
      <w:r>
        <w:t xml:space="preserve">V Praze </w:t>
      </w:r>
    </w:p>
    <w:p w14:paraId="761CA636" w14:textId="1984DEE7" w:rsidR="0081404D" w:rsidRDefault="0081404D" w:rsidP="00564DDD">
      <w:pPr>
        <w:pStyle w:val="Textbezslovn"/>
        <w:spacing w:after="0"/>
      </w:pPr>
    </w:p>
    <w:p w14:paraId="19680436" w14:textId="77777777" w:rsidR="00F84282" w:rsidRDefault="00F84282" w:rsidP="00564DDD">
      <w:pPr>
        <w:pStyle w:val="Textbezslovn"/>
        <w:spacing w:after="0"/>
      </w:pPr>
    </w:p>
    <w:p w14:paraId="11B009C4" w14:textId="72D2E991" w:rsidR="0081404D" w:rsidRDefault="0081404D" w:rsidP="00564DDD">
      <w:pPr>
        <w:pStyle w:val="Textbezslovn"/>
        <w:spacing w:after="0"/>
      </w:pPr>
    </w:p>
    <w:p w14:paraId="7524515E" w14:textId="77777777" w:rsidR="009A22CB" w:rsidRDefault="009A22CB" w:rsidP="00564DDD">
      <w:pPr>
        <w:pStyle w:val="Textbezslovn"/>
        <w:spacing w:after="0"/>
      </w:pPr>
    </w:p>
    <w:p w14:paraId="2057643A" w14:textId="77777777" w:rsidR="00F84282" w:rsidRDefault="00F84282" w:rsidP="00564DDD">
      <w:pPr>
        <w:pStyle w:val="Textbezslovn"/>
        <w:spacing w:after="0"/>
      </w:pPr>
    </w:p>
    <w:p w14:paraId="1CC6E23A" w14:textId="77777777" w:rsidR="0081404D" w:rsidRDefault="0081404D" w:rsidP="00564DDD">
      <w:pPr>
        <w:pStyle w:val="Textbezslovn"/>
        <w:spacing w:after="0"/>
      </w:pPr>
    </w:p>
    <w:p w14:paraId="45C490B6" w14:textId="53056993" w:rsidR="0035531B" w:rsidRDefault="0035531B" w:rsidP="00564DDD">
      <w:pPr>
        <w:pStyle w:val="Textbezslovn"/>
        <w:spacing w:after="0"/>
      </w:pPr>
      <w:r>
        <w:t>…………………………………………….</w:t>
      </w:r>
    </w:p>
    <w:p w14:paraId="20F07B46" w14:textId="1F47035B" w:rsidR="0035531B" w:rsidRPr="009A22CB" w:rsidRDefault="00476E1F" w:rsidP="00564DDD">
      <w:pPr>
        <w:pStyle w:val="Textbezslovn"/>
        <w:spacing w:after="0"/>
        <w:rPr>
          <w:b/>
          <w:bCs/>
        </w:rPr>
      </w:pPr>
      <w:r w:rsidRPr="009A22CB">
        <w:rPr>
          <w:b/>
          <w:bCs/>
        </w:rPr>
        <w:t>Ing. Ondřej Göpfert</w:t>
      </w:r>
    </w:p>
    <w:p w14:paraId="3E2D7968" w14:textId="61A0AB13" w:rsidR="003F3C7C" w:rsidRDefault="003F3C7C" w:rsidP="00564DDD">
      <w:pPr>
        <w:pStyle w:val="Textbezslovn"/>
        <w:spacing w:after="0"/>
      </w:pPr>
      <w:r>
        <w:t>ředitel odboru investičního</w:t>
      </w:r>
    </w:p>
    <w:p w14:paraId="44B5E826" w14:textId="42E74ACD" w:rsidR="0035531B" w:rsidRDefault="00C80390" w:rsidP="00564DDD">
      <w:pPr>
        <w:pStyle w:val="Textbezslovn"/>
        <w:spacing w:after="0"/>
      </w:pPr>
      <w:r>
        <w:t>na základě pověření č. 14-NM ze dne 13. 11. 2023</w:t>
      </w:r>
    </w:p>
    <w:p w14:paraId="7002FDB1" w14:textId="76FBDCD0" w:rsidR="00564DDD" w:rsidRDefault="00C80390" w:rsidP="00A8087A">
      <w:pPr>
        <w:pStyle w:val="Textbezslovn"/>
        <w:spacing w:after="0"/>
      </w:pPr>
      <w:r>
        <w:t>Správa železnic, státní organizace</w:t>
      </w:r>
    </w:p>
    <w:p w14:paraId="552FE499" w14:textId="629B3DB9" w:rsidR="0081404D" w:rsidRDefault="0081404D">
      <w:pPr>
        <w:rPr>
          <w:rFonts w:asciiTheme="majorHAnsi" w:hAnsiTheme="majorHAnsi"/>
          <w:b/>
          <w:caps/>
          <w:sz w:val="22"/>
        </w:rPr>
      </w:pPr>
    </w:p>
    <w:p w14:paraId="00F2AE5E" w14:textId="77777777" w:rsidR="001C6C39" w:rsidRDefault="001C6C39">
      <w:pPr>
        <w:rPr>
          <w:rFonts w:asciiTheme="majorHAnsi" w:hAnsiTheme="majorHAnsi"/>
          <w:b/>
          <w:caps/>
          <w:sz w:val="22"/>
        </w:rPr>
      </w:pPr>
      <w:r>
        <w:br w:type="page"/>
      </w:r>
    </w:p>
    <w:p w14:paraId="3DCB5E7F" w14:textId="640A79E2" w:rsidR="0035531B" w:rsidRDefault="0035531B" w:rsidP="00FE4333">
      <w:pPr>
        <w:pStyle w:val="Nadpisbezsl1-1"/>
      </w:pPr>
      <w:r w:rsidRPr="00FE4333">
        <w:lastRenderedPageBreak/>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5"/>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08CFCE7" w14:textId="77777777" w:rsidR="001A6FE4" w:rsidRPr="004F03BF" w:rsidRDefault="001A6FE4" w:rsidP="001A6FE4">
      <w:r w:rsidRPr="004F03BF">
        <w:t xml:space="preserve">Dodavatel uvede informaci, zda je kótován na burze cenných papírů </w:t>
      </w:r>
      <w:r w:rsidRPr="004F03BF">
        <w:rPr>
          <w:highlight w:val="yellow"/>
        </w:rPr>
        <w:t>[Ano/Ne DOPLNÍ DODAVATEL]</w:t>
      </w:r>
    </w:p>
    <w:p w14:paraId="03DC7FC7" w14:textId="4DADA5A9"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F5F18">
        <w:t xml:space="preserve">, ani </w:t>
      </w:r>
      <w:r w:rsidR="006F5F18">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B277ED">
        <w:t xml:space="preserve">.  </w:t>
      </w: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5A192A50" w:rsidR="00564DDD" w:rsidRDefault="006F5F18" w:rsidP="00872683">
      <w:pPr>
        <w:pStyle w:val="Textbezslovn"/>
        <w:ind w:left="0"/>
      </w:pPr>
      <w:r>
        <w:t>Dodavatel si je vědom všech právních důsledků, které pro něj mohou vyplývat z nepravdivosti zde uvedených údajů a skutečností.</w:t>
      </w:r>
      <w:r w:rsidR="00564DDD">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6"/>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45CCE316"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89478B">
              <w:rPr>
                <w:b/>
              </w:rPr>
              <w:t xml:space="preserve"> projektanta</w:t>
            </w:r>
            <w:r>
              <w:rPr>
                <w:b/>
              </w:rPr>
              <w:t>)</w:t>
            </w: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7777777" w:rsidR="00F265BD"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 xml:space="preserve">Hodnota </w:t>
            </w:r>
            <w:r w:rsidR="00F265BD">
              <w:rPr>
                <w:b/>
              </w:rPr>
              <w:t>služ</w:t>
            </w:r>
            <w:r>
              <w:rPr>
                <w:b/>
              </w:rPr>
              <w:t>e</w:t>
            </w:r>
            <w:r w:rsidR="00F265BD">
              <w:rPr>
                <w:b/>
              </w:rPr>
              <w:t>b</w:t>
            </w:r>
            <w:r w:rsidRPr="00FF1BC8">
              <w:rPr>
                <w:b/>
              </w:rPr>
              <w:t xml:space="preserve"> požadovaných v čl. 8.</w:t>
            </w:r>
            <w:r>
              <w:rPr>
                <w:b/>
              </w:rPr>
              <w:t>5 Pokynů</w:t>
            </w:r>
            <w:r w:rsidR="00F265BD" w:rsidRPr="00AD792A">
              <w:rPr>
                <w:b/>
              </w:rPr>
              <w:t>, kter</w:t>
            </w:r>
            <w:r>
              <w:rPr>
                <w:b/>
              </w:rPr>
              <w:t>é</w:t>
            </w:r>
            <w:r w:rsidR="00F265BD" w:rsidRPr="00AD792A">
              <w:rPr>
                <w:b/>
              </w:rPr>
              <w:t xml:space="preserve"> dodavatel poskytl** za poslední</w:t>
            </w:r>
            <w:r>
              <w:rPr>
                <w:b/>
              </w:rPr>
              <w:t>ch</w:t>
            </w:r>
            <w:r w:rsidR="00F265BD" w:rsidRPr="00AD792A">
              <w:rPr>
                <w:b/>
              </w:rPr>
              <w:t xml:space="preserve"> </w:t>
            </w:r>
            <w:r w:rsidRPr="007A274C">
              <w:rPr>
                <w:b/>
              </w:rPr>
              <w:t>5</w:t>
            </w:r>
            <w:r w:rsidR="00F265BD" w:rsidRPr="00AD792A">
              <w:rPr>
                <w:b/>
              </w:rPr>
              <w:t xml:space="preserve"> </w:t>
            </w:r>
            <w:r>
              <w:rPr>
                <w:b/>
              </w:rPr>
              <w:t>let</w:t>
            </w:r>
            <w:r w:rsidR="00F265BD" w:rsidRPr="00AD792A">
              <w:rPr>
                <w:b/>
              </w:rPr>
              <w:t xml:space="preserve"> v Kč***</w:t>
            </w:r>
            <w:r w:rsidR="00F265BD">
              <w:rPr>
                <w:b/>
              </w:rPr>
              <w:t xml:space="preserve"> </w:t>
            </w:r>
            <w:r w:rsidR="00F265BD" w:rsidRPr="00AD792A">
              <w:rPr>
                <w:b/>
              </w:rPr>
              <w:t>bez DPH</w:t>
            </w:r>
          </w:p>
          <w:p w14:paraId="1062A545" w14:textId="6030AEBD"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89478B">
              <w:rPr>
                <w:b/>
              </w:rPr>
              <w:t xml:space="preserve"> projektanta</w:t>
            </w:r>
            <w:r>
              <w:rPr>
                <w:b/>
              </w:rPr>
              <w:t>)</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276"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FF1BC8">
              <w:rPr>
                <w:b/>
              </w:rPr>
              <w:t>požadovaných v čl. 8.</w:t>
            </w:r>
            <w:r>
              <w:rPr>
                <w:b/>
              </w:rPr>
              <w:t>5 Pokynů</w:t>
            </w:r>
            <w:r w:rsidR="00102765" w:rsidRPr="00AD792A">
              <w:rPr>
                <w:b/>
              </w:rPr>
              <w:t xml:space="preserve">, které dodavatel poskytl** za posledních </w:t>
            </w:r>
            <w:r w:rsidR="00102765" w:rsidRPr="007A274C">
              <w:rPr>
                <w:b/>
              </w:rPr>
              <w:t>5 let</w:t>
            </w:r>
            <w:r w:rsidR="00102765" w:rsidRPr="00AD792A">
              <w:rPr>
                <w:b/>
              </w:rPr>
              <w:t xml:space="preserve"> v Kč***</w:t>
            </w:r>
            <w:r w:rsidR="00102765">
              <w:rPr>
                <w:b/>
              </w:rPr>
              <w:t xml:space="preserve"> </w:t>
            </w:r>
            <w:r w:rsidR="00102765" w:rsidRPr="00AD792A">
              <w:rPr>
                <w:b/>
              </w:rPr>
              <w:t>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lastRenderedPageBreak/>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33ED5756" w:rsidR="000B2FB3" w:rsidRPr="00EE3C5F" w:rsidRDefault="000B2FB3" w:rsidP="00301B8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w:t>
            </w:r>
            <w:r w:rsidR="00D067AA">
              <w:rPr>
                <w:b/>
                <w:sz w:val="16"/>
                <w:szCs w:val="16"/>
              </w:rPr>
              <w:t>zpracováním dokumentace</w:t>
            </w:r>
            <w:r w:rsidRPr="00EE3C5F">
              <w:rPr>
                <w:b/>
                <w:sz w:val="16"/>
                <w:szCs w:val="16"/>
              </w:rPr>
              <w:t xml:space="preserve">*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0574943A"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nebo </w:t>
      </w:r>
      <w:r w:rsidR="00D067AA" w:rsidRPr="000D74D8">
        <w:t>zpracováním dokumentace</w:t>
      </w:r>
      <w:r w:rsidR="00D067AA">
        <w:t xml:space="preserv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3E657308" w:rsidR="0035531B" w:rsidRPr="00446A64" w:rsidRDefault="0035531B" w:rsidP="00102765">
      <w:pPr>
        <w:pStyle w:val="Odstavec1-1a"/>
      </w:pPr>
      <w:r w:rsidRPr="00452F69">
        <w:rPr>
          <w:b/>
        </w:rPr>
        <w:t>Zkušenosti</w:t>
      </w:r>
      <w:r w:rsidR="00845C50">
        <w:t xml:space="preserve"> s </w:t>
      </w:r>
      <w:r>
        <w:t xml:space="preserve">řízením realizace, realizací nebo </w:t>
      </w:r>
      <w:r w:rsidR="00D067AA" w:rsidRPr="000D74D8">
        <w:t>zpracováním dokumentace</w:t>
      </w:r>
      <w:r w:rsidR="00D067AA">
        <w:t xml:space="preserve"> </w:t>
      </w:r>
      <w:r>
        <w:t>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8"/>
      </w:r>
      <w:r w:rsidRPr="00446A64">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74A8261B" w:rsidR="00452F69" w:rsidRPr="00833899" w:rsidRDefault="00452F69" w:rsidP="00091EDA">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w:t>
            </w:r>
            <w:r w:rsidR="004320C4">
              <w:rPr>
                <w:sz w:val="16"/>
                <w:szCs w:val="16"/>
              </w:rPr>
              <w:t xml:space="preserve"> stavby či</w:t>
            </w:r>
            <w:r w:rsidR="00102765" w:rsidRPr="00102765">
              <w:rPr>
                <w:sz w:val="16"/>
                <w:szCs w:val="16"/>
              </w:rPr>
              <w:t xml:space="preserve"> referované činnosti (</w:t>
            </w:r>
            <w:r w:rsidR="004320C4">
              <w:rPr>
                <w:sz w:val="16"/>
                <w:szCs w:val="16"/>
              </w:rPr>
              <w:t xml:space="preserve">u projektování </w:t>
            </w:r>
            <w:r w:rsidR="00102765" w:rsidRPr="00102765">
              <w:rPr>
                <w:sz w:val="16"/>
                <w:szCs w:val="16"/>
              </w:rPr>
              <w:t>např. hodnota požadovaných projek</w:t>
            </w:r>
            <w:r w:rsidR="000A7769">
              <w:rPr>
                <w:sz w:val="16"/>
                <w:szCs w:val="16"/>
              </w:rPr>
              <w:t>tových</w:t>
            </w:r>
            <w:r w:rsidR="00102765" w:rsidRPr="00102765">
              <w:rPr>
                <w:sz w:val="16"/>
                <w:szCs w:val="16"/>
              </w:rPr>
              <w:t xml:space="preserve"> prací </w:t>
            </w:r>
            <w:r w:rsidR="004320C4">
              <w:rPr>
                <w:sz w:val="16"/>
                <w:szCs w:val="16"/>
              </w:rPr>
              <w:t xml:space="preserve">spočívajících ve zpracování dokumentace </w:t>
            </w:r>
            <w:r w:rsidR="00102765" w:rsidRPr="00102765">
              <w:rPr>
                <w:sz w:val="16"/>
                <w:szCs w:val="16"/>
              </w:rPr>
              <w:t>v rámci celé zakázky na zpracování projektové dokumentace a realizaci stavby</w:t>
            </w:r>
            <w:r w:rsidR="00516B6A">
              <w:rPr>
                <w:sz w:val="16"/>
                <w:szCs w:val="16"/>
              </w:rPr>
              <w:t xml:space="preserve">, </w:t>
            </w:r>
            <w:r w:rsidR="00091EDA">
              <w:rPr>
                <w:sz w:val="16"/>
                <w:szCs w:val="16"/>
              </w:rPr>
              <w:t xml:space="preserve">tj. </w:t>
            </w:r>
            <w:r w:rsidR="00516B6A" w:rsidRPr="00543F07">
              <w:rPr>
                <w:sz w:val="16"/>
                <w:szCs w:val="16"/>
              </w:rPr>
              <w:t>té části plnění zakázky, kter</w:t>
            </w:r>
            <w:r w:rsidR="00091EDA">
              <w:rPr>
                <w:sz w:val="16"/>
                <w:szCs w:val="16"/>
              </w:rPr>
              <w:t>á</w:t>
            </w:r>
            <w:r w:rsidR="00516B6A" w:rsidRPr="00543F07">
              <w:rPr>
                <w:sz w:val="16"/>
                <w:szCs w:val="16"/>
              </w:rPr>
              <w:t xml:space="preserve"> obsahově odpovídá zadavatelem stanovené </w:t>
            </w:r>
            <w:r w:rsidR="00516B6A">
              <w:rPr>
                <w:sz w:val="16"/>
                <w:szCs w:val="16"/>
              </w:rPr>
              <w:t>definici požadované zkušenosti</w:t>
            </w:r>
            <w:r w:rsidR="00102765" w:rsidRPr="00102765">
              <w:rPr>
                <w:sz w:val="16"/>
                <w:szCs w:val="16"/>
              </w:rPr>
              <w:t xml:space="preserve">)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lastRenderedPageBreak/>
              <w:t>Popis předmětu plnění zakázky - v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1828AC17" w:rsidR="00452F69" w:rsidRPr="00833899" w:rsidRDefault="00452F69" w:rsidP="00301B8E">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té části plnění zakázky, kter</w:t>
            </w:r>
            <w:r w:rsidR="00516B6A">
              <w:rPr>
                <w:sz w:val="16"/>
                <w:szCs w:val="16"/>
              </w:rPr>
              <w:t>á</w:t>
            </w:r>
            <w:r w:rsidR="002C4A18" w:rsidRPr="00543F07">
              <w:rPr>
                <w:sz w:val="16"/>
                <w:szCs w:val="16"/>
              </w:rPr>
              <w:t xml:space="preserve"> obsahově odpovídá zadavatelem stanovené </w:t>
            </w:r>
            <w:r w:rsidR="00EB3D74">
              <w:rPr>
                <w:sz w:val="16"/>
                <w:szCs w:val="16"/>
              </w:rPr>
              <w:t>definici požadované zkušenosti</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174D9D9D"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AF5C1F">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0"/>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5643C176"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414074">
        <w:t>i</w:t>
      </w:r>
      <w:r>
        <w:t>,</w:t>
      </w:r>
      <w:r w:rsidR="00845C50">
        <w:t xml:space="preserve"> a</w:t>
      </w:r>
      <w:r w:rsidR="00BB4AF2">
        <w:t xml:space="preserve"> u </w:t>
      </w:r>
      <w:r>
        <w:t xml:space="preserve">nichž dokládá </w:t>
      </w:r>
      <w:r w:rsidR="00414074" w:rsidRPr="00C85644">
        <w:t>smlouvu nebo jinou osobou podepsané potvrzení o její existenci, její</w:t>
      </w:r>
      <w:r w:rsidR="00414074">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414074">
        <w:t xml:space="preserve">při </w:t>
      </w:r>
      <w:r>
        <w:t>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1"/>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D4BA43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21687E0"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5675C1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5943BAC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661B43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7536ACF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9E7534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A71C1D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2593F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AB570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2EDD05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D97530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158392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096A88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ECBFE7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420FE8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85F0496"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03F93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20D919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D97659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B90D8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0D0CB52"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514D9A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BEE1BA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8A8B76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lastRenderedPageBreak/>
        <w:t>Příloha č. 11</w:t>
      </w:r>
    </w:p>
    <w:p w14:paraId="26642D85" w14:textId="6E6020B6" w:rsidR="00A8087A" w:rsidRPr="00964860" w:rsidRDefault="00A8087A" w:rsidP="00A8087A">
      <w:pPr>
        <w:pStyle w:val="Nadpisbezsl1-2"/>
      </w:pP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2"/>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45FDEC0E"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C62602" w:rsidRPr="00C62602">
        <w:rPr>
          <w:b/>
          <w:bCs/>
        </w:rPr>
        <w:t>„Rekonstrukce systému DDTS ŽDC v obvodu OŘ Praha, Olomouc, Brno, Ostrava“</w:t>
      </w:r>
      <w:r w:rsidR="00C62602">
        <w:t xml:space="preserve"> – stavba 1 a </w:t>
      </w:r>
      <w:r w:rsidR="00C62602" w:rsidRPr="00C62602">
        <w:rPr>
          <w:b/>
          <w:bCs/>
        </w:rPr>
        <w:t>„</w:t>
      </w:r>
      <w:r w:rsidR="00C62602" w:rsidRPr="00C62602">
        <w:rPr>
          <w:rFonts w:ascii="Verdana" w:hAnsi="Verdana" w:cs="Arial"/>
          <w:b/>
          <w:bCs/>
        </w:rPr>
        <w:t>Rekonstrukce systému DDTS ŽDC v obvodu OŘ Plzeň, Ústí nad Labem, Hradec Králové“</w:t>
      </w:r>
      <w:r w:rsidR="00C62602">
        <w:rPr>
          <w:rFonts w:ascii="Verdana" w:hAnsi="Verdana" w:cs="Arial"/>
        </w:rPr>
        <w:t xml:space="preserve"> – stavba 2</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71F61B5B" w14:textId="6E10C432" w:rsidR="00414074" w:rsidRPr="00414074" w:rsidRDefault="00414074" w:rsidP="00A8087A">
      <w:pPr>
        <w:pStyle w:val="Odstavecseseznamem"/>
        <w:numPr>
          <w:ilvl w:val="0"/>
          <w:numId w:val="3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301B8E">
        <w:rPr>
          <w:rFonts w:eastAsia="Calibri" w:cs="Times New Roman"/>
          <w:b/>
        </w:rPr>
        <w:t>nejsou</w:t>
      </w:r>
      <w:r w:rsidRPr="00BE68D3">
        <w:rPr>
          <w:rFonts w:eastAsia="Calibri" w:cs="Times New Roman"/>
        </w:rPr>
        <w:t xml:space="preserve"> osobami, na něž se vztahuje zákaz zadání veřejné zakázky ve smyslu § 48a</w:t>
      </w:r>
      <w:r w:rsidR="006F5F18">
        <w:rPr>
          <w:rFonts w:eastAsia="Times New Roman" w:cs="Times New Roman"/>
          <w:lang w:eastAsia="cs-CZ"/>
        </w:rPr>
        <w:t>zákona č. 134/2016 Sb., o zadávání veřejných zakázek, ve znění pozdějších předpisů</w:t>
      </w:r>
      <w:r>
        <w:rPr>
          <w:rFonts w:eastAsia="Calibri" w:cs="Times New Roman"/>
        </w:rPr>
        <w:t>;</w:t>
      </w:r>
    </w:p>
    <w:p w14:paraId="73B69C82" w14:textId="77777777" w:rsidR="00414074" w:rsidRPr="00414074" w:rsidRDefault="00414074" w:rsidP="00414074">
      <w:pPr>
        <w:pStyle w:val="Odstavecseseznamem"/>
        <w:spacing w:line="240" w:lineRule="auto"/>
        <w:jc w:val="both"/>
        <w:rPr>
          <w:rFonts w:eastAsia="Calibri" w:cs="Times New Roman"/>
        </w:rPr>
      </w:pPr>
    </w:p>
    <w:p w14:paraId="16B51463" w14:textId="7780BC76"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448799FE"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CB55EF">
        <w:rPr>
          <w:rFonts w:eastAsia="Verdana" w:cs="Times New Roman"/>
        </w:rPr>
        <w:t xml:space="preserve">anebo osobami dle čl. 2 nařízení Rady (ES) č. 765/2006 ze dne 18. května 2006 o omezujících opatřeních vzhledem k situaci v Bělorusku a k zapojení Běloruska do ruské agrese proti Ukrajině, ve znění pozdějších předpisů </w:t>
      </w:r>
      <w:r w:rsidR="00D067AA">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067AA">
        <w:t xml:space="preserve"> </w:t>
      </w:r>
      <w:r>
        <w:t>(</w:t>
      </w:r>
      <w:r w:rsidRPr="002904AF">
        <w:rPr>
          <w:b/>
        </w:rPr>
        <w:t>tzv. sankční seznamy</w:t>
      </w:r>
      <w:r>
        <w:t>)</w:t>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2E110CA" w14:textId="082A049A" w:rsidR="00964860" w:rsidRDefault="00A8087A"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166045">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A86BE8" w14:textId="77777777" w:rsidR="00166045" w:rsidRDefault="00166045" w:rsidP="00962258">
      <w:pPr>
        <w:spacing w:after="0" w:line="240" w:lineRule="auto"/>
      </w:pPr>
      <w:r>
        <w:separator/>
      </w:r>
    </w:p>
  </w:endnote>
  <w:endnote w:type="continuationSeparator" w:id="0">
    <w:p w14:paraId="32728078" w14:textId="77777777" w:rsidR="00166045" w:rsidRDefault="0016604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B5E4D" w14:paraId="60EC2784" w14:textId="77777777" w:rsidTr="00EB46E5">
      <w:tc>
        <w:tcPr>
          <w:tcW w:w="1361" w:type="dxa"/>
          <w:tcMar>
            <w:left w:w="0" w:type="dxa"/>
            <w:right w:w="0" w:type="dxa"/>
          </w:tcMar>
          <w:vAlign w:val="bottom"/>
        </w:tcPr>
        <w:p w14:paraId="7FD653E1" w14:textId="71524DAE" w:rsidR="009B5E4D" w:rsidRPr="00B8518B" w:rsidRDefault="009B5E4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3C7C">
            <w:rPr>
              <w:rStyle w:val="slostrnky"/>
              <w:noProof/>
            </w:rPr>
            <w:t>35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F3C7C">
            <w:rPr>
              <w:rStyle w:val="slostrnky"/>
              <w:noProof/>
            </w:rPr>
            <w:t>48</w:t>
          </w:r>
          <w:r w:rsidRPr="00B8518B">
            <w:rPr>
              <w:rStyle w:val="slostrnky"/>
            </w:rPr>
            <w:fldChar w:fldCharType="end"/>
          </w:r>
        </w:p>
      </w:tc>
      <w:tc>
        <w:tcPr>
          <w:tcW w:w="284" w:type="dxa"/>
          <w:shd w:val="clear" w:color="auto" w:fill="auto"/>
          <w:tcMar>
            <w:left w:w="0" w:type="dxa"/>
            <w:right w:w="0" w:type="dxa"/>
          </w:tcMar>
        </w:tcPr>
        <w:p w14:paraId="5C5CD007" w14:textId="77777777" w:rsidR="009B5E4D" w:rsidRDefault="009B5E4D" w:rsidP="00B8518B">
          <w:pPr>
            <w:pStyle w:val="Zpat"/>
          </w:pPr>
        </w:p>
      </w:tc>
      <w:tc>
        <w:tcPr>
          <w:tcW w:w="425" w:type="dxa"/>
          <w:shd w:val="clear" w:color="auto" w:fill="auto"/>
          <w:tcMar>
            <w:left w:w="0" w:type="dxa"/>
            <w:right w:w="0" w:type="dxa"/>
          </w:tcMar>
        </w:tcPr>
        <w:p w14:paraId="6FA58EF5" w14:textId="77777777" w:rsidR="009B5E4D" w:rsidRDefault="009B5E4D" w:rsidP="00B8518B">
          <w:pPr>
            <w:pStyle w:val="Zpat"/>
          </w:pPr>
        </w:p>
      </w:tc>
      <w:tc>
        <w:tcPr>
          <w:tcW w:w="8505" w:type="dxa"/>
        </w:tcPr>
        <w:p w14:paraId="3D6A34DB" w14:textId="69D2791C" w:rsidR="009B5E4D" w:rsidRDefault="009B5E4D" w:rsidP="00EB46E5">
          <w:pPr>
            <w:pStyle w:val="Zpat0"/>
          </w:pPr>
          <w:r w:rsidRPr="002C55C7">
            <w:t>„Rekonstrukce systému DDTS ŽDC v obvodu OŘ Praha, Olomouc, Brno, Ostrava“</w:t>
          </w:r>
        </w:p>
        <w:p w14:paraId="77AAB438" w14:textId="53FF8A8F" w:rsidR="009B5E4D" w:rsidRDefault="009B5E4D" w:rsidP="00EB46E5">
          <w:pPr>
            <w:pStyle w:val="Zpat0"/>
          </w:pPr>
          <w:r>
            <w:t>„</w:t>
          </w:r>
          <w:r w:rsidRPr="002C55C7">
            <w:t>Rekonstrukce systému DDTS ŽDC v obvodu OŘ Plzeň, Ústí nad Labem, Hradec Králové“</w:t>
          </w:r>
        </w:p>
        <w:p w14:paraId="2E7A861C" w14:textId="77777777" w:rsidR="009B5E4D" w:rsidRDefault="009B5E4D" w:rsidP="00EB46E5">
          <w:pPr>
            <w:pStyle w:val="Zpat0"/>
          </w:pPr>
          <w:r>
            <w:t xml:space="preserve">Díl 1 – </w:t>
          </w:r>
          <w:r w:rsidRPr="0035531B">
            <w:rPr>
              <w:caps/>
            </w:rPr>
            <w:t>Požadavky</w:t>
          </w:r>
          <w:r>
            <w:rPr>
              <w:caps/>
            </w:rPr>
            <w:t xml:space="preserve"> a </w:t>
          </w:r>
          <w:r w:rsidRPr="0035531B">
            <w:rPr>
              <w:caps/>
            </w:rPr>
            <w:t>podmínky pro zpracování nabídky</w:t>
          </w:r>
        </w:p>
        <w:p w14:paraId="2D779DC4" w14:textId="77777777" w:rsidR="009B5E4D" w:rsidRDefault="009B5E4D" w:rsidP="007C12F8">
          <w:pPr>
            <w:pStyle w:val="Zpat0"/>
          </w:pPr>
          <w:r>
            <w:t xml:space="preserve">Část 2 – </w:t>
          </w:r>
          <w:r w:rsidRPr="0035531B">
            <w:rPr>
              <w:caps/>
            </w:rPr>
            <w:t>Pokyny pro dodavatele</w:t>
          </w:r>
          <w:r>
            <w:t xml:space="preserve"> – Projektová dokumentace a zhotovení stavby</w:t>
          </w:r>
        </w:p>
      </w:tc>
    </w:tr>
  </w:tbl>
  <w:p w14:paraId="5EB4DF73" w14:textId="77777777" w:rsidR="009B5E4D" w:rsidRPr="00B8518B" w:rsidRDefault="009B5E4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EB162F" w14:textId="77777777" w:rsidR="009B5E4D" w:rsidRPr="00B8518B" w:rsidRDefault="009B5E4D" w:rsidP="00460660">
    <w:pPr>
      <w:pStyle w:val="Zpat"/>
      <w:rPr>
        <w:sz w:val="2"/>
        <w:szCs w:val="2"/>
      </w:rPr>
    </w:pPr>
  </w:p>
  <w:p w14:paraId="1DBEF0ED" w14:textId="77777777" w:rsidR="009B5E4D" w:rsidRPr="00460660" w:rsidRDefault="009B5E4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03717B" w14:textId="77777777" w:rsidR="00166045" w:rsidRDefault="00166045" w:rsidP="00962258">
      <w:pPr>
        <w:spacing w:after="0" w:line="240" w:lineRule="auto"/>
      </w:pPr>
      <w:r>
        <w:separator/>
      </w:r>
    </w:p>
  </w:footnote>
  <w:footnote w:type="continuationSeparator" w:id="0">
    <w:p w14:paraId="33C9B3E7" w14:textId="77777777" w:rsidR="00166045" w:rsidRDefault="00166045" w:rsidP="00962258">
      <w:pPr>
        <w:spacing w:after="0" w:line="240" w:lineRule="auto"/>
      </w:pPr>
      <w:r>
        <w:continuationSeparator/>
      </w:r>
    </w:p>
  </w:footnote>
  <w:footnote w:id="1">
    <w:p w14:paraId="1D76BF4B" w14:textId="77777777" w:rsidR="009B5E4D" w:rsidRDefault="009B5E4D">
      <w:pPr>
        <w:pStyle w:val="Textpoznpodarou"/>
      </w:pPr>
      <w:r>
        <w:rPr>
          <w:rStyle w:val="Znakapoznpodarou"/>
        </w:rPr>
        <w:footnoteRef/>
      </w:r>
      <w:r>
        <w:t xml:space="preserve"> </w:t>
      </w:r>
      <w:r w:rsidRPr="002C04EE">
        <w:t>Zákon č. 563/1991 Sb., o účetnictví, ve znění pozdějších předpisů.</w:t>
      </w:r>
    </w:p>
  </w:footnote>
  <w:footnote w:id="2">
    <w:p w14:paraId="59B4486F" w14:textId="77777777" w:rsidR="009B5E4D" w:rsidRDefault="009B5E4D" w:rsidP="002D6B5B">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3">
    <w:p w14:paraId="24B56D01" w14:textId="77777777" w:rsidR="009B5E4D" w:rsidRDefault="009B5E4D"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5F238558" w14:textId="77777777" w:rsidR="009B5E4D" w:rsidRPr="00EB54C9" w:rsidRDefault="009B5E4D"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35216E98" w14:textId="77777777" w:rsidR="009B5E4D" w:rsidRDefault="009B5E4D"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9DCF6A2" w14:textId="77777777" w:rsidR="009B5E4D" w:rsidRDefault="009B5E4D"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F956DB8" w14:textId="77777777" w:rsidR="009B5E4D" w:rsidRDefault="009B5E4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529F2501" w14:textId="77777777" w:rsidR="009B5E4D" w:rsidRDefault="009B5E4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E5B6643" w14:textId="77777777" w:rsidR="009B5E4D" w:rsidRDefault="009B5E4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36EFC71" w14:textId="77777777" w:rsidR="009B5E4D" w:rsidRDefault="009B5E4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63D76EAA" w14:textId="77777777" w:rsidR="009B5E4D" w:rsidRDefault="009B5E4D">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11656B84" w:rsidR="009B5E4D" w:rsidRDefault="009B5E4D">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za měsíc, ve kterém bylo příslušné účetní období ukončeno</w:t>
      </w:r>
      <w:r w:rsidRPr="007E2234">
        <w:t>.</w:t>
      </w:r>
    </w:p>
  </w:footnote>
  <w:footnote w:id="12">
    <w:p w14:paraId="5DE4A11D" w14:textId="77777777" w:rsidR="009B5E4D" w:rsidRDefault="009B5E4D"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5E4D" w14:paraId="5BA89A77" w14:textId="77777777" w:rsidTr="00C02D0A">
      <w:trPr>
        <w:trHeight w:hRule="exact" w:val="454"/>
      </w:trPr>
      <w:tc>
        <w:tcPr>
          <w:tcW w:w="1361" w:type="dxa"/>
          <w:tcMar>
            <w:top w:w="57" w:type="dxa"/>
            <w:left w:w="0" w:type="dxa"/>
            <w:right w:w="0" w:type="dxa"/>
          </w:tcMar>
        </w:tcPr>
        <w:p w14:paraId="3A2CF390" w14:textId="77777777" w:rsidR="009B5E4D" w:rsidRPr="00B8518B" w:rsidRDefault="009B5E4D" w:rsidP="00523EA7">
          <w:pPr>
            <w:pStyle w:val="Zpat"/>
            <w:rPr>
              <w:rStyle w:val="slostrnky"/>
            </w:rPr>
          </w:pPr>
        </w:p>
      </w:tc>
      <w:tc>
        <w:tcPr>
          <w:tcW w:w="3458" w:type="dxa"/>
          <w:shd w:val="clear" w:color="auto" w:fill="auto"/>
          <w:tcMar>
            <w:top w:w="57" w:type="dxa"/>
            <w:left w:w="0" w:type="dxa"/>
            <w:right w:w="0" w:type="dxa"/>
          </w:tcMar>
        </w:tcPr>
        <w:p w14:paraId="6988B899" w14:textId="77777777" w:rsidR="009B5E4D" w:rsidRDefault="009B5E4D" w:rsidP="00523EA7">
          <w:pPr>
            <w:pStyle w:val="Zpat"/>
          </w:pPr>
        </w:p>
      </w:tc>
      <w:tc>
        <w:tcPr>
          <w:tcW w:w="5698" w:type="dxa"/>
          <w:shd w:val="clear" w:color="auto" w:fill="auto"/>
          <w:tcMar>
            <w:top w:w="57" w:type="dxa"/>
            <w:left w:w="0" w:type="dxa"/>
            <w:right w:w="0" w:type="dxa"/>
          </w:tcMar>
        </w:tcPr>
        <w:p w14:paraId="3D1EA4E4" w14:textId="77777777" w:rsidR="009B5E4D" w:rsidRPr="00D6163D" w:rsidRDefault="009B5E4D" w:rsidP="00D6163D">
          <w:pPr>
            <w:pStyle w:val="Druhdokumentu"/>
          </w:pPr>
        </w:p>
      </w:tc>
    </w:tr>
  </w:tbl>
  <w:p w14:paraId="6E3AA6B0" w14:textId="77777777" w:rsidR="009B5E4D" w:rsidRPr="00D6163D" w:rsidRDefault="009B5E4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B5E4D" w14:paraId="7993B4A4" w14:textId="77777777" w:rsidTr="00B22106">
      <w:trPr>
        <w:trHeight w:hRule="exact" w:val="936"/>
      </w:trPr>
      <w:tc>
        <w:tcPr>
          <w:tcW w:w="1361" w:type="dxa"/>
          <w:tcMar>
            <w:left w:w="0" w:type="dxa"/>
            <w:right w:w="0" w:type="dxa"/>
          </w:tcMar>
        </w:tcPr>
        <w:p w14:paraId="31ED3609" w14:textId="77777777" w:rsidR="009B5E4D" w:rsidRPr="00B8518B" w:rsidRDefault="009B5E4D" w:rsidP="00FC6389">
          <w:pPr>
            <w:pStyle w:val="Zpat"/>
            <w:rPr>
              <w:rStyle w:val="slostrnky"/>
            </w:rPr>
          </w:pPr>
        </w:p>
      </w:tc>
      <w:tc>
        <w:tcPr>
          <w:tcW w:w="3458" w:type="dxa"/>
          <w:shd w:val="clear" w:color="auto" w:fill="auto"/>
          <w:tcMar>
            <w:left w:w="0" w:type="dxa"/>
            <w:right w:w="0" w:type="dxa"/>
          </w:tcMar>
        </w:tcPr>
        <w:p w14:paraId="743ED60D" w14:textId="77777777" w:rsidR="009B5E4D" w:rsidRDefault="009B5E4D" w:rsidP="00FC6389">
          <w:pPr>
            <w:pStyle w:val="Zpat"/>
          </w:pPr>
        </w:p>
      </w:tc>
      <w:tc>
        <w:tcPr>
          <w:tcW w:w="5756" w:type="dxa"/>
          <w:shd w:val="clear" w:color="auto" w:fill="auto"/>
          <w:tcMar>
            <w:left w:w="0" w:type="dxa"/>
            <w:right w:w="0" w:type="dxa"/>
          </w:tcMar>
        </w:tcPr>
        <w:p w14:paraId="29A6A84F" w14:textId="77777777" w:rsidR="009B5E4D" w:rsidRPr="00D6163D" w:rsidRDefault="009B5E4D" w:rsidP="00FC6389">
          <w:pPr>
            <w:pStyle w:val="Druhdokumentu"/>
          </w:pPr>
        </w:p>
      </w:tc>
    </w:tr>
    <w:tr w:rsidR="009B5E4D" w14:paraId="1B4E91F5" w14:textId="77777777" w:rsidTr="00B22106">
      <w:trPr>
        <w:trHeight w:hRule="exact" w:val="936"/>
      </w:trPr>
      <w:tc>
        <w:tcPr>
          <w:tcW w:w="1361" w:type="dxa"/>
          <w:tcMar>
            <w:left w:w="0" w:type="dxa"/>
            <w:right w:w="0" w:type="dxa"/>
          </w:tcMar>
        </w:tcPr>
        <w:p w14:paraId="3285DE88" w14:textId="77777777" w:rsidR="009B5E4D" w:rsidRPr="00B8518B" w:rsidRDefault="009B5E4D" w:rsidP="00FC6389">
          <w:pPr>
            <w:pStyle w:val="Zpat"/>
            <w:rPr>
              <w:rStyle w:val="slostrnky"/>
            </w:rPr>
          </w:pPr>
        </w:p>
      </w:tc>
      <w:tc>
        <w:tcPr>
          <w:tcW w:w="3458" w:type="dxa"/>
          <w:shd w:val="clear" w:color="auto" w:fill="auto"/>
          <w:tcMar>
            <w:left w:w="0" w:type="dxa"/>
            <w:right w:w="0" w:type="dxa"/>
          </w:tcMar>
        </w:tcPr>
        <w:p w14:paraId="54B6D10F" w14:textId="77777777" w:rsidR="009B5E4D" w:rsidRDefault="009B5E4D" w:rsidP="00FC6389">
          <w:pPr>
            <w:pStyle w:val="Zpat"/>
          </w:pPr>
        </w:p>
      </w:tc>
      <w:tc>
        <w:tcPr>
          <w:tcW w:w="5756" w:type="dxa"/>
          <w:shd w:val="clear" w:color="auto" w:fill="auto"/>
          <w:tcMar>
            <w:left w:w="0" w:type="dxa"/>
            <w:right w:w="0" w:type="dxa"/>
          </w:tcMar>
        </w:tcPr>
        <w:p w14:paraId="047F1B7F" w14:textId="77777777" w:rsidR="009B5E4D" w:rsidRPr="00D6163D" w:rsidRDefault="009B5E4D" w:rsidP="00FC6389">
          <w:pPr>
            <w:pStyle w:val="Druhdokumentu"/>
          </w:pPr>
        </w:p>
      </w:tc>
    </w:tr>
  </w:tbl>
  <w:p w14:paraId="30422E09" w14:textId="77777777" w:rsidR="009B5E4D" w:rsidRPr="00D6163D" w:rsidRDefault="009B5E4D"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9B5E4D" w:rsidRPr="00460660" w:rsidRDefault="009B5E4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771A822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strike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7A807F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2"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54AE6858"/>
    <w:multiLevelType w:val="multilevel"/>
    <w:tmpl w:val="31C84732"/>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7"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90894818">
    <w:abstractNumId w:val="5"/>
  </w:num>
  <w:num w:numId="2" w16cid:durableId="1820224217">
    <w:abstractNumId w:val="2"/>
  </w:num>
  <w:num w:numId="3" w16cid:durableId="1764179974">
    <w:abstractNumId w:val="15"/>
  </w:num>
  <w:num w:numId="4" w16cid:durableId="1737123223">
    <w:abstractNumId w:val="4"/>
  </w:num>
  <w:num w:numId="5" w16cid:durableId="349110733">
    <w:abstractNumId w:val="1"/>
  </w:num>
  <w:num w:numId="6" w16cid:durableId="1251351502">
    <w:abstractNumId w:val="8"/>
  </w:num>
  <w:num w:numId="7" w16cid:durableId="591862857">
    <w:abstractNumId w:val="13"/>
  </w:num>
  <w:num w:numId="8" w16cid:durableId="1043554608">
    <w:abstractNumId w:val="9"/>
  </w:num>
  <w:num w:numId="9" w16cid:durableId="152839020">
    <w:abstractNumId w:val="18"/>
  </w:num>
  <w:num w:numId="10" w16cid:durableId="1256860908">
    <w:abstractNumId w:val="14"/>
  </w:num>
  <w:num w:numId="11" w16cid:durableId="25559749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260825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91127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10452576">
    <w:abstractNumId w:val="6"/>
  </w:num>
  <w:num w:numId="15" w16cid:durableId="921448716">
    <w:abstractNumId w:val="3"/>
  </w:num>
  <w:num w:numId="16" w16cid:durableId="961575066">
    <w:abstractNumId w:val="0"/>
  </w:num>
  <w:num w:numId="17" w16cid:durableId="1378897405">
    <w:abstractNumId w:val="12"/>
  </w:num>
  <w:num w:numId="18" w16cid:durableId="603461398">
    <w:abstractNumId w:val="16"/>
  </w:num>
  <w:num w:numId="19" w16cid:durableId="2014648224">
    <w:abstractNumId w:val="9"/>
  </w:num>
  <w:num w:numId="20" w16cid:durableId="366218620">
    <w:abstractNumId w:val="9"/>
  </w:num>
  <w:num w:numId="21" w16cid:durableId="5877393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6584072">
    <w:abstractNumId w:val="1"/>
  </w:num>
  <w:num w:numId="23" w16cid:durableId="1410034590">
    <w:abstractNumId w:val="11"/>
  </w:num>
  <w:num w:numId="24" w16cid:durableId="724454848">
    <w:abstractNumId w:val="1"/>
  </w:num>
  <w:num w:numId="25" w16cid:durableId="1525896685">
    <w:abstractNumId w:val="1"/>
  </w:num>
  <w:num w:numId="26" w16cid:durableId="508174919">
    <w:abstractNumId w:val="1"/>
  </w:num>
  <w:num w:numId="27" w16cid:durableId="132212692">
    <w:abstractNumId w:val="1"/>
  </w:num>
  <w:num w:numId="28" w16cid:durableId="561719672">
    <w:abstractNumId w:val="9"/>
  </w:num>
  <w:num w:numId="29" w16cid:durableId="399206680">
    <w:abstractNumId w:val="17"/>
  </w:num>
  <w:num w:numId="30" w16cid:durableId="286667363">
    <w:abstractNumId w:val="7"/>
  </w:num>
  <w:num w:numId="31" w16cid:durableId="1576864544">
    <w:abstractNumId w:val="9"/>
  </w:num>
  <w:num w:numId="32" w16cid:durableId="1906065908">
    <w:abstractNumId w:val="10"/>
  </w:num>
  <w:num w:numId="33" w16cid:durableId="123456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131589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23106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35938481">
    <w:abstractNumId w:val="1"/>
  </w:num>
  <w:num w:numId="37" w16cid:durableId="664673134">
    <w:abstractNumId w:val="9"/>
  </w:num>
  <w:num w:numId="38" w16cid:durableId="962421630">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12DB"/>
    <w:rsid w:val="00002451"/>
    <w:rsid w:val="000048E7"/>
    <w:rsid w:val="00005E73"/>
    <w:rsid w:val="00007866"/>
    <w:rsid w:val="00015867"/>
    <w:rsid w:val="000174E8"/>
    <w:rsid w:val="00017F3C"/>
    <w:rsid w:val="00020434"/>
    <w:rsid w:val="00020C61"/>
    <w:rsid w:val="00020E8A"/>
    <w:rsid w:val="0002609D"/>
    <w:rsid w:val="00032C26"/>
    <w:rsid w:val="000338E9"/>
    <w:rsid w:val="00037C82"/>
    <w:rsid w:val="0004101E"/>
    <w:rsid w:val="00041EC8"/>
    <w:rsid w:val="0004481B"/>
    <w:rsid w:val="00044AE0"/>
    <w:rsid w:val="00045D7F"/>
    <w:rsid w:val="00047A50"/>
    <w:rsid w:val="000516C9"/>
    <w:rsid w:val="0006499F"/>
    <w:rsid w:val="0006588D"/>
    <w:rsid w:val="00067A5E"/>
    <w:rsid w:val="00067EE3"/>
    <w:rsid w:val="000719BB"/>
    <w:rsid w:val="00072A65"/>
    <w:rsid w:val="00072C1E"/>
    <w:rsid w:val="00073B96"/>
    <w:rsid w:val="000839DD"/>
    <w:rsid w:val="00087CEB"/>
    <w:rsid w:val="00091EDA"/>
    <w:rsid w:val="00092CC9"/>
    <w:rsid w:val="00093D5A"/>
    <w:rsid w:val="00097342"/>
    <w:rsid w:val="000A0CB3"/>
    <w:rsid w:val="000A18C7"/>
    <w:rsid w:val="000A4C9B"/>
    <w:rsid w:val="000A7769"/>
    <w:rsid w:val="000A78B1"/>
    <w:rsid w:val="000B2C13"/>
    <w:rsid w:val="000B2FB3"/>
    <w:rsid w:val="000B3373"/>
    <w:rsid w:val="000B41E0"/>
    <w:rsid w:val="000B4EB8"/>
    <w:rsid w:val="000B56AA"/>
    <w:rsid w:val="000C41F2"/>
    <w:rsid w:val="000C6E66"/>
    <w:rsid w:val="000D0B24"/>
    <w:rsid w:val="000D20BC"/>
    <w:rsid w:val="000D22C4"/>
    <w:rsid w:val="000D27D1"/>
    <w:rsid w:val="000D4319"/>
    <w:rsid w:val="000D4ABE"/>
    <w:rsid w:val="000D58DE"/>
    <w:rsid w:val="000D5D12"/>
    <w:rsid w:val="000D5E72"/>
    <w:rsid w:val="000D6A46"/>
    <w:rsid w:val="000D6D7B"/>
    <w:rsid w:val="000E025C"/>
    <w:rsid w:val="000E1A7F"/>
    <w:rsid w:val="000E4762"/>
    <w:rsid w:val="000E48F5"/>
    <w:rsid w:val="000E6F70"/>
    <w:rsid w:val="000F1166"/>
    <w:rsid w:val="00102765"/>
    <w:rsid w:val="00106A0E"/>
    <w:rsid w:val="00111D73"/>
    <w:rsid w:val="00112864"/>
    <w:rsid w:val="00114472"/>
    <w:rsid w:val="00114988"/>
    <w:rsid w:val="00115069"/>
    <w:rsid w:val="001150F2"/>
    <w:rsid w:val="0011784A"/>
    <w:rsid w:val="001200EF"/>
    <w:rsid w:val="001214E7"/>
    <w:rsid w:val="00134E68"/>
    <w:rsid w:val="00136D9B"/>
    <w:rsid w:val="001379B6"/>
    <w:rsid w:val="00137DD7"/>
    <w:rsid w:val="00146BCB"/>
    <w:rsid w:val="001535F1"/>
    <w:rsid w:val="00156FC8"/>
    <w:rsid w:val="00162597"/>
    <w:rsid w:val="00163490"/>
    <w:rsid w:val="00163706"/>
    <w:rsid w:val="001656A2"/>
    <w:rsid w:val="00166045"/>
    <w:rsid w:val="00170EC5"/>
    <w:rsid w:val="001744C2"/>
    <w:rsid w:val="001747C1"/>
    <w:rsid w:val="00177A1C"/>
    <w:rsid w:val="00177D6B"/>
    <w:rsid w:val="00180482"/>
    <w:rsid w:val="001827B5"/>
    <w:rsid w:val="00183D7A"/>
    <w:rsid w:val="00185A8E"/>
    <w:rsid w:val="00185FBE"/>
    <w:rsid w:val="00187039"/>
    <w:rsid w:val="00191F90"/>
    <w:rsid w:val="00193D8F"/>
    <w:rsid w:val="001950C2"/>
    <w:rsid w:val="00195371"/>
    <w:rsid w:val="001A0DE1"/>
    <w:rsid w:val="001A4B1E"/>
    <w:rsid w:val="001A6FE4"/>
    <w:rsid w:val="001B23A1"/>
    <w:rsid w:val="001B2912"/>
    <w:rsid w:val="001B40E6"/>
    <w:rsid w:val="001B4E74"/>
    <w:rsid w:val="001B5C78"/>
    <w:rsid w:val="001C645F"/>
    <w:rsid w:val="001C6C39"/>
    <w:rsid w:val="001C7465"/>
    <w:rsid w:val="001D6563"/>
    <w:rsid w:val="001E651D"/>
    <w:rsid w:val="001E678E"/>
    <w:rsid w:val="001F0289"/>
    <w:rsid w:val="001F4306"/>
    <w:rsid w:val="00204EC4"/>
    <w:rsid w:val="002071BB"/>
    <w:rsid w:val="00207DF5"/>
    <w:rsid w:val="002107BB"/>
    <w:rsid w:val="00216349"/>
    <w:rsid w:val="00220275"/>
    <w:rsid w:val="00221D5F"/>
    <w:rsid w:val="0023215E"/>
    <w:rsid w:val="00233A38"/>
    <w:rsid w:val="00233A53"/>
    <w:rsid w:val="00240B81"/>
    <w:rsid w:val="00244A8F"/>
    <w:rsid w:val="00247C8B"/>
    <w:rsid w:val="00247D01"/>
    <w:rsid w:val="0025030F"/>
    <w:rsid w:val="00250DC3"/>
    <w:rsid w:val="00254BF2"/>
    <w:rsid w:val="00261A5B"/>
    <w:rsid w:val="00262E5B"/>
    <w:rsid w:val="00263226"/>
    <w:rsid w:val="0026385B"/>
    <w:rsid w:val="00264132"/>
    <w:rsid w:val="00271C80"/>
    <w:rsid w:val="002725EC"/>
    <w:rsid w:val="00276AFE"/>
    <w:rsid w:val="00276F6E"/>
    <w:rsid w:val="002805C7"/>
    <w:rsid w:val="00280663"/>
    <w:rsid w:val="00290B63"/>
    <w:rsid w:val="00290E32"/>
    <w:rsid w:val="0029185E"/>
    <w:rsid w:val="002924B8"/>
    <w:rsid w:val="00293ECC"/>
    <w:rsid w:val="00295A27"/>
    <w:rsid w:val="002966EC"/>
    <w:rsid w:val="002A15D3"/>
    <w:rsid w:val="002A3B57"/>
    <w:rsid w:val="002A58BD"/>
    <w:rsid w:val="002A74BD"/>
    <w:rsid w:val="002B0D62"/>
    <w:rsid w:val="002B1523"/>
    <w:rsid w:val="002B3118"/>
    <w:rsid w:val="002B5450"/>
    <w:rsid w:val="002B62F8"/>
    <w:rsid w:val="002B66F2"/>
    <w:rsid w:val="002C00BE"/>
    <w:rsid w:val="002C04EE"/>
    <w:rsid w:val="002C31BF"/>
    <w:rsid w:val="002C4A18"/>
    <w:rsid w:val="002C55C7"/>
    <w:rsid w:val="002D1B0C"/>
    <w:rsid w:val="002D478A"/>
    <w:rsid w:val="002D6B16"/>
    <w:rsid w:val="002D6B5B"/>
    <w:rsid w:val="002D7FD6"/>
    <w:rsid w:val="002E0CD7"/>
    <w:rsid w:val="002E0CFB"/>
    <w:rsid w:val="002E5C7B"/>
    <w:rsid w:val="002F2D47"/>
    <w:rsid w:val="002F3208"/>
    <w:rsid w:val="002F4333"/>
    <w:rsid w:val="002F5204"/>
    <w:rsid w:val="00301B8E"/>
    <w:rsid w:val="003062D2"/>
    <w:rsid w:val="00307641"/>
    <w:rsid w:val="0031098B"/>
    <w:rsid w:val="00311F11"/>
    <w:rsid w:val="00314044"/>
    <w:rsid w:val="003148CD"/>
    <w:rsid w:val="00316257"/>
    <w:rsid w:val="0031783A"/>
    <w:rsid w:val="00321CE4"/>
    <w:rsid w:val="00327EEF"/>
    <w:rsid w:val="003303BF"/>
    <w:rsid w:val="003322E1"/>
    <w:rsid w:val="0033239F"/>
    <w:rsid w:val="00333C1C"/>
    <w:rsid w:val="00335EF5"/>
    <w:rsid w:val="00336F67"/>
    <w:rsid w:val="0034274B"/>
    <w:rsid w:val="00347194"/>
    <w:rsid w:val="0034719F"/>
    <w:rsid w:val="00347B70"/>
    <w:rsid w:val="003509BF"/>
    <w:rsid w:val="00350A35"/>
    <w:rsid w:val="003510D0"/>
    <w:rsid w:val="003510E8"/>
    <w:rsid w:val="00355291"/>
    <w:rsid w:val="0035531B"/>
    <w:rsid w:val="003571D8"/>
    <w:rsid w:val="00357BC6"/>
    <w:rsid w:val="00357E0D"/>
    <w:rsid w:val="00361422"/>
    <w:rsid w:val="00363E20"/>
    <w:rsid w:val="00364B89"/>
    <w:rsid w:val="003707FB"/>
    <w:rsid w:val="003717A3"/>
    <w:rsid w:val="00371B6B"/>
    <w:rsid w:val="0037545D"/>
    <w:rsid w:val="00375ACD"/>
    <w:rsid w:val="00377BCB"/>
    <w:rsid w:val="0038050F"/>
    <w:rsid w:val="00380C94"/>
    <w:rsid w:val="00386FF1"/>
    <w:rsid w:val="00387790"/>
    <w:rsid w:val="00392EB6"/>
    <w:rsid w:val="003947BB"/>
    <w:rsid w:val="00394D03"/>
    <w:rsid w:val="003956C6"/>
    <w:rsid w:val="003A1C0A"/>
    <w:rsid w:val="003A3B98"/>
    <w:rsid w:val="003A4074"/>
    <w:rsid w:val="003A4513"/>
    <w:rsid w:val="003A4531"/>
    <w:rsid w:val="003A6B7D"/>
    <w:rsid w:val="003B106E"/>
    <w:rsid w:val="003B773E"/>
    <w:rsid w:val="003C33F2"/>
    <w:rsid w:val="003D57C6"/>
    <w:rsid w:val="003D756E"/>
    <w:rsid w:val="003E0B5E"/>
    <w:rsid w:val="003E2418"/>
    <w:rsid w:val="003E3CE3"/>
    <w:rsid w:val="003E420D"/>
    <w:rsid w:val="003E4C13"/>
    <w:rsid w:val="003E61E8"/>
    <w:rsid w:val="003E79F5"/>
    <w:rsid w:val="003F046B"/>
    <w:rsid w:val="003F3C7C"/>
    <w:rsid w:val="003F5C2A"/>
    <w:rsid w:val="003F64D4"/>
    <w:rsid w:val="003F6D1A"/>
    <w:rsid w:val="004013B3"/>
    <w:rsid w:val="004039C7"/>
    <w:rsid w:val="00404BA2"/>
    <w:rsid w:val="004078F3"/>
    <w:rsid w:val="00414074"/>
    <w:rsid w:val="004144FC"/>
    <w:rsid w:val="00415C07"/>
    <w:rsid w:val="00416098"/>
    <w:rsid w:val="00416AF9"/>
    <w:rsid w:val="00416C0B"/>
    <w:rsid w:val="00427794"/>
    <w:rsid w:val="004307D8"/>
    <w:rsid w:val="004320C4"/>
    <w:rsid w:val="00434B3C"/>
    <w:rsid w:val="004432CF"/>
    <w:rsid w:val="00446215"/>
    <w:rsid w:val="00446A64"/>
    <w:rsid w:val="00450F07"/>
    <w:rsid w:val="00452F69"/>
    <w:rsid w:val="00453CD3"/>
    <w:rsid w:val="00454716"/>
    <w:rsid w:val="00454BB9"/>
    <w:rsid w:val="0045535E"/>
    <w:rsid w:val="00460660"/>
    <w:rsid w:val="004647C9"/>
    <w:rsid w:val="00464BA9"/>
    <w:rsid w:val="00464C3B"/>
    <w:rsid w:val="00465AE8"/>
    <w:rsid w:val="004726B2"/>
    <w:rsid w:val="00474947"/>
    <w:rsid w:val="00474F4D"/>
    <w:rsid w:val="00476E1F"/>
    <w:rsid w:val="00480738"/>
    <w:rsid w:val="00483969"/>
    <w:rsid w:val="00484FAE"/>
    <w:rsid w:val="00486107"/>
    <w:rsid w:val="0048618D"/>
    <w:rsid w:val="00491827"/>
    <w:rsid w:val="00492AF4"/>
    <w:rsid w:val="00496EDA"/>
    <w:rsid w:val="004976AA"/>
    <w:rsid w:val="004A3FB1"/>
    <w:rsid w:val="004B05DC"/>
    <w:rsid w:val="004B10D6"/>
    <w:rsid w:val="004B1826"/>
    <w:rsid w:val="004B2C62"/>
    <w:rsid w:val="004B34E9"/>
    <w:rsid w:val="004B4EAC"/>
    <w:rsid w:val="004B586E"/>
    <w:rsid w:val="004C4399"/>
    <w:rsid w:val="004C72D0"/>
    <w:rsid w:val="004C787C"/>
    <w:rsid w:val="004D12E9"/>
    <w:rsid w:val="004D229B"/>
    <w:rsid w:val="004D5AF1"/>
    <w:rsid w:val="004D5DCB"/>
    <w:rsid w:val="004D6B48"/>
    <w:rsid w:val="004E4BDF"/>
    <w:rsid w:val="004E54DC"/>
    <w:rsid w:val="004E6B9B"/>
    <w:rsid w:val="004E7A1F"/>
    <w:rsid w:val="004F1D17"/>
    <w:rsid w:val="004F4597"/>
    <w:rsid w:val="004F4B9B"/>
    <w:rsid w:val="00501B32"/>
    <w:rsid w:val="00504C6C"/>
    <w:rsid w:val="0050666E"/>
    <w:rsid w:val="00507086"/>
    <w:rsid w:val="00511AB9"/>
    <w:rsid w:val="005124C5"/>
    <w:rsid w:val="00513EF2"/>
    <w:rsid w:val="00516B6A"/>
    <w:rsid w:val="005176B5"/>
    <w:rsid w:val="005210B3"/>
    <w:rsid w:val="0052294C"/>
    <w:rsid w:val="00523BB5"/>
    <w:rsid w:val="00523E4C"/>
    <w:rsid w:val="00523EA7"/>
    <w:rsid w:val="00523FB2"/>
    <w:rsid w:val="00524409"/>
    <w:rsid w:val="00527C47"/>
    <w:rsid w:val="00532285"/>
    <w:rsid w:val="00532876"/>
    <w:rsid w:val="005406EB"/>
    <w:rsid w:val="00540C01"/>
    <w:rsid w:val="005434A6"/>
    <w:rsid w:val="00544035"/>
    <w:rsid w:val="0054651E"/>
    <w:rsid w:val="00551ABF"/>
    <w:rsid w:val="00553375"/>
    <w:rsid w:val="00555747"/>
    <w:rsid w:val="00555884"/>
    <w:rsid w:val="00561AEF"/>
    <w:rsid w:val="00564DDD"/>
    <w:rsid w:val="005702A5"/>
    <w:rsid w:val="005736B7"/>
    <w:rsid w:val="00575E5A"/>
    <w:rsid w:val="00576ECB"/>
    <w:rsid w:val="00577A3C"/>
    <w:rsid w:val="00580245"/>
    <w:rsid w:val="00582F0E"/>
    <w:rsid w:val="005A1F44"/>
    <w:rsid w:val="005A2EF9"/>
    <w:rsid w:val="005A3D2F"/>
    <w:rsid w:val="005A3D52"/>
    <w:rsid w:val="005A69F1"/>
    <w:rsid w:val="005A6BD1"/>
    <w:rsid w:val="005B127F"/>
    <w:rsid w:val="005B2DAC"/>
    <w:rsid w:val="005B3962"/>
    <w:rsid w:val="005C1D8E"/>
    <w:rsid w:val="005D3C39"/>
    <w:rsid w:val="005E367C"/>
    <w:rsid w:val="005F0F22"/>
    <w:rsid w:val="005F17F9"/>
    <w:rsid w:val="005F41AC"/>
    <w:rsid w:val="005F41F8"/>
    <w:rsid w:val="0060115D"/>
    <w:rsid w:val="00601A8C"/>
    <w:rsid w:val="00601B08"/>
    <w:rsid w:val="00605AF3"/>
    <w:rsid w:val="00610148"/>
    <w:rsid w:val="0061068E"/>
    <w:rsid w:val="006115D3"/>
    <w:rsid w:val="00613FCF"/>
    <w:rsid w:val="006171DF"/>
    <w:rsid w:val="00621B4C"/>
    <w:rsid w:val="00626019"/>
    <w:rsid w:val="00626507"/>
    <w:rsid w:val="00631DF2"/>
    <w:rsid w:val="00633A58"/>
    <w:rsid w:val="0063409D"/>
    <w:rsid w:val="00637EA5"/>
    <w:rsid w:val="00640B30"/>
    <w:rsid w:val="00642CF7"/>
    <w:rsid w:val="00644B0B"/>
    <w:rsid w:val="00645BDD"/>
    <w:rsid w:val="00645F66"/>
    <w:rsid w:val="006461FA"/>
    <w:rsid w:val="00655976"/>
    <w:rsid w:val="0065610E"/>
    <w:rsid w:val="00660AD3"/>
    <w:rsid w:val="0066557C"/>
    <w:rsid w:val="00670B5A"/>
    <w:rsid w:val="006716E8"/>
    <w:rsid w:val="00673A11"/>
    <w:rsid w:val="0067552E"/>
    <w:rsid w:val="006776B6"/>
    <w:rsid w:val="0068237D"/>
    <w:rsid w:val="00682CBC"/>
    <w:rsid w:val="00691220"/>
    <w:rsid w:val="00692596"/>
    <w:rsid w:val="00693150"/>
    <w:rsid w:val="006A0464"/>
    <w:rsid w:val="006A04C7"/>
    <w:rsid w:val="006A0B6A"/>
    <w:rsid w:val="006A5570"/>
    <w:rsid w:val="006A689C"/>
    <w:rsid w:val="006B1C29"/>
    <w:rsid w:val="006B1C94"/>
    <w:rsid w:val="006B2B17"/>
    <w:rsid w:val="006B3D79"/>
    <w:rsid w:val="006B3F43"/>
    <w:rsid w:val="006B4F23"/>
    <w:rsid w:val="006B6FE4"/>
    <w:rsid w:val="006C2343"/>
    <w:rsid w:val="006C442A"/>
    <w:rsid w:val="006C4639"/>
    <w:rsid w:val="006C599A"/>
    <w:rsid w:val="006E0578"/>
    <w:rsid w:val="006E19BB"/>
    <w:rsid w:val="006E314D"/>
    <w:rsid w:val="006E7C86"/>
    <w:rsid w:val="006F5E38"/>
    <w:rsid w:val="006F5F18"/>
    <w:rsid w:val="006F6B09"/>
    <w:rsid w:val="006F7558"/>
    <w:rsid w:val="0070255F"/>
    <w:rsid w:val="007038DC"/>
    <w:rsid w:val="00703E18"/>
    <w:rsid w:val="00706D39"/>
    <w:rsid w:val="00706F4C"/>
    <w:rsid w:val="0070752A"/>
    <w:rsid w:val="0071010E"/>
    <w:rsid w:val="00710723"/>
    <w:rsid w:val="00711804"/>
    <w:rsid w:val="007134F3"/>
    <w:rsid w:val="00721A92"/>
    <w:rsid w:val="0072223E"/>
    <w:rsid w:val="007234D2"/>
    <w:rsid w:val="00723ED1"/>
    <w:rsid w:val="00734869"/>
    <w:rsid w:val="007356BD"/>
    <w:rsid w:val="0074021A"/>
    <w:rsid w:val="00740AF5"/>
    <w:rsid w:val="0074341A"/>
    <w:rsid w:val="00743525"/>
    <w:rsid w:val="00744F6A"/>
    <w:rsid w:val="00745555"/>
    <w:rsid w:val="0075249A"/>
    <w:rsid w:val="007541A2"/>
    <w:rsid w:val="00755818"/>
    <w:rsid w:val="00756DA1"/>
    <w:rsid w:val="007615AD"/>
    <w:rsid w:val="0076286B"/>
    <w:rsid w:val="007637C2"/>
    <w:rsid w:val="00764E31"/>
    <w:rsid w:val="00766846"/>
    <w:rsid w:val="0076790E"/>
    <w:rsid w:val="0077043C"/>
    <w:rsid w:val="007707F2"/>
    <w:rsid w:val="00771220"/>
    <w:rsid w:val="00773DC0"/>
    <w:rsid w:val="0077673A"/>
    <w:rsid w:val="007813F1"/>
    <w:rsid w:val="007846E1"/>
    <w:rsid w:val="007847D6"/>
    <w:rsid w:val="00785023"/>
    <w:rsid w:val="007872DA"/>
    <w:rsid w:val="0079621E"/>
    <w:rsid w:val="00796DC1"/>
    <w:rsid w:val="007A2107"/>
    <w:rsid w:val="007A274C"/>
    <w:rsid w:val="007A5172"/>
    <w:rsid w:val="007A67A0"/>
    <w:rsid w:val="007B570C"/>
    <w:rsid w:val="007C12F8"/>
    <w:rsid w:val="007C5846"/>
    <w:rsid w:val="007D4898"/>
    <w:rsid w:val="007D4C7C"/>
    <w:rsid w:val="007D5A8D"/>
    <w:rsid w:val="007E2234"/>
    <w:rsid w:val="007E4A6E"/>
    <w:rsid w:val="007E642E"/>
    <w:rsid w:val="007E7867"/>
    <w:rsid w:val="007F0AC2"/>
    <w:rsid w:val="007F3581"/>
    <w:rsid w:val="007F56A7"/>
    <w:rsid w:val="007F7463"/>
    <w:rsid w:val="00800164"/>
    <w:rsid w:val="00800851"/>
    <w:rsid w:val="00800D6C"/>
    <w:rsid w:val="00803E68"/>
    <w:rsid w:val="00807DD0"/>
    <w:rsid w:val="00811843"/>
    <w:rsid w:val="00811F25"/>
    <w:rsid w:val="0081404D"/>
    <w:rsid w:val="00815C1B"/>
    <w:rsid w:val="00817EAF"/>
    <w:rsid w:val="00821D01"/>
    <w:rsid w:val="00822B88"/>
    <w:rsid w:val="00824843"/>
    <w:rsid w:val="00826B7B"/>
    <w:rsid w:val="00827CB0"/>
    <w:rsid w:val="00831DE9"/>
    <w:rsid w:val="00833899"/>
    <w:rsid w:val="00833CC6"/>
    <w:rsid w:val="00834CA2"/>
    <w:rsid w:val="008356A0"/>
    <w:rsid w:val="008407FC"/>
    <w:rsid w:val="00843633"/>
    <w:rsid w:val="0084598A"/>
    <w:rsid w:val="00845C50"/>
    <w:rsid w:val="00846789"/>
    <w:rsid w:val="0085047F"/>
    <w:rsid w:val="00850602"/>
    <w:rsid w:val="00850716"/>
    <w:rsid w:val="008507EA"/>
    <w:rsid w:val="008568E7"/>
    <w:rsid w:val="00861D01"/>
    <w:rsid w:val="008622D2"/>
    <w:rsid w:val="0086381C"/>
    <w:rsid w:val="00863B3A"/>
    <w:rsid w:val="0086757C"/>
    <w:rsid w:val="00870197"/>
    <w:rsid w:val="00872044"/>
    <w:rsid w:val="00872683"/>
    <w:rsid w:val="00876D73"/>
    <w:rsid w:val="0088136F"/>
    <w:rsid w:val="00881B57"/>
    <w:rsid w:val="008838E2"/>
    <w:rsid w:val="008873F3"/>
    <w:rsid w:val="00887F36"/>
    <w:rsid w:val="00890031"/>
    <w:rsid w:val="0089478B"/>
    <w:rsid w:val="00894DE7"/>
    <w:rsid w:val="00895282"/>
    <w:rsid w:val="008A349A"/>
    <w:rsid w:val="008A3568"/>
    <w:rsid w:val="008A4360"/>
    <w:rsid w:val="008A5BA8"/>
    <w:rsid w:val="008A5EE6"/>
    <w:rsid w:val="008A6C63"/>
    <w:rsid w:val="008A70FF"/>
    <w:rsid w:val="008A7245"/>
    <w:rsid w:val="008B2021"/>
    <w:rsid w:val="008B3EF6"/>
    <w:rsid w:val="008B5E08"/>
    <w:rsid w:val="008B780E"/>
    <w:rsid w:val="008C0335"/>
    <w:rsid w:val="008C2833"/>
    <w:rsid w:val="008C50F3"/>
    <w:rsid w:val="008C65BC"/>
    <w:rsid w:val="008C79F9"/>
    <w:rsid w:val="008C7CAC"/>
    <w:rsid w:val="008C7EFE"/>
    <w:rsid w:val="008D03B9"/>
    <w:rsid w:val="008D30BF"/>
    <w:rsid w:val="008D30C7"/>
    <w:rsid w:val="008D4732"/>
    <w:rsid w:val="008D552B"/>
    <w:rsid w:val="008E1138"/>
    <w:rsid w:val="008E16B8"/>
    <w:rsid w:val="008E1DF1"/>
    <w:rsid w:val="008F18D6"/>
    <w:rsid w:val="008F2C9B"/>
    <w:rsid w:val="008F385E"/>
    <w:rsid w:val="008F61C3"/>
    <w:rsid w:val="008F797B"/>
    <w:rsid w:val="00904780"/>
    <w:rsid w:val="00906099"/>
    <w:rsid w:val="0090635B"/>
    <w:rsid w:val="009070CD"/>
    <w:rsid w:val="00910203"/>
    <w:rsid w:val="00911B49"/>
    <w:rsid w:val="0091498F"/>
    <w:rsid w:val="00920DEB"/>
    <w:rsid w:val="00922385"/>
    <w:rsid w:val="009223DF"/>
    <w:rsid w:val="009246F5"/>
    <w:rsid w:val="00930B79"/>
    <w:rsid w:val="009323A8"/>
    <w:rsid w:val="00932A5F"/>
    <w:rsid w:val="00932D20"/>
    <w:rsid w:val="00936091"/>
    <w:rsid w:val="00940004"/>
    <w:rsid w:val="00940D8A"/>
    <w:rsid w:val="0094188D"/>
    <w:rsid w:val="00943EF7"/>
    <w:rsid w:val="009459AE"/>
    <w:rsid w:val="0094639E"/>
    <w:rsid w:val="00954FD0"/>
    <w:rsid w:val="009621F6"/>
    <w:rsid w:val="00962258"/>
    <w:rsid w:val="00963607"/>
    <w:rsid w:val="00964860"/>
    <w:rsid w:val="00966191"/>
    <w:rsid w:val="009678B7"/>
    <w:rsid w:val="00970A72"/>
    <w:rsid w:val="009772C1"/>
    <w:rsid w:val="00983BE8"/>
    <w:rsid w:val="00984C7D"/>
    <w:rsid w:val="00991430"/>
    <w:rsid w:val="00991DFB"/>
    <w:rsid w:val="00992D9C"/>
    <w:rsid w:val="0099435E"/>
    <w:rsid w:val="00995F09"/>
    <w:rsid w:val="00996CB8"/>
    <w:rsid w:val="009A22CB"/>
    <w:rsid w:val="009A5602"/>
    <w:rsid w:val="009A6761"/>
    <w:rsid w:val="009B2E97"/>
    <w:rsid w:val="009B5146"/>
    <w:rsid w:val="009B56D6"/>
    <w:rsid w:val="009B5E4D"/>
    <w:rsid w:val="009B7E5B"/>
    <w:rsid w:val="009C07A7"/>
    <w:rsid w:val="009C0F4D"/>
    <w:rsid w:val="009C320E"/>
    <w:rsid w:val="009C3F92"/>
    <w:rsid w:val="009C418E"/>
    <w:rsid w:val="009C442C"/>
    <w:rsid w:val="009C5DF6"/>
    <w:rsid w:val="009D146F"/>
    <w:rsid w:val="009D20A1"/>
    <w:rsid w:val="009E07F4"/>
    <w:rsid w:val="009E0808"/>
    <w:rsid w:val="009E47FC"/>
    <w:rsid w:val="009E5779"/>
    <w:rsid w:val="009E68BC"/>
    <w:rsid w:val="009E7C10"/>
    <w:rsid w:val="009F15E5"/>
    <w:rsid w:val="009F1643"/>
    <w:rsid w:val="009F309B"/>
    <w:rsid w:val="009F392E"/>
    <w:rsid w:val="009F4745"/>
    <w:rsid w:val="009F53C5"/>
    <w:rsid w:val="009F59F9"/>
    <w:rsid w:val="00A00D28"/>
    <w:rsid w:val="00A01160"/>
    <w:rsid w:val="00A02238"/>
    <w:rsid w:val="00A0740E"/>
    <w:rsid w:val="00A107F1"/>
    <w:rsid w:val="00A10D80"/>
    <w:rsid w:val="00A1408E"/>
    <w:rsid w:val="00A17CD0"/>
    <w:rsid w:val="00A22E59"/>
    <w:rsid w:val="00A24666"/>
    <w:rsid w:val="00A309EB"/>
    <w:rsid w:val="00A31866"/>
    <w:rsid w:val="00A36B76"/>
    <w:rsid w:val="00A4050F"/>
    <w:rsid w:val="00A47EFE"/>
    <w:rsid w:val="00A50641"/>
    <w:rsid w:val="00A5091E"/>
    <w:rsid w:val="00A51559"/>
    <w:rsid w:val="00A530BF"/>
    <w:rsid w:val="00A539B5"/>
    <w:rsid w:val="00A53B1B"/>
    <w:rsid w:val="00A54241"/>
    <w:rsid w:val="00A5663F"/>
    <w:rsid w:val="00A6177B"/>
    <w:rsid w:val="00A65F06"/>
    <w:rsid w:val="00A66136"/>
    <w:rsid w:val="00A71189"/>
    <w:rsid w:val="00A7364A"/>
    <w:rsid w:val="00A74DCC"/>
    <w:rsid w:val="00A753ED"/>
    <w:rsid w:val="00A7558F"/>
    <w:rsid w:val="00A77512"/>
    <w:rsid w:val="00A80558"/>
    <w:rsid w:val="00A80844"/>
    <w:rsid w:val="00A8087A"/>
    <w:rsid w:val="00A82372"/>
    <w:rsid w:val="00A906D6"/>
    <w:rsid w:val="00A94C2F"/>
    <w:rsid w:val="00A94DAB"/>
    <w:rsid w:val="00A9672A"/>
    <w:rsid w:val="00AA3E17"/>
    <w:rsid w:val="00AA4B2A"/>
    <w:rsid w:val="00AA4CBB"/>
    <w:rsid w:val="00AA65FA"/>
    <w:rsid w:val="00AA7351"/>
    <w:rsid w:val="00AB0C50"/>
    <w:rsid w:val="00AB1063"/>
    <w:rsid w:val="00AB1879"/>
    <w:rsid w:val="00AB3F42"/>
    <w:rsid w:val="00AC0054"/>
    <w:rsid w:val="00AC0F2A"/>
    <w:rsid w:val="00AC13C5"/>
    <w:rsid w:val="00AC4422"/>
    <w:rsid w:val="00AC45AA"/>
    <w:rsid w:val="00AD056F"/>
    <w:rsid w:val="00AD0C7B"/>
    <w:rsid w:val="00AD1771"/>
    <w:rsid w:val="00AD1786"/>
    <w:rsid w:val="00AD3026"/>
    <w:rsid w:val="00AD5F1A"/>
    <w:rsid w:val="00AD6731"/>
    <w:rsid w:val="00AD792A"/>
    <w:rsid w:val="00AE1D4A"/>
    <w:rsid w:val="00AE32DC"/>
    <w:rsid w:val="00AE3BB4"/>
    <w:rsid w:val="00AE3F06"/>
    <w:rsid w:val="00AF15A5"/>
    <w:rsid w:val="00AF5C1F"/>
    <w:rsid w:val="00B00727"/>
    <w:rsid w:val="00B008D5"/>
    <w:rsid w:val="00B00A22"/>
    <w:rsid w:val="00B02F73"/>
    <w:rsid w:val="00B042C9"/>
    <w:rsid w:val="00B0619F"/>
    <w:rsid w:val="00B11C56"/>
    <w:rsid w:val="00B13A26"/>
    <w:rsid w:val="00B153D2"/>
    <w:rsid w:val="00B15D0D"/>
    <w:rsid w:val="00B173BF"/>
    <w:rsid w:val="00B22106"/>
    <w:rsid w:val="00B2232C"/>
    <w:rsid w:val="00B31001"/>
    <w:rsid w:val="00B32F84"/>
    <w:rsid w:val="00B35363"/>
    <w:rsid w:val="00B376E4"/>
    <w:rsid w:val="00B429CF"/>
    <w:rsid w:val="00B43EAF"/>
    <w:rsid w:val="00B43ED5"/>
    <w:rsid w:val="00B448FF"/>
    <w:rsid w:val="00B469FE"/>
    <w:rsid w:val="00B5431A"/>
    <w:rsid w:val="00B5523F"/>
    <w:rsid w:val="00B564BE"/>
    <w:rsid w:val="00B576B9"/>
    <w:rsid w:val="00B60046"/>
    <w:rsid w:val="00B60690"/>
    <w:rsid w:val="00B61530"/>
    <w:rsid w:val="00B645BC"/>
    <w:rsid w:val="00B67CF9"/>
    <w:rsid w:val="00B70267"/>
    <w:rsid w:val="00B72B08"/>
    <w:rsid w:val="00B72CAA"/>
    <w:rsid w:val="00B75EE1"/>
    <w:rsid w:val="00B7609D"/>
    <w:rsid w:val="00B765FF"/>
    <w:rsid w:val="00B77481"/>
    <w:rsid w:val="00B77C6D"/>
    <w:rsid w:val="00B77CA2"/>
    <w:rsid w:val="00B80652"/>
    <w:rsid w:val="00B80E53"/>
    <w:rsid w:val="00B82C63"/>
    <w:rsid w:val="00B838B6"/>
    <w:rsid w:val="00B8469F"/>
    <w:rsid w:val="00B8518B"/>
    <w:rsid w:val="00B91E16"/>
    <w:rsid w:val="00B928D8"/>
    <w:rsid w:val="00B946BB"/>
    <w:rsid w:val="00B94ADD"/>
    <w:rsid w:val="00B95A6F"/>
    <w:rsid w:val="00B971A1"/>
    <w:rsid w:val="00B97CC3"/>
    <w:rsid w:val="00BA0D72"/>
    <w:rsid w:val="00BA0FC3"/>
    <w:rsid w:val="00BA2849"/>
    <w:rsid w:val="00BA61D2"/>
    <w:rsid w:val="00BB1BFA"/>
    <w:rsid w:val="00BB4AF2"/>
    <w:rsid w:val="00BC06C4"/>
    <w:rsid w:val="00BC663E"/>
    <w:rsid w:val="00BC6D2B"/>
    <w:rsid w:val="00BD14EB"/>
    <w:rsid w:val="00BD2351"/>
    <w:rsid w:val="00BD23B7"/>
    <w:rsid w:val="00BD35B5"/>
    <w:rsid w:val="00BD7E91"/>
    <w:rsid w:val="00BD7F0D"/>
    <w:rsid w:val="00BE2CF6"/>
    <w:rsid w:val="00BE49F4"/>
    <w:rsid w:val="00BF05E1"/>
    <w:rsid w:val="00BF0C79"/>
    <w:rsid w:val="00BF6226"/>
    <w:rsid w:val="00BF7AF9"/>
    <w:rsid w:val="00C009E3"/>
    <w:rsid w:val="00C01716"/>
    <w:rsid w:val="00C02D0A"/>
    <w:rsid w:val="00C03A6E"/>
    <w:rsid w:val="00C075D9"/>
    <w:rsid w:val="00C114C6"/>
    <w:rsid w:val="00C11998"/>
    <w:rsid w:val="00C160EA"/>
    <w:rsid w:val="00C20E05"/>
    <w:rsid w:val="00C226C0"/>
    <w:rsid w:val="00C24393"/>
    <w:rsid w:val="00C24489"/>
    <w:rsid w:val="00C270D4"/>
    <w:rsid w:val="00C2720F"/>
    <w:rsid w:val="00C30688"/>
    <w:rsid w:val="00C354E6"/>
    <w:rsid w:val="00C35EC7"/>
    <w:rsid w:val="00C42A05"/>
    <w:rsid w:val="00C42FE6"/>
    <w:rsid w:val="00C44F6A"/>
    <w:rsid w:val="00C47C2C"/>
    <w:rsid w:val="00C52C3D"/>
    <w:rsid w:val="00C54F6A"/>
    <w:rsid w:val="00C565AF"/>
    <w:rsid w:val="00C57268"/>
    <w:rsid w:val="00C6198E"/>
    <w:rsid w:val="00C62602"/>
    <w:rsid w:val="00C6341A"/>
    <w:rsid w:val="00C708EA"/>
    <w:rsid w:val="00C711B5"/>
    <w:rsid w:val="00C7216F"/>
    <w:rsid w:val="00C776E5"/>
    <w:rsid w:val="00C778A5"/>
    <w:rsid w:val="00C80390"/>
    <w:rsid w:val="00C910D3"/>
    <w:rsid w:val="00C91E6C"/>
    <w:rsid w:val="00C95162"/>
    <w:rsid w:val="00C95CF5"/>
    <w:rsid w:val="00CA39EA"/>
    <w:rsid w:val="00CB3151"/>
    <w:rsid w:val="00CB55EF"/>
    <w:rsid w:val="00CB6A37"/>
    <w:rsid w:val="00CB7684"/>
    <w:rsid w:val="00CC06EE"/>
    <w:rsid w:val="00CC4380"/>
    <w:rsid w:val="00CC4CAE"/>
    <w:rsid w:val="00CC61FD"/>
    <w:rsid w:val="00CC73FD"/>
    <w:rsid w:val="00CC7C8F"/>
    <w:rsid w:val="00CD0B4D"/>
    <w:rsid w:val="00CD1FC4"/>
    <w:rsid w:val="00CD2905"/>
    <w:rsid w:val="00CD30D5"/>
    <w:rsid w:val="00CD51E8"/>
    <w:rsid w:val="00CD58AD"/>
    <w:rsid w:val="00CD665D"/>
    <w:rsid w:val="00CE1B01"/>
    <w:rsid w:val="00CE678F"/>
    <w:rsid w:val="00CF3222"/>
    <w:rsid w:val="00CF34D7"/>
    <w:rsid w:val="00D034A0"/>
    <w:rsid w:val="00D0352F"/>
    <w:rsid w:val="00D042A9"/>
    <w:rsid w:val="00D04C83"/>
    <w:rsid w:val="00D067AA"/>
    <w:rsid w:val="00D10A2D"/>
    <w:rsid w:val="00D10FD0"/>
    <w:rsid w:val="00D139AC"/>
    <w:rsid w:val="00D145E1"/>
    <w:rsid w:val="00D15515"/>
    <w:rsid w:val="00D15CDA"/>
    <w:rsid w:val="00D1636E"/>
    <w:rsid w:val="00D16D28"/>
    <w:rsid w:val="00D20EBC"/>
    <w:rsid w:val="00D21061"/>
    <w:rsid w:val="00D23DD5"/>
    <w:rsid w:val="00D30400"/>
    <w:rsid w:val="00D30F04"/>
    <w:rsid w:val="00D3154A"/>
    <w:rsid w:val="00D3338E"/>
    <w:rsid w:val="00D33BA3"/>
    <w:rsid w:val="00D37B14"/>
    <w:rsid w:val="00D4108E"/>
    <w:rsid w:val="00D4505C"/>
    <w:rsid w:val="00D53868"/>
    <w:rsid w:val="00D55A80"/>
    <w:rsid w:val="00D562E2"/>
    <w:rsid w:val="00D569E6"/>
    <w:rsid w:val="00D56F57"/>
    <w:rsid w:val="00D57BFB"/>
    <w:rsid w:val="00D60F62"/>
    <w:rsid w:val="00D6163D"/>
    <w:rsid w:val="00D61FB6"/>
    <w:rsid w:val="00D6259C"/>
    <w:rsid w:val="00D66EA8"/>
    <w:rsid w:val="00D70700"/>
    <w:rsid w:val="00D72FF3"/>
    <w:rsid w:val="00D740CC"/>
    <w:rsid w:val="00D75182"/>
    <w:rsid w:val="00D7590F"/>
    <w:rsid w:val="00D8165F"/>
    <w:rsid w:val="00D831A3"/>
    <w:rsid w:val="00D83DFA"/>
    <w:rsid w:val="00D868B0"/>
    <w:rsid w:val="00D9412B"/>
    <w:rsid w:val="00D94731"/>
    <w:rsid w:val="00D95388"/>
    <w:rsid w:val="00D97BE3"/>
    <w:rsid w:val="00DA3711"/>
    <w:rsid w:val="00DA59A8"/>
    <w:rsid w:val="00DB619A"/>
    <w:rsid w:val="00DC039A"/>
    <w:rsid w:val="00DC21A0"/>
    <w:rsid w:val="00DD22E5"/>
    <w:rsid w:val="00DD46F3"/>
    <w:rsid w:val="00DD5817"/>
    <w:rsid w:val="00DD6132"/>
    <w:rsid w:val="00DD7330"/>
    <w:rsid w:val="00DE3F2F"/>
    <w:rsid w:val="00DE4CEF"/>
    <w:rsid w:val="00DE51A5"/>
    <w:rsid w:val="00DE56F2"/>
    <w:rsid w:val="00DE6A35"/>
    <w:rsid w:val="00DE73DE"/>
    <w:rsid w:val="00DF0782"/>
    <w:rsid w:val="00DF0C93"/>
    <w:rsid w:val="00DF116D"/>
    <w:rsid w:val="00DF3014"/>
    <w:rsid w:val="00DF3413"/>
    <w:rsid w:val="00E01EA1"/>
    <w:rsid w:val="00E07CE9"/>
    <w:rsid w:val="00E11F29"/>
    <w:rsid w:val="00E1259C"/>
    <w:rsid w:val="00E13AC3"/>
    <w:rsid w:val="00E154C1"/>
    <w:rsid w:val="00E16FF7"/>
    <w:rsid w:val="00E22C30"/>
    <w:rsid w:val="00E26D68"/>
    <w:rsid w:val="00E31D9B"/>
    <w:rsid w:val="00E3224A"/>
    <w:rsid w:val="00E41CE3"/>
    <w:rsid w:val="00E437B0"/>
    <w:rsid w:val="00E44045"/>
    <w:rsid w:val="00E4520D"/>
    <w:rsid w:val="00E47301"/>
    <w:rsid w:val="00E4731C"/>
    <w:rsid w:val="00E5187A"/>
    <w:rsid w:val="00E55A6A"/>
    <w:rsid w:val="00E57D04"/>
    <w:rsid w:val="00E57E98"/>
    <w:rsid w:val="00E60032"/>
    <w:rsid w:val="00E618C4"/>
    <w:rsid w:val="00E61C9B"/>
    <w:rsid w:val="00E65C98"/>
    <w:rsid w:val="00E7218A"/>
    <w:rsid w:val="00E7432A"/>
    <w:rsid w:val="00E769CC"/>
    <w:rsid w:val="00E76E1F"/>
    <w:rsid w:val="00E81909"/>
    <w:rsid w:val="00E878EE"/>
    <w:rsid w:val="00E94BCA"/>
    <w:rsid w:val="00EA6EC7"/>
    <w:rsid w:val="00EB0647"/>
    <w:rsid w:val="00EB0B37"/>
    <w:rsid w:val="00EB104F"/>
    <w:rsid w:val="00EB3D74"/>
    <w:rsid w:val="00EB46E5"/>
    <w:rsid w:val="00EB5D4D"/>
    <w:rsid w:val="00EB7CA5"/>
    <w:rsid w:val="00EC10AE"/>
    <w:rsid w:val="00EC17AE"/>
    <w:rsid w:val="00EC7E99"/>
    <w:rsid w:val="00ED0703"/>
    <w:rsid w:val="00ED14BD"/>
    <w:rsid w:val="00ED6360"/>
    <w:rsid w:val="00ED6526"/>
    <w:rsid w:val="00ED6AFD"/>
    <w:rsid w:val="00EE0380"/>
    <w:rsid w:val="00EE2244"/>
    <w:rsid w:val="00EE3C5F"/>
    <w:rsid w:val="00EE43B0"/>
    <w:rsid w:val="00EE53CB"/>
    <w:rsid w:val="00EE6409"/>
    <w:rsid w:val="00EE7882"/>
    <w:rsid w:val="00EF0BC8"/>
    <w:rsid w:val="00EF208D"/>
    <w:rsid w:val="00EF6038"/>
    <w:rsid w:val="00EF6397"/>
    <w:rsid w:val="00EF7EA5"/>
    <w:rsid w:val="00F007A4"/>
    <w:rsid w:val="00F016C7"/>
    <w:rsid w:val="00F02670"/>
    <w:rsid w:val="00F02E62"/>
    <w:rsid w:val="00F02FB4"/>
    <w:rsid w:val="00F05537"/>
    <w:rsid w:val="00F064E1"/>
    <w:rsid w:val="00F11E07"/>
    <w:rsid w:val="00F12DEC"/>
    <w:rsid w:val="00F14473"/>
    <w:rsid w:val="00F1715C"/>
    <w:rsid w:val="00F17E8A"/>
    <w:rsid w:val="00F22BD5"/>
    <w:rsid w:val="00F22F7C"/>
    <w:rsid w:val="00F2391E"/>
    <w:rsid w:val="00F23C73"/>
    <w:rsid w:val="00F24F8E"/>
    <w:rsid w:val="00F265BD"/>
    <w:rsid w:val="00F2798E"/>
    <w:rsid w:val="00F310F8"/>
    <w:rsid w:val="00F33CA8"/>
    <w:rsid w:val="00F34447"/>
    <w:rsid w:val="00F35939"/>
    <w:rsid w:val="00F35DF9"/>
    <w:rsid w:val="00F372D9"/>
    <w:rsid w:val="00F37C57"/>
    <w:rsid w:val="00F45435"/>
    <w:rsid w:val="00F45607"/>
    <w:rsid w:val="00F46000"/>
    <w:rsid w:val="00F4722B"/>
    <w:rsid w:val="00F51A1C"/>
    <w:rsid w:val="00F527F4"/>
    <w:rsid w:val="00F528B4"/>
    <w:rsid w:val="00F54299"/>
    <w:rsid w:val="00F54432"/>
    <w:rsid w:val="00F569C6"/>
    <w:rsid w:val="00F57C90"/>
    <w:rsid w:val="00F60099"/>
    <w:rsid w:val="00F659EB"/>
    <w:rsid w:val="00F70E2B"/>
    <w:rsid w:val="00F71E32"/>
    <w:rsid w:val="00F72E2D"/>
    <w:rsid w:val="00F825DB"/>
    <w:rsid w:val="00F84282"/>
    <w:rsid w:val="00F86BA6"/>
    <w:rsid w:val="00F91736"/>
    <w:rsid w:val="00F91B4A"/>
    <w:rsid w:val="00F923A8"/>
    <w:rsid w:val="00F93E20"/>
    <w:rsid w:val="00FA1983"/>
    <w:rsid w:val="00FA51F0"/>
    <w:rsid w:val="00FA5FAF"/>
    <w:rsid w:val="00FB4860"/>
    <w:rsid w:val="00FB5319"/>
    <w:rsid w:val="00FB6342"/>
    <w:rsid w:val="00FB6520"/>
    <w:rsid w:val="00FC07DA"/>
    <w:rsid w:val="00FC1F82"/>
    <w:rsid w:val="00FC6389"/>
    <w:rsid w:val="00FD0C16"/>
    <w:rsid w:val="00FD3FF0"/>
    <w:rsid w:val="00FD5B2F"/>
    <w:rsid w:val="00FE09A6"/>
    <w:rsid w:val="00FE0BAB"/>
    <w:rsid w:val="00FE4333"/>
    <w:rsid w:val="00FE6AEC"/>
    <w:rsid w:val="00FE75F4"/>
    <w:rsid w:val="00FF1BDE"/>
    <w:rsid w:val="00FF2749"/>
    <w:rsid w:val="00FF2A62"/>
    <w:rsid w:val="00FF3F25"/>
    <w:rsid w:val="00FF5078"/>
    <w:rsid w:val="00FF61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Odstavec1-1aChar">
    <w:name w:val="_Odstavec_1-1_a) Char"/>
    <w:basedOn w:val="Standardnpsmoodstavce"/>
    <w:link w:val="Odstavec1-1a"/>
    <w:locked/>
    <w:rsid w:val="00B67CF9"/>
  </w:style>
  <w:style w:type="character" w:customStyle="1" w:styleId="normaltextrun">
    <w:name w:val="normaltextrun"/>
    <w:basedOn w:val="Standardnpsmoodstavce"/>
    <w:rsid w:val="00D067AA"/>
  </w:style>
  <w:style w:type="paragraph" w:customStyle="1" w:styleId="Default">
    <w:name w:val="Default"/>
    <w:rsid w:val="0048618D"/>
    <w:pPr>
      <w:autoSpaceDE w:val="0"/>
      <w:autoSpaceDN w:val="0"/>
      <w:adjustRightInd w:val="0"/>
      <w:spacing w:after="0" w:line="240" w:lineRule="auto"/>
    </w:pPr>
    <w:rPr>
      <w:rFonts w:ascii="Verdana" w:hAnsi="Verdana" w:cs="Verdana"/>
      <w:color w:val="000000"/>
      <w:sz w:val="24"/>
      <w:szCs w:val="24"/>
    </w:rPr>
  </w:style>
  <w:style w:type="character" w:customStyle="1" w:styleId="Tun">
    <w:name w:val="_Tučně"/>
    <w:basedOn w:val="Standardnpsmoodstavce"/>
    <w:qFormat/>
    <w:rsid w:val="00DD7330"/>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077937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8717419E-51D5-445D-B7F5-CBE0679EB73C}">
  <ds:schemaRefs>
    <ds:schemaRef ds:uri="http://schemas.openxmlformats.org/officeDocument/2006/bibliography"/>
  </ds:schemaRefs>
</ds:datastoreItem>
</file>

<file path=customXml/itemProps4.xml><?xml version="1.0" encoding="utf-8"?>
<ds:datastoreItem xmlns:ds="http://schemas.openxmlformats.org/officeDocument/2006/customXml" ds:itemID="{F5163480-C011-4019-9CEF-8868628E6E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1</Pages>
  <Words>21300</Words>
  <Characters>125676</Characters>
  <Application>Microsoft Office Word</Application>
  <DocSecurity>0</DocSecurity>
  <Lines>1047</Lines>
  <Paragraphs>293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Baudis Martin, Bc.</cp:lastModifiedBy>
  <cp:revision>5</cp:revision>
  <cp:lastPrinted>2024-04-30T07:34:00Z</cp:lastPrinted>
  <dcterms:created xsi:type="dcterms:W3CDTF">2024-04-30T07:19:00Z</dcterms:created>
  <dcterms:modified xsi:type="dcterms:W3CDTF">2024-04-30T07:34:00Z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